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772" w:lineRule="exact"/>
        <w:ind w:left="160" w:right="-20"/>
        <w:jc w:val="left"/>
        <w:rPr>
          <w:rFonts w:ascii="PT Sans" w:hAnsi="PT Sans" w:cs="PT Sans" w:eastAsia="PT Sans"/>
          <w:sz w:val="64"/>
          <w:szCs w:val="64"/>
        </w:rPr>
      </w:pPr>
      <w:rPr/>
      <w:r>
        <w:rPr>
          <w:rFonts w:ascii="PT Sans" w:hAnsi="PT Sans" w:cs="PT Sans" w:eastAsia="PT Sans"/>
          <w:sz w:val="64"/>
          <w:szCs w:val="64"/>
          <w:spacing w:val="0"/>
          <w:w w:val="100"/>
          <w:b/>
          <w:bCs/>
          <w:position w:val="2"/>
        </w:rPr>
        <w:t>Rogelio</w:t>
      </w:r>
      <w:r>
        <w:rPr>
          <w:rFonts w:ascii="PT Sans" w:hAnsi="PT Sans" w:cs="PT Sans" w:eastAsia="PT Sans"/>
          <w:sz w:val="64"/>
          <w:szCs w:val="64"/>
          <w:spacing w:val="15"/>
          <w:w w:val="100"/>
          <w:b/>
          <w:bCs/>
          <w:position w:val="2"/>
        </w:rPr>
        <w:t> </w:t>
      </w:r>
      <w:r>
        <w:rPr>
          <w:rFonts w:ascii="PT Sans" w:hAnsi="PT Sans" w:cs="PT Sans" w:eastAsia="PT Sans"/>
          <w:sz w:val="64"/>
          <w:szCs w:val="64"/>
          <w:spacing w:val="0"/>
          <w:w w:val="100"/>
          <w:b/>
          <w:bCs/>
          <w:position w:val="2"/>
        </w:rPr>
        <w:t>Argumedo</w:t>
      </w:r>
      <w:r>
        <w:rPr>
          <w:rFonts w:ascii="PT Sans" w:hAnsi="PT Sans" w:cs="PT Sans" w:eastAsia="PT Sans"/>
          <w:sz w:val="64"/>
          <w:szCs w:val="64"/>
          <w:spacing w:val="18"/>
          <w:w w:val="100"/>
          <w:b/>
          <w:bCs/>
          <w:position w:val="2"/>
        </w:rPr>
        <w:t> </w:t>
      </w:r>
      <w:r>
        <w:rPr>
          <w:rFonts w:ascii="PT Sans" w:hAnsi="PT Sans" w:cs="PT Sans" w:eastAsia="PT Sans"/>
          <w:sz w:val="64"/>
          <w:szCs w:val="64"/>
          <w:spacing w:val="0"/>
          <w:w w:val="100"/>
          <w:b/>
          <w:bCs/>
          <w:position w:val="2"/>
        </w:rPr>
        <w:t>Uribe</w:t>
      </w:r>
      <w:r>
        <w:rPr>
          <w:rFonts w:ascii="PT Sans" w:hAnsi="PT Sans" w:cs="PT Sans" w:eastAsia="PT Sans"/>
          <w:sz w:val="64"/>
          <w:szCs w:val="64"/>
          <w:spacing w:val="0"/>
          <w:w w:val="100"/>
          <w:position w:val="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01" w:lineRule="exact"/>
        <w:ind w:left="160" w:right="-20"/>
        <w:jc w:val="left"/>
        <w:rPr>
          <w:rFonts w:ascii="PT Sans" w:hAnsi="PT Sans" w:cs="PT Sans" w:eastAsia="PT Sans"/>
          <w:sz w:val="24"/>
          <w:szCs w:val="24"/>
        </w:rPr>
      </w:pPr>
      <w:rPr/>
      <w:r>
        <w:rPr>
          <w:rFonts w:ascii="PT Sans" w:hAnsi="PT Sans" w:cs="PT Sans" w:eastAsia="PT Sans"/>
          <w:sz w:val="24"/>
          <w:szCs w:val="24"/>
          <w:color w:val="FCFCFC"/>
          <w:spacing w:val="0"/>
          <w:w w:val="100"/>
        </w:rPr>
        <w:t>Fron</w:t>
      </w:r>
      <w:r>
        <w:rPr>
          <w:rFonts w:ascii="PT Sans" w:hAnsi="PT Sans" w:cs="PT Sans" w:eastAsia="PT Sans"/>
          <w:sz w:val="24"/>
          <w:szCs w:val="24"/>
          <w:color w:val="FCFCFC"/>
          <w:spacing w:val="8"/>
          <w:w w:val="100"/>
        </w:rPr>
        <w:t>t</w:t>
      </w:r>
      <w:r>
        <w:rPr>
          <w:rFonts w:ascii="PT Sans" w:hAnsi="PT Sans" w:cs="PT Sans" w:eastAsia="PT Sans"/>
          <w:sz w:val="24"/>
          <w:szCs w:val="24"/>
          <w:color w:val="FCFCFC"/>
          <w:spacing w:val="4"/>
          <w:w w:val="100"/>
        </w:rPr>
        <w:t>-</w:t>
      </w:r>
      <w:r>
        <w:rPr>
          <w:rFonts w:ascii="PT Sans" w:hAnsi="PT Sans" w:cs="PT Sans" w:eastAsia="PT Sans"/>
          <w:sz w:val="24"/>
          <w:szCs w:val="24"/>
          <w:color w:val="FCFCFC"/>
          <w:spacing w:val="0"/>
          <w:w w:val="100"/>
        </w:rPr>
        <w:t>End</w:t>
      </w:r>
      <w:r>
        <w:rPr>
          <w:rFonts w:ascii="PT Sans" w:hAnsi="PT Sans" w:cs="PT Sans" w:eastAsia="PT Sans"/>
          <w:sz w:val="24"/>
          <w:szCs w:val="24"/>
          <w:color w:val="FCFCFC"/>
          <w:spacing w:val="0"/>
          <w:w w:val="100"/>
        </w:rPr>
        <w:t>,</w:t>
      </w:r>
      <w:r>
        <w:rPr>
          <w:rFonts w:ascii="PT Sans" w:hAnsi="PT Sans" w:cs="PT Sans" w:eastAsia="PT Sans"/>
          <w:sz w:val="24"/>
          <w:szCs w:val="24"/>
          <w:color w:val="FCFCFC"/>
          <w:spacing w:val="0"/>
          <w:w w:val="100"/>
        </w:rPr>
        <w:t> </w:t>
      </w:r>
      <w:r>
        <w:rPr>
          <w:rFonts w:ascii="PT Sans" w:hAnsi="PT Sans" w:cs="PT Sans" w:eastAsia="PT Sans"/>
          <w:sz w:val="24"/>
          <w:szCs w:val="24"/>
          <w:color w:val="FCFCFC"/>
          <w:spacing w:val="0"/>
          <w:w w:val="100"/>
        </w:rPr>
        <w:t>Back-End</w:t>
      </w:r>
      <w:r>
        <w:rPr>
          <w:rFonts w:ascii="PT Sans" w:hAnsi="PT Sans" w:cs="PT Sans" w:eastAsia="PT Sans"/>
          <w:sz w:val="24"/>
          <w:szCs w:val="24"/>
          <w:color w:val="FCFCFC"/>
          <w:spacing w:val="-3"/>
          <w:w w:val="100"/>
        </w:rPr>
        <w:t> </w:t>
      </w:r>
      <w:r>
        <w:rPr>
          <w:rFonts w:ascii="PT Sans" w:hAnsi="PT Sans" w:cs="PT Sans" w:eastAsia="PT Sans"/>
          <w:sz w:val="24"/>
          <w:szCs w:val="24"/>
          <w:color w:val="FCFCFC"/>
          <w:spacing w:val="0"/>
          <w:w w:val="100"/>
        </w:rPr>
        <w:t>WEB</w:t>
      </w:r>
      <w:r>
        <w:rPr>
          <w:rFonts w:ascii="PT Sans" w:hAnsi="PT Sans" w:cs="PT Sans" w:eastAsia="PT Sans"/>
          <w:sz w:val="24"/>
          <w:szCs w:val="24"/>
          <w:color w:val="FCFCFC"/>
          <w:spacing w:val="0"/>
          <w:w w:val="100"/>
        </w:rPr>
        <w:t> </w:t>
      </w:r>
      <w:r>
        <w:rPr>
          <w:rFonts w:ascii="PT Sans" w:hAnsi="PT Sans" w:cs="PT Sans" w:eastAsia="PT Sans"/>
          <w:sz w:val="24"/>
          <w:szCs w:val="24"/>
          <w:color w:val="FCFCFC"/>
          <w:spacing w:val="0"/>
          <w:w w:val="100"/>
        </w:rPr>
        <w:t>Developer</w:t>
      </w:r>
      <w:r>
        <w:rPr>
          <w:rFonts w:ascii="PT Sans" w:hAnsi="PT Sans" w:cs="PT Sans" w:eastAsia="PT Sans"/>
          <w:sz w:val="24"/>
          <w:szCs w:val="24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3" w:after="0" w:line="204" w:lineRule="exact"/>
        <w:ind w:left="295" w:right="-20"/>
        <w:jc w:val="left"/>
        <w:tabs>
          <w:tab w:pos="2700" w:val="left"/>
          <w:tab w:pos="4500" w:val="left"/>
        </w:tabs>
        <w:rPr>
          <w:rFonts w:ascii="PT Sans" w:hAnsi="PT Sans" w:cs="PT Sans" w:eastAsia="PT Sans"/>
          <w:sz w:val="16"/>
          <w:szCs w:val="16"/>
        </w:rPr>
      </w:pPr>
      <w:rPr/>
      <w:hyperlink r:id="rId5">
        <w:r>
          <w:rPr>
            <w:rFonts w:ascii="PT Sans" w:hAnsi="PT Sans" w:cs="PT Sans" w:eastAsia="PT Sans"/>
            <w:sz w:val="16"/>
            <w:szCs w:val="16"/>
            <w:spacing w:val="0"/>
            <w:w w:val="100"/>
          </w:rPr>
          <w:t>rogelio@argumedo.mx</w:t>
        </w:r>
        <w:r>
          <w:rPr>
            <w:rFonts w:ascii="PT Sans" w:hAnsi="PT Sans" w:cs="PT Sans" w:eastAsia="PT Sans"/>
            <w:sz w:val="16"/>
            <w:szCs w:val="16"/>
            <w:spacing w:val="5"/>
            <w:w w:val="100"/>
          </w:rPr>
          <w:t> </w:t>
        </w:r>
        <w:r>
          <w:rPr>
            <w:rFonts w:ascii="PT Sans" w:hAnsi="PT Sans" w:cs="PT Sans" w:eastAsia="PT Sans"/>
            <w:sz w:val="16"/>
            <w:szCs w:val="16"/>
            <w:spacing w:val="0"/>
            <w:w w:val="100"/>
          </w:rPr>
          <w:tab/>
        </w:r>
      </w:hyperlink>
      <w:r>
        <w:rPr>
          <w:rFonts w:ascii="PT Sans" w:hAnsi="PT Sans" w:cs="PT Sans" w:eastAsia="PT Sans"/>
          <w:sz w:val="16"/>
          <w:szCs w:val="16"/>
          <w:spacing w:val="0"/>
          <w:w w:val="100"/>
        </w:rPr>
        <w:t>+52(55)231</w:t>
      </w:r>
      <w:r>
        <w:rPr>
          <w:rFonts w:ascii="PT Sans" w:hAnsi="PT Sans" w:cs="PT Sans" w:eastAsia="PT Sans"/>
          <w:sz w:val="16"/>
          <w:szCs w:val="16"/>
          <w:spacing w:val="5"/>
          <w:w w:val="100"/>
        </w:rPr>
        <w:t>9</w:t>
      </w:r>
      <w:r>
        <w:rPr>
          <w:rFonts w:ascii="PT Sans" w:hAnsi="PT Sans" w:cs="PT Sans" w:eastAsia="PT Sans"/>
          <w:sz w:val="16"/>
          <w:szCs w:val="16"/>
          <w:spacing w:val="1"/>
          <w:w w:val="100"/>
        </w:rPr>
        <w:t>-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1590</w:t>
      </w:r>
      <w:r>
        <w:rPr>
          <w:rFonts w:ascii="PT Sans" w:hAnsi="PT Sans" w:cs="PT Sans" w:eastAsia="PT Sans"/>
          <w:sz w:val="16"/>
          <w:szCs w:val="16"/>
          <w:spacing w:val="-4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ab/>
      </w:r>
      <w:hyperlink r:id="rId6">
        <w:r>
          <w:rPr>
            <w:rFonts w:ascii="PT Sans" w:hAnsi="PT Sans" w:cs="PT Sans" w:eastAsia="PT Sans"/>
            <w:sz w:val="16"/>
            <w:szCs w:val="16"/>
            <w:spacing w:val="0"/>
            <w:w w:val="103"/>
          </w:rPr>
          <w:t>rogelio.argumedo.mx/curriculu</w:t>
        </w:r>
        <w:r>
          <w:rPr>
            <w:rFonts w:ascii="PT Sans" w:hAnsi="PT Sans" w:cs="PT Sans" w:eastAsia="PT Sans"/>
            <w:sz w:val="16"/>
            <w:szCs w:val="16"/>
            <w:spacing w:val="29"/>
            <w:w w:val="103"/>
          </w:rPr>
          <w:t> </w:t>
        </w:r>
      </w:hyperlink>
      <w:r>
        <w:rPr>
          <w:rFonts w:ascii="PT Sans" w:hAnsi="PT Sans" w:cs="PT Sans" w:eastAsia="PT Sans"/>
          <w:sz w:val="16"/>
          <w:szCs w:val="16"/>
          <w:spacing w:val="0"/>
          <w:w w:val="100"/>
        </w:rPr>
        <w:t>Cto.</w:t>
      </w:r>
      <w:r>
        <w:rPr>
          <w:rFonts w:ascii="PT Sans" w:hAnsi="PT Sans" w:cs="PT Sans" w:eastAsia="PT Sans"/>
          <w:sz w:val="16"/>
          <w:szCs w:val="16"/>
          <w:spacing w:val="21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Rio</w:t>
      </w:r>
      <w:r>
        <w:rPr>
          <w:rFonts w:ascii="PT Sans" w:hAnsi="PT Sans" w:cs="PT Sans" w:eastAsia="PT Sans"/>
          <w:sz w:val="16"/>
          <w:szCs w:val="16"/>
          <w:spacing w:val="18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Parral</w:t>
      </w:r>
      <w:r>
        <w:rPr>
          <w:rFonts w:ascii="PT Sans" w:hAnsi="PT Sans" w:cs="PT Sans" w:eastAsia="PT Sans"/>
          <w:sz w:val="16"/>
          <w:szCs w:val="16"/>
          <w:spacing w:val="18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#59</w:t>
      </w:r>
      <w:r>
        <w:rPr>
          <w:rFonts w:ascii="PT Sans" w:hAnsi="PT Sans" w:cs="PT Sans" w:eastAsia="PT Sans"/>
          <w:sz w:val="16"/>
          <w:szCs w:val="16"/>
          <w:spacing w:val="10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Col.</w:t>
      </w:r>
      <w:r>
        <w:rPr>
          <w:rFonts w:ascii="PT Sans" w:hAnsi="PT Sans" w:cs="PT Sans" w:eastAsia="PT Sans"/>
          <w:sz w:val="16"/>
          <w:szCs w:val="16"/>
          <w:spacing w:val="14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Paseos</w:t>
      </w:r>
      <w:r>
        <w:rPr>
          <w:rFonts w:ascii="PT Sans" w:hAnsi="PT Sans" w:cs="PT Sans" w:eastAsia="PT Sans"/>
          <w:sz w:val="16"/>
          <w:szCs w:val="16"/>
          <w:spacing w:val="26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de</w:t>
      </w:r>
      <w:r>
        <w:rPr>
          <w:rFonts w:ascii="PT Sans" w:hAnsi="PT Sans" w:cs="PT Sans" w:eastAsia="PT Sans"/>
          <w:sz w:val="16"/>
          <w:szCs w:val="16"/>
          <w:spacing w:val="15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Churubusco.</w:t>
      </w:r>
      <w:r>
        <w:rPr>
          <w:rFonts w:ascii="PT Sans" w:hAnsi="PT Sans" w:cs="PT Sans" w:eastAsia="PT Sans"/>
          <w:sz w:val="16"/>
          <w:szCs w:val="16"/>
          <w:spacing w:val="33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Iztapalap</w:t>
      </w:r>
      <w:r>
        <w:rPr>
          <w:rFonts w:ascii="PT Sans" w:hAnsi="PT Sans" w:cs="PT Sans" w:eastAsia="PT Sans"/>
          <w:sz w:val="16"/>
          <w:szCs w:val="16"/>
          <w:spacing w:val="3"/>
          <w:w w:val="100"/>
        </w:rPr>
        <w:t>a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,</w:t>
      </w:r>
      <w:r>
        <w:rPr>
          <w:rFonts w:ascii="PT Sans" w:hAnsi="PT Sans" w:cs="PT Sans" w:eastAsia="PT Sans"/>
          <w:sz w:val="16"/>
          <w:szCs w:val="16"/>
          <w:spacing w:val="37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3"/>
        </w:rPr>
        <w:t>México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</w:r>
    </w:p>
    <w:p>
      <w:pPr>
        <w:spacing w:before="0" w:after="0" w:line="162" w:lineRule="exact"/>
        <w:ind w:right="2336"/>
        <w:jc w:val="right"/>
        <w:rPr>
          <w:rFonts w:ascii="PT Sans" w:hAnsi="PT Sans" w:cs="PT Sans" w:eastAsia="PT Sans"/>
          <w:sz w:val="16"/>
          <w:szCs w:val="16"/>
        </w:rPr>
      </w:pPr>
      <w:rPr/>
      <w:r>
        <w:rPr>
          <w:rFonts w:ascii="PT Sans" w:hAnsi="PT Sans" w:cs="PT Sans" w:eastAsia="PT Sans"/>
          <w:sz w:val="16"/>
          <w:szCs w:val="16"/>
          <w:spacing w:val="0"/>
          <w:w w:val="103"/>
          <w:position w:val="1"/>
        </w:rPr>
        <w:t>D.F.</w:t>
      </w:r>
      <w:r>
        <w:rPr>
          <w:rFonts w:ascii="PT Sans" w:hAnsi="PT Sans" w:cs="PT Sans" w:eastAsia="PT Sans"/>
          <w:sz w:val="16"/>
          <w:szCs w:val="16"/>
          <w:spacing w:val="0"/>
          <w:w w:val="100"/>
          <w:position w:val="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41" w:lineRule="exact"/>
        <w:ind w:left="75" w:right="10275"/>
        <w:jc w:val="center"/>
        <w:rPr>
          <w:rFonts w:ascii="PT Sans" w:hAnsi="PT Sans" w:cs="PT Sans" w:eastAsia="PT Sans"/>
          <w:sz w:val="27"/>
          <w:szCs w:val="27"/>
        </w:rPr>
      </w:pPr>
      <w:rPr/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  <w:position w:val="1"/>
        </w:rPr>
        <w:t>RESUMEN</w:t>
      </w:r>
      <w:r>
        <w:rPr>
          <w:rFonts w:ascii="PT Sans" w:hAnsi="PT Sans" w:cs="PT Sans" w:eastAsia="PT Sans"/>
          <w:sz w:val="27"/>
          <w:szCs w:val="27"/>
          <w:spacing w:val="0"/>
          <w:w w:val="100"/>
          <w:position w:val="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77" w:lineRule="auto"/>
        <w:ind w:left="310" w:right="343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Profesional</w:t>
      </w:r>
      <w:r>
        <w:rPr>
          <w:rFonts w:ascii="PT Sans" w:hAnsi="PT Sans" w:cs="PT Sans" w:eastAsia="PT Sans"/>
          <w:sz w:val="21"/>
          <w:szCs w:val="21"/>
          <w:spacing w:val="11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con</w:t>
      </w:r>
      <w:r>
        <w:rPr>
          <w:rFonts w:ascii="PT Sans" w:hAnsi="PT Sans" w:cs="PT Sans" w:eastAsia="PT Sans"/>
          <w:sz w:val="21"/>
          <w:szCs w:val="21"/>
          <w:spacing w:val="12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más</w:t>
      </w:r>
      <w:r>
        <w:rPr>
          <w:rFonts w:ascii="PT Sans" w:hAnsi="PT Sans" w:cs="PT Sans" w:eastAsia="PT Sans"/>
          <w:sz w:val="21"/>
          <w:szCs w:val="21"/>
          <w:spacing w:val="1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13</w:t>
      </w:r>
      <w:r>
        <w:rPr>
          <w:rFonts w:ascii="PT Sans" w:hAnsi="PT Sans" w:cs="PT Sans" w:eastAsia="PT Sans"/>
          <w:sz w:val="21"/>
          <w:szCs w:val="21"/>
          <w:spacing w:val="15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años</w:t>
      </w:r>
      <w:r>
        <w:rPr>
          <w:rFonts w:ascii="PT Sans" w:hAnsi="PT Sans" w:cs="PT Sans" w:eastAsia="PT Sans"/>
          <w:sz w:val="21"/>
          <w:szCs w:val="21"/>
          <w:spacing w:val="4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experiencia</w:t>
      </w:r>
      <w:r>
        <w:rPr>
          <w:rFonts w:ascii="PT Sans" w:hAnsi="PT Sans" w:cs="PT Sans" w:eastAsia="PT Sans"/>
          <w:sz w:val="21"/>
          <w:szCs w:val="21"/>
          <w:spacing w:val="14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en</w:t>
      </w:r>
      <w:r>
        <w:rPr>
          <w:rFonts w:ascii="PT Sans" w:hAnsi="PT Sans" w:cs="PT Sans" w:eastAsia="PT Sans"/>
          <w:sz w:val="21"/>
          <w:szCs w:val="21"/>
          <w:spacing w:val="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el</w:t>
      </w:r>
      <w:r>
        <w:rPr>
          <w:rFonts w:ascii="PT Sans" w:hAnsi="PT Sans" w:cs="PT Sans" w:eastAsia="PT Sans"/>
          <w:sz w:val="21"/>
          <w:szCs w:val="21"/>
          <w:spacing w:val="1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diseño,</w:t>
      </w:r>
      <w:r>
        <w:rPr>
          <w:rFonts w:ascii="PT Sans" w:hAnsi="PT Sans" w:cs="PT Sans" w:eastAsia="PT Sans"/>
          <w:sz w:val="21"/>
          <w:szCs w:val="21"/>
          <w:spacing w:val="1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desarrollo</w:t>
      </w:r>
      <w:r>
        <w:rPr>
          <w:rFonts w:ascii="PT Sans" w:hAnsi="PT Sans" w:cs="PT Sans" w:eastAsia="PT Sans"/>
          <w:sz w:val="21"/>
          <w:szCs w:val="21"/>
          <w:spacing w:val="1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</w:t>
      </w:r>
      <w:r>
        <w:rPr>
          <w:rFonts w:ascii="PT Sans" w:hAnsi="PT Sans" w:cs="PT Sans" w:eastAsia="PT Sans"/>
          <w:sz w:val="21"/>
          <w:szCs w:val="21"/>
          <w:spacing w:val="1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implementación</w:t>
      </w:r>
      <w:r>
        <w:rPr>
          <w:rFonts w:ascii="PT Sans" w:hAnsi="PT Sans" w:cs="PT Sans" w:eastAsia="PT Sans"/>
          <w:sz w:val="21"/>
          <w:szCs w:val="21"/>
          <w:spacing w:val="5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sistemas</w:t>
      </w:r>
      <w:r>
        <w:rPr>
          <w:rFonts w:ascii="PT Sans" w:hAnsi="PT Sans" w:cs="PT Sans" w:eastAsia="PT Sans"/>
          <w:sz w:val="21"/>
          <w:szCs w:val="21"/>
          <w:spacing w:val="10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basados</w:t>
      </w:r>
      <w:r>
        <w:rPr>
          <w:rFonts w:ascii="PT Sans" w:hAnsi="PT Sans" w:cs="PT Sans" w:eastAsia="PT Sans"/>
          <w:sz w:val="21"/>
          <w:szCs w:val="21"/>
          <w:spacing w:val="15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en</w:t>
      </w:r>
      <w:r>
        <w:rPr>
          <w:rFonts w:ascii="PT Sans" w:hAnsi="PT Sans" w:cs="PT Sans" w:eastAsia="PT Sans"/>
          <w:sz w:val="21"/>
          <w:szCs w:val="21"/>
          <w:spacing w:val="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web,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optimización</w:t>
      </w:r>
      <w:r>
        <w:rPr>
          <w:rFonts w:ascii="PT Sans" w:hAnsi="PT Sans" w:cs="PT Sans" w:eastAsia="PT Sans"/>
          <w:sz w:val="21"/>
          <w:szCs w:val="21"/>
          <w:spacing w:val="1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y</w:t>
      </w:r>
      <w:r>
        <w:rPr>
          <w:rFonts w:ascii="PT Sans" w:hAnsi="PT Sans" w:cs="PT Sans" w:eastAsia="PT Sans"/>
          <w:sz w:val="21"/>
          <w:szCs w:val="21"/>
          <w:spacing w:val="11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aplicación</w:t>
      </w:r>
      <w:r>
        <w:rPr>
          <w:rFonts w:ascii="PT Sans" w:hAnsi="PT Sans" w:cs="PT Sans" w:eastAsia="PT Sans"/>
          <w:sz w:val="21"/>
          <w:szCs w:val="21"/>
          <w:spacing w:val="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estándares</w:t>
      </w:r>
      <w:r>
        <w:rPr>
          <w:rFonts w:ascii="PT Sans" w:hAnsi="PT Sans" w:cs="PT Sans" w:eastAsia="PT Sans"/>
          <w:sz w:val="21"/>
          <w:szCs w:val="21"/>
          <w:spacing w:val="10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en</w:t>
      </w:r>
      <w:r>
        <w:rPr>
          <w:rFonts w:ascii="PT Sans" w:hAnsi="PT Sans" w:cs="PT Sans" w:eastAsia="PT Sans"/>
          <w:sz w:val="21"/>
          <w:szCs w:val="21"/>
          <w:spacing w:val="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accesibilidad,</w:t>
      </w:r>
      <w:r>
        <w:rPr>
          <w:rFonts w:ascii="PT Sans" w:hAnsi="PT Sans" w:cs="PT Sans" w:eastAsia="PT Sans"/>
          <w:sz w:val="21"/>
          <w:szCs w:val="21"/>
          <w:spacing w:val="1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usabilidad.</w:t>
      </w:r>
      <w:r>
        <w:rPr>
          <w:rFonts w:ascii="PT Sans" w:hAnsi="PT Sans" w:cs="PT Sans" w:eastAsia="PT Sans"/>
          <w:sz w:val="21"/>
          <w:szCs w:val="21"/>
          <w:spacing w:val="11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y</w:t>
      </w:r>
      <w:r>
        <w:rPr>
          <w:rFonts w:ascii="PT Sans" w:hAnsi="PT Sans" w:cs="PT Sans" w:eastAsia="PT Sans"/>
          <w:sz w:val="21"/>
          <w:szCs w:val="21"/>
          <w:spacing w:val="11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análisis</w:t>
      </w:r>
      <w:r>
        <w:rPr>
          <w:rFonts w:ascii="PT Sans" w:hAnsi="PT Sans" w:cs="PT Sans" w:eastAsia="PT Sans"/>
          <w:sz w:val="21"/>
          <w:szCs w:val="21"/>
          <w:spacing w:val="5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riesgos</w:t>
      </w:r>
      <w:r>
        <w:rPr>
          <w:rFonts w:ascii="PT Sans" w:hAnsi="PT Sans" w:cs="PT Sans" w:eastAsia="PT Sans"/>
          <w:sz w:val="21"/>
          <w:szCs w:val="21"/>
          <w:spacing w:val="12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para</w:t>
      </w:r>
      <w:r>
        <w:rPr>
          <w:rFonts w:ascii="PT Sans" w:hAnsi="PT Sans" w:cs="PT Sans" w:eastAsia="PT Sans"/>
          <w:sz w:val="21"/>
          <w:szCs w:val="21"/>
          <w:spacing w:val="1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la</w:t>
      </w:r>
      <w:r>
        <w:rPr>
          <w:rFonts w:ascii="PT Sans" w:hAnsi="PT Sans" w:cs="PT Sans" w:eastAsia="PT Sans"/>
          <w:sz w:val="21"/>
          <w:szCs w:val="21"/>
          <w:spacing w:val="1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implementación</w:t>
      </w:r>
      <w:r>
        <w:rPr>
          <w:rFonts w:ascii="PT Sans" w:hAnsi="PT Sans" w:cs="PT Sans" w:eastAsia="PT Sans"/>
          <w:sz w:val="21"/>
          <w:szCs w:val="21"/>
          <w:spacing w:val="5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medidas</w:t>
      </w:r>
      <w:r>
        <w:rPr>
          <w:rFonts w:ascii="PT Sans" w:hAnsi="PT Sans" w:cs="PT Sans" w:eastAsia="PT Sans"/>
          <w:sz w:val="21"/>
          <w:szCs w:val="21"/>
          <w:spacing w:val="1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seguridad.</w:t>
      </w:r>
    </w:p>
    <w:p>
      <w:pPr>
        <w:spacing w:before="4" w:after="0" w:line="277" w:lineRule="auto"/>
        <w:ind w:left="310" w:right="882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Entre</w:t>
      </w:r>
      <w:r>
        <w:rPr>
          <w:rFonts w:ascii="PT Sans" w:hAnsi="PT Sans" w:cs="PT Sans" w:eastAsia="PT Sans"/>
          <w:sz w:val="21"/>
          <w:szCs w:val="21"/>
          <w:spacing w:val="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la</w:t>
      </w:r>
      <w:r>
        <w:rPr>
          <w:rFonts w:ascii="PT Sans" w:hAnsi="PT Sans" w:cs="PT Sans" w:eastAsia="PT Sans"/>
          <w:sz w:val="21"/>
          <w:szCs w:val="21"/>
          <w:spacing w:val="1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principales</w:t>
      </w:r>
      <w:r>
        <w:rPr>
          <w:rFonts w:ascii="PT Sans" w:hAnsi="PT Sans" w:cs="PT Sans" w:eastAsia="PT Sans"/>
          <w:sz w:val="21"/>
          <w:szCs w:val="21"/>
          <w:spacing w:val="13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habilidades</w:t>
      </w:r>
      <w:r>
        <w:rPr>
          <w:rFonts w:ascii="PT Sans" w:hAnsi="PT Sans" w:cs="PT Sans" w:eastAsia="PT Sans"/>
          <w:sz w:val="21"/>
          <w:szCs w:val="21"/>
          <w:spacing w:val="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figuran:</w:t>
      </w:r>
      <w:r>
        <w:rPr>
          <w:rFonts w:ascii="PT Sans" w:hAnsi="PT Sans" w:cs="PT Sans" w:eastAsia="PT Sans"/>
          <w:sz w:val="21"/>
          <w:szCs w:val="21"/>
          <w:spacing w:val="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alta</w:t>
      </w:r>
      <w:r>
        <w:rPr>
          <w:rFonts w:ascii="PT Sans" w:hAnsi="PT Sans" w:cs="PT Sans" w:eastAsia="PT Sans"/>
          <w:sz w:val="21"/>
          <w:szCs w:val="21"/>
          <w:spacing w:val="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capacidad</w:t>
      </w:r>
      <w:r>
        <w:rPr>
          <w:rFonts w:ascii="PT Sans" w:hAnsi="PT Sans" w:cs="PT Sans" w:eastAsia="PT Sans"/>
          <w:sz w:val="21"/>
          <w:szCs w:val="21"/>
          <w:spacing w:val="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análisis,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trabajo</w:t>
      </w:r>
      <w:r>
        <w:rPr>
          <w:rFonts w:ascii="PT Sans" w:hAnsi="PT Sans" w:cs="PT Sans" w:eastAsia="PT Sans"/>
          <w:sz w:val="21"/>
          <w:szCs w:val="21"/>
          <w:spacing w:val="1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por</w:t>
      </w:r>
      <w:r>
        <w:rPr>
          <w:rFonts w:ascii="PT Sans" w:hAnsi="PT Sans" w:cs="PT Sans" w:eastAsia="PT Sans"/>
          <w:sz w:val="21"/>
          <w:szCs w:val="21"/>
          <w:spacing w:val="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objetivos,</w:t>
      </w:r>
      <w:r>
        <w:rPr>
          <w:rFonts w:ascii="PT Sans" w:hAnsi="PT Sans" w:cs="PT Sans" w:eastAsia="PT Sans"/>
          <w:sz w:val="21"/>
          <w:szCs w:val="21"/>
          <w:spacing w:val="15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facilidad</w:t>
      </w:r>
      <w:r>
        <w:rPr>
          <w:rFonts w:ascii="PT Sans" w:hAnsi="PT Sans" w:cs="PT Sans" w:eastAsia="PT Sans"/>
          <w:sz w:val="21"/>
          <w:szCs w:val="21"/>
          <w:spacing w:val="14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negociación,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búsqueda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la</w:t>
      </w:r>
      <w:r>
        <w:rPr>
          <w:rFonts w:ascii="PT Sans" w:hAnsi="PT Sans" w:cs="PT Sans" w:eastAsia="PT Sans"/>
          <w:sz w:val="21"/>
          <w:szCs w:val="21"/>
          <w:spacing w:val="1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excelencia</w:t>
      </w:r>
      <w:r>
        <w:rPr>
          <w:rFonts w:ascii="PT Sans" w:hAnsi="PT Sans" w:cs="PT Sans" w:eastAsia="PT Sans"/>
          <w:sz w:val="21"/>
          <w:szCs w:val="21"/>
          <w:spacing w:val="10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y</w:t>
      </w:r>
      <w:r>
        <w:rPr>
          <w:rFonts w:ascii="PT Sans" w:hAnsi="PT Sans" w:cs="PT Sans" w:eastAsia="PT Sans"/>
          <w:sz w:val="21"/>
          <w:szCs w:val="21"/>
          <w:spacing w:val="11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actitud</w:t>
      </w:r>
      <w:r>
        <w:rPr>
          <w:rFonts w:ascii="PT Sans" w:hAnsi="PT Sans" w:cs="PT Sans" w:eastAsia="PT Sans"/>
          <w:sz w:val="21"/>
          <w:szCs w:val="21"/>
          <w:spacing w:val="10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servicio.</w:t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-20"/>
        <w:jc w:val="left"/>
        <w:rPr>
          <w:rFonts w:ascii="PT Sans" w:hAnsi="PT Sans" w:cs="PT Sans" w:eastAsia="PT Sans"/>
          <w:sz w:val="27"/>
          <w:szCs w:val="27"/>
        </w:rPr>
      </w:pPr>
      <w:rPr/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</w:rPr>
        <w:t>SKILLS</w:t>
      </w:r>
      <w:r>
        <w:rPr>
          <w:rFonts w:ascii="PT Sans" w:hAnsi="PT Sans" w:cs="PT Sans" w:eastAsia="PT Sans"/>
          <w:sz w:val="27"/>
          <w:szCs w:val="27"/>
          <w:spacing w:val="0"/>
          <w:w w:val="100"/>
        </w:rPr>
      </w:r>
    </w:p>
    <w:p>
      <w:pPr>
        <w:spacing w:before="86" w:after="0" w:line="240" w:lineRule="auto"/>
        <w:ind w:left="265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</w:rPr>
        <w:t>Bac</w:t>
      </w:r>
      <w:r>
        <w:rPr>
          <w:rFonts w:ascii="PT Sans" w:hAnsi="PT Sans" w:cs="PT Sans" w:eastAsia="PT Sans"/>
          <w:sz w:val="21"/>
          <w:szCs w:val="21"/>
          <w:spacing w:val="13"/>
        </w:rPr>
        <w:t>k</w:t>
      </w:r>
      <w:r>
        <w:rPr>
          <w:rFonts w:ascii="PT Sans" w:hAnsi="PT Sans" w:cs="PT Sans" w:eastAsia="PT Sans"/>
          <w:sz w:val="21"/>
          <w:szCs w:val="21"/>
          <w:spacing w:val="0"/>
        </w:rPr>
        <w:t>-</w:t>
      </w:r>
      <w:r>
        <w:rPr>
          <w:rFonts w:ascii="PT Sans" w:hAnsi="PT Sans" w:cs="PT Sans" w:eastAsia="PT Sans"/>
          <w:sz w:val="21"/>
          <w:szCs w:val="21"/>
          <w:spacing w:val="-42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end: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355" w:right="-20"/>
        <w:jc w:val="left"/>
        <w:tabs>
          <w:tab w:pos="960" w:val="left"/>
          <w:tab w:pos="1460" w:val="left"/>
          <w:tab w:pos="2020" w:val="left"/>
          <w:tab w:pos="3180" w:val="left"/>
          <w:tab w:pos="4180" w:val="left"/>
          <w:tab w:pos="4960" w:val="left"/>
        </w:tabs>
        <w:rPr>
          <w:rFonts w:ascii="PT Sans" w:hAnsi="PT Sans" w:cs="PT Sans" w:eastAsia="PT Sans"/>
          <w:sz w:val="18"/>
          <w:szCs w:val="18"/>
        </w:rPr>
      </w:pPr>
      <w:rPr/>
      <w:r>
        <w:rPr>
          <w:rFonts w:ascii="PT Sans" w:hAnsi="PT Sans" w:cs="PT Sans" w:eastAsia="PT Sans"/>
          <w:sz w:val="18"/>
          <w:szCs w:val="18"/>
          <w:spacing w:val="0"/>
          <w:w w:val="100"/>
        </w:rPr>
        <w:t>JAVA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JSP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PHP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Objectiv</w:t>
      </w:r>
      <w:r>
        <w:rPr>
          <w:rFonts w:ascii="PT Sans" w:hAnsi="PT Sans" w:cs="PT Sans" w:eastAsia="PT Sans"/>
          <w:sz w:val="18"/>
          <w:szCs w:val="18"/>
          <w:spacing w:val="6"/>
          <w:w w:val="100"/>
        </w:rPr>
        <w:t>e</w:t>
      </w:r>
      <w:r>
        <w:rPr>
          <w:rFonts w:ascii="PT Sans" w:hAnsi="PT Sans" w:cs="PT Sans" w:eastAsia="PT Sans"/>
          <w:sz w:val="18"/>
          <w:szCs w:val="18"/>
          <w:spacing w:val="10"/>
          <w:w w:val="100"/>
        </w:rPr>
        <w:t>-</w:t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C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JavaScript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MySQL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Oracle</w:t>
      </w:r>
      <w:r>
        <w:rPr>
          <w:rFonts w:ascii="PT Sans" w:hAnsi="PT Sans" w:cs="PT Sans" w:eastAsia="PT Sans"/>
          <w:sz w:val="18"/>
          <w:szCs w:val="18"/>
          <w:spacing w:val="8"/>
          <w:w w:val="100"/>
        </w:rPr>
        <w:t> </w:t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DB11</w:t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65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</w:rPr>
        <w:t>Fron</w:t>
      </w:r>
      <w:r>
        <w:rPr>
          <w:rFonts w:ascii="PT Sans" w:hAnsi="PT Sans" w:cs="PT Sans" w:eastAsia="PT Sans"/>
          <w:sz w:val="21"/>
          <w:szCs w:val="21"/>
          <w:spacing w:val="1"/>
        </w:rPr>
        <w:t>t</w:t>
      </w:r>
      <w:r>
        <w:rPr>
          <w:rFonts w:ascii="PT Sans" w:hAnsi="PT Sans" w:cs="PT Sans" w:eastAsia="PT Sans"/>
          <w:sz w:val="21"/>
          <w:szCs w:val="21"/>
          <w:spacing w:val="0"/>
        </w:rPr>
        <w:t>-</w:t>
      </w:r>
      <w:r>
        <w:rPr>
          <w:rFonts w:ascii="PT Sans" w:hAnsi="PT Sans" w:cs="PT Sans" w:eastAsia="PT Sans"/>
          <w:sz w:val="21"/>
          <w:szCs w:val="21"/>
          <w:spacing w:val="-42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End: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355" w:right="-20"/>
        <w:jc w:val="left"/>
        <w:tabs>
          <w:tab w:pos="1140" w:val="left"/>
          <w:tab w:pos="1780" w:val="left"/>
          <w:tab w:pos="2540" w:val="left"/>
          <w:tab w:pos="3500" w:val="left"/>
          <w:tab w:pos="4300" w:val="left"/>
        </w:tabs>
        <w:rPr>
          <w:rFonts w:ascii="PT Sans" w:hAnsi="PT Sans" w:cs="PT Sans" w:eastAsia="PT Sans"/>
          <w:sz w:val="18"/>
          <w:szCs w:val="18"/>
        </w:rPr>
      </w:pPr>
      <w:rPr/>
      <w:r>
        <w:rPr>
          <w:rFonts w:ascii="PT Sans" w:hAnsi="PT Sans" w:cs="PT Sans" w:eastAsia="PT Sans"/>
          <w:sz w:val="18"/>
          <w:szCs w:val="18"/>
          <w:spacing w:val="0"/>
          <w:w w:val="100"/>
        </w:rPr>
        <w:t>HTML5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CSS3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jQuery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Mootools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three.js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Accesibilidad</w:t>
      </w:r>
      <w:r>
        <w:rPr>
          <w:rFonts w:ascii="PT Sans" w:hAnsi="PT Sans" w:cs="PT Sans" w:eastAsia="PT Sans"/>
          <w:sz w:val="18"/>
          <w:szCs w:val="18"/>
          <w:spacing w:val="5"/>
          <w:w w:val="100"/>
        </w:rPr>
        <w:t> </w:t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Web</w:t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65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Software: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26" w:lineRule="exact"/>
        <w:ind w:left="355" w:right="-20"/>
        <w:jc w:val="left"/>
        <w:tabs>
          <w:tab w:pos="1320" w:val="left"/>
          <w:tab w:pos="2120" w:val="left"/>
          <w:tab w:pos="3180" w:val="left"/>
          <w:tab w:pos="4180" w:val="left"/>
          <w:tab w:pos="5140" w:val="left"/>
          <w:tab w:pos="5860" w:val="left"/>
          <w:tab w:pos="6920" w:val="left"/>
          <w:tab w:pos="7680" w:val="left"/>
          <w:tab w:pos="8360" w:val="left"/>
          <w:tab w:pos="9180" w:val="left"/>
        </w:tabs>
        <w:rPr>
          <w:rFonts w:ascii="PT Sans" w:hAnsi="PT Sans" w:cs="PT Sans" w:eastAsia="PT Sans"/>
          <w:sz w:val="18"/>
          <w:szCs w:val="18"/>
        </w:rPr>
      </w:pPr>
      <w:rPr/>
      <w:r>
        <w:rPr>
          <w:rFonts w:ascii="PT Sans" w:hAnsi="PT Sans" w:cs="PT Sans" w:eastAsia="PT Sans"/>
          <w:sz w:val="18"/>
          <w:szCs w:val="18"/>
          <w:spacing w:val="0"/>
          <w:w w:val="100"/>
        </w:rPr>
        <w:t>Netbeans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Eclipse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Photoshop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Illustrator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OpenProj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Xcode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Wordpress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Drupal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Linux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Mac</w:t>
      </w:r>
      <w:r>
        <w:rPr>
          <w:rFonts w:ascii="PT Sans" w:hAnsi="PT Sans" w:cs="PT Sans" w:eastAsia="PT Sans"/>
          <w:sz w:val="18"/>
          <w:szCs w:val="18"/>
          <w:spacing w:val="-1"/>
          <w:w w:val="100"/>
        </w:rPr>
        <w:t> </w:t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OS</w:t>
        <w:tab/>
      </w:r>
      <w:r>
        <w:rPr>
          <w:rFonts w:ascii="PT Sans" w:hAnsi="PT Sans" w:cs="PT Sans" w:eastAsia="PT Sans"/>
          <w:sz w:val="18"/>
          <w:szCs w:val="18"/>
          <w:spacing w:val="0"/>
          <w:w w:val="100"/>
        </w:rPr>
        <w:t>Windows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30" w:lineRule="exact"/>
        <w:ind w:left="115" w:right="-20"/>
        <w:jc w:val="left"/>
        <w:rPr>
          <w:rFonts w:ascii="PT Sans" w:hAnsi="PT Sans" w:cs="PT Sans" w:eastAsia="PT Sans"/>
          <w:sz w:val="27"/>
          <w:szCs w:val="27"/>
        </w:rPr>
      </w:pPr>
      <w:rPr/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</w:rPr>
        <w:t>EXPERIENCIA</w:t>
      </w:r>
      <w:r>
        <w:rPr>
          <w:rFonts w:ascii="PT Sans" w:hAnsi="PT Sans" w:cs="PT Sans" w:eastAsia="PT Sans"/>
          <w:sz w:val="27"/>
          <w:szCs w:val="27"/>
          <w:spacing w:val="11"/>
          <w:w w:val="100"/>
          <w:b/>
          <w:bCs/>
        </w:rPr>
        <w:t> </w:t>
      </w:r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</w:rPr>
        <w:t>PROFESIONAL</w:t>
      </w:r>
      <w:r>
        <w:rPr>
          <w:rFonts w:ascii="PT Sans" w:hAnsi="PT Sans" w:cs="PT Sans" w:eastAsia="PT Sans"/>
          <w:sz w:val="27"/>
          <w:szCs w:val="27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40" w:h="15840"/>
          <w:pgMar w:top="680" w:bottom="280" w:left="340" w:right="300"/>
        </w:sectPr>
      </w:pPr>
      <w:rPr/>
    </w:p>
    <w:p>
      <w:pPr>
        <w:spacing w:before="62" w:after="0" w:line="240" w:lineRule="auto"/>
        <w:ind w:left="278" w:right="-24"/>
        <w:jc w:val="center"/>
        <w:rPr>
          <w:rFonts w:ascii="PT Sans" w:hAnsi="PT Sans" w:cs="PT Sans" w:eastAsia="PT Sans"/>
          <w:sz w:val="16"/>
          <w:szCs w:val="16"/>
        </w:rPr>
      </w:pPr>
      <w:rPr/>
      <w:r>
        <w:rPr>
          <w:rFonts w:ascii="PT Sans" w:hAnsi="PT Sans" w:cs="PT Sans" w:eastAsia="PT Sans"/>
          <w:sz w:val="16"/>
          <w:szCs w:val="16"/>
          <w:spacing w:val="0"/>
          <w:w w:val="100"/>
        </w:rPr>
        <w:t>Junio</w:t>
      </w:r>
      <w:r>
        <w:rPr>
          <w:rFonts w:ascii="PT Sans" w:hAnsi="PT Sans" w:cs="PT Sans" w:eastAsia="PT Sans"/>
          <w:sz w:val="16"/>
          <w:szCs w:val="16"/>
          <w:spacing w:val="12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3"/>
        </w:rPr>
        <w:t>2014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</w:r>
    </w:p>
    <w:p>
      <w:pPr>
        <w:spacing w:before="93" w:after="0" w:line="204" w:lineRule="exact"/>
        <w:ind w:left="263" w:right="-52"/>
        <w:jc w:val="center"/>
        <w:rPr>
          <w:rFonts w:ascii="PT Sans" w:hAnsi="PT Sans" w:cs="PT Sans" w:eastAsia="PT Sans"/>
          <w:sz w:val="16"/>
          <w:szCs w:val="16"/>
        </w:rPr>
      </w:pPr>
      <w:rPr/>
      <w:r>
        <w:rPr>
          <w:rFonts w:ascii="PT Sans" w:hAnsi="PT Sans" w:cs="PT Sans" w:eastAsia="PT Sans"/>
          <w:sz w:val="16"/>
          <w:szCs w:val="16"/>
          <w:spacing w:val="0"/>
          <w:w w:val="103"/>
        </w:rPr>
        <w:t>Septiembre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</w:r>
    </w:p>
    <w:p>
      <w:pPr>
        <w:spacing w:before="0" w:after="0" w:line="168" w:lineRule="exact"/>
        <w:ind w:left="488" w:right="171"/>
        <w:jc w:val="center"/>
        <w:rPr>
          <w:rFonts w:ascii="PT Sans" w:hAnsi="PT Sans" w:cs="PT Sans" w:eastAsia="PT Sans"/>
          <w:sz w:val="16"/>
          <w:szCs w:val="16"/>
        </w:rPr>
      </w:pPr>
      <w:rPr/>
      <w:r>
        <w:rPr>
          <w:rFonts w:ascii="PT Sans" w:hAnsi="PT Sans" w:cs="PT Sans" w:eastAsia="PT Sans"/>
          <w:sz w:val="16"/>
          <w:szCs w:val="16"/>
          <w:spacing w:val="0"/>
          <w:w w:val="103"/>
          <w:position w:val="1"/>
        </w:rPr>
        <w:t>2013</w:t>
      </w:r>
      <w:r>
        <w:rPr>
          <w:rFonts w:ascii="PT Sans" w:hAnsi="PT Sans" w:cs="PT Sans" w:eastAsia="PT Sans"/>
          <w:sz w:val="16"/>
          <w:szCs w:val="16"/>
          <w:spacing w:val="0"/>
          <w:w w:val="100"/>
          <w:position w:val="0"/>
        </w:rPr>
      </w:r>
    </w:p>
    <w:p>
      <w:pPr>
        <w:spacing w:before="0" w:after="0" w:line="240" w:lineRule="auto"/>
        <w:ind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/>
        <w:br w:type="column"/>
      </w:r>
      <w:hyperlink r:id="rId7"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Fore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13"/>
            <w:w w:val="100"/>
            <w:b/>
            <w:bCs/>
            <w:i/>
          </w:rPr>
          <w:t> 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Web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11"/>
            <w:w w:val="100"/>
            <w:b/>
            <w:bCs/>
            <w:i/>
          </w:rPr>
          <w:t> 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Consulting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23"/>
            <w:w w:val="100"/>
            <w:b/>
            <w:bCs/>
            <w:i/>
          </w:rPr>
          <w:t> </w:t>
        </w:r>
      </w:hyperlink>
      <w:r>
        <w:rPr>
          <w:rFonts w:ascii="PT Sans" w:hAnsi="PT Sans" w:cs="PT Sans" w:eastAsia="PT Sans"/>
          <w:sz w:val="21"/>
          <w:szCs w:val="21"/>
          <w:color w:val="787878"/>
          <w:spacing w:val="0"/>
          <w:w w:val="100"/>
          <w:i/>
        </w:rPr>
        <w:t>México</w:t>
      </w:r>
      <w:r>
        <w:rPr>
          <w:rFonts w:ascii="PT Sans" w:hAnsi="PT Sans" w:cs="PT Sans" w:eastAsia="PT Sans"/>
          <w:sz w:val="21"/>
          <w:szCs w:val="21"/>
          <w:color w:val="787878"/>
          <w:spacing w:val="15"/>
          <w:w w:val="100"/>
          <w:i/>
        </w:rPr>
        <w:t> </w:t>
      </w:r>
      <w:r>
        <w:rPr>
          <w:rFonts w:ascii="PT Sans" w:hAnsi="PT Sans" w:cs="PT Sans" w:eastAsia="PT Sans"/>
          <w:sz w:val="21"/>
          <w:szCs w:val="21"/>
          <w:color w:val="787878"/>
          <w:spacing w:val="0"/>
          <w:w w:val="100"/>
          <w:i/>
        </w:rPr>
        <w:t>D.F.</w:t>
      </w:r>
      <w:r>
        <w:rPr>
          <w:rFonts w:ascii="PT Sans" w:hAnsi="PT Sans" w:cs="PT Sans" w:eastAsia="PT Sans"/>
          <w:sz w:val="21"/>
          <w:szCs w:val="21"/>
          <w:color w:val="000000"/>
          <w:spacing w:val="0"/>
          <w:w w:val="100"/>
        </w:rPr>
      </w:r>
    </w:p>
    <w:p>
      <w:pPr>
        <w:spacing w:before="97" w:after="0" w:line="240" w:lineRule="auto"/>
        <w:ind w:left="45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Puesto</w:t>
      </w:r>
      <w:r>
        <w:rPr>
          <w:rFonts w:ascii="PT Sans" w:hAnsi="PT Sans" w:cs="PT Sans" w:eastAsia="PT Sans"/>
          <w:sz w:val="19"/>
          <w:szCs w:val="19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desempeñado.</w:t>
      </w:r>
      <w:r>
        <w:rPr>
          <w:rFonts w:ascii="PT Sans" w:hAnsi="PT Sans" w:cs="PT Sans" w:eastAsia="PT Sans"/>
          <w:sz w:val="19"/>
          <w:szCs w:val="19"/>
          <w:spacing w:val="3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Encargado</w:t>
      </w:r>
      <w:r>
        <w:rPr>
          <w:rFonts w:ascii="PT Sans" w:hAnsi="PT Sans" w:cs="PT Sans" w:eastAsia="PT Sans"/>
          <w:sz w:val="19"/>
          <w:szCs w:val="19"/>
          <w:spacing w:val="2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del</w:t>
      </w:r>
      <w:r>
        <w:rPr>
          <w:rFonts w:ascii="PT Sans" w:hAnsi="PT Sans" w:cs="PT Sans" w:eastAsia="PT Sans"/>
          <w:sz w:val="19"/>
          <w:szCs w:val="19"/>
          <w:spacing w:val="8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Área</w:t>
      </w:r>
      <w:r>
        <w:rPr>
          <w:rFonts w:ascii="PT Sans" w:hAnsi="PT Sans" w:cs="PT Sans" w:eastAsia="PT Sans"/>
          <w:sz w:val="19"/>
          <w:szCs w:val="19"/>
          <w:spacing w:val="15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desarrollo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5" w:lineRule="auto"/>
        <w:ind w:right="180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Consultor</w:t>
      </w:r>
      <w:r>
        <w:rPr>
          <w:rFonts w:ascii="PT Sans" w:hAnsi="PT Sans" w:cs="PT Sans" w:eastAsia="PT Sans"/>
          <w:sz w:val="21"/>
          <w:szCs w:val="21"/>
          <w:spacing w:val="9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en</w:t>
      </w:r>
      <w:r>
        <w:rPr>
          <w:rFonts w:ascii="PT Sans" w:hAnsi="PT Sans" w:cs="PT Sans" w:eastAsia="PT Sans"/>
          <w:sz w:val="21"/>
          <w:szCs w:val="21"/>
          <w:spacing w:val="1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el</w:t>
      </w:r>
      <w:r>
        <w:rPr>
          <w:rFonts w:ascii="PT Sans" w:hAnsi="PT Sans" w:cs="PT Sans" w:eastAsia="PT Sans"/>
          <w:sz w:val="21"/>
          <w:szCs w:val="21"/>
          <w:spacing w:val="18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desarrollo</w:t>
      </w:r>
      <w:r>
        <w:rPr>
          <w:rFonts w:ascii="PT Sans" w:hAnsi="PT Sans" w:cs="PT Sans" w:eastAsia="PT Sans"/>
          <w:sz w:val="21"/>
          <w:szCs w:val="21"/>
          <w:spacing w:val="13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e</w:t>
      </w:r>
      <w:r>
        <w:rPr>
          <w:rFonts w:ascii="PT Sans" w:hAnsi="PT Sans" w:cs="PT Sans" w:eastAsia="PT Sans"/>
          <w:sz w:val="21"/>
          <w:szCs w:val="21"/>
          <w:spacing w:val="2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implementación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del</w:t>
      </w:r>
      <w:r>
        <w:rPr>
          <w:rFonts w:ascii="PT Sans" w:hAnsi="PT Sans" w:cs="PT Sans" w:eastAsia="PT Sans"/>
          <w:sz w:val="21"/>
          <w:szCs w:val="21"/>
          <w:spacing w:val="1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nuevo</w:t>
      </w:r>
      <w:r>
        <w:rPr>
          <w:rFonts w:ascii="PT Sans" w:hAnsi="PT Sans" w:cs="PT Sans" w:eastAsia="PT Sans"/>
          <w:sz w:val="21"/>
          <w:szCs w:val="21"/>
          <w:spacing w:val="15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portar</w:t>
      </w:r>
      <w:r>
        <w:rPr>
          <w:rFonts w:ascii="PT Sans" w:hAnsi="PT Sans" w:cs="PT Sans" w:eastAsia="PT Sans"/>
          <w:sz w:val="21"/>
          <w:szCs w:val="21"/>
          <w:spacing w:val="1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e</w:t>
      </w:r>
      <w:r>
        <w:rPr>
          <w:rFonts w:ascii="PT Sans" w:hAnsi="PT Sans" w:cs="PT Sans" w:eastAsia="PT Sans"/>
          <w:sz w:val="21"/>
          <w:szCs w:val="21"/>
          <w:spacing w:val="2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Intranet</w:t>
      </w:r>
      <w:r>
        <w:rPr>
          <w:rFonts w:ascii="PT Sans" w:hAnsi="PT Sans" w:cs="PT Sans" w:eastAsia="PT Sans"/>
          <w:sz w:val="21"/>
          <w:szCs w:val="21"/>
          <w:spacing w:val="7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la</w:t>
      </w:r>
      <w:r>
        <w:rPr>
          <w:rFonts w:ascii="PT Sans" w:hAnsi="PT Sans" w:cs="PT Sans" w:eastAsia="PT Sans"/>
          <w:sz w:val="21"/>
          <w:szCs w:val="21"/>
          <w:spacing w:val="2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PRODECON</w:t>
      </w:r>
      <w:hyperlink r:id="rId8">
        <w:r>
          <w:rPr>
            <w:rFonts w:ascii="PT Sans" w:hAnsi="PT Sans" w:cs="PT Sans" w:eastAsia="PT Sans"/>
            <w:sz w:val="21"/>
            <w:szCs w:val="21"/>
            <w:spacing w:val="0"/>
            <w:w w:val="100"/>
            <w:b/>
            <w:bCs/>
          </w:rPr>
          <w:t> </w:t>
        </w:r>
        <w:r>
          <w:rPr>
            <w:rFonts w:ascii="PT Sans" w:hAnsi="PT Sans" w:cs="PT Sans" w:eastAsia="PT Sans"/>
            <w:sz w:val="21"/>
            <w:szCs w:val="21"/>
            <w:spacing w:val="0"/>
            <w:w w:val="100"/>
            <w:b/>
            <w:bCs/>
          </w:rPr>
          <w:t>(http://prodecon.gob.mx/)</w:t>
        </w:r>
        <w:r>
          <w:rPr>
            <w:rFonts w:ascii="PT Sans" w:hAnsi="PT Sans" w:cs="PT Sans" w:eastAsia="PT Sans"/>
            <w:sz w:val="21"/>
            <w:szCs w:val="21"/>
            <w:spacing w:val="0"/>
            <w:w w:val="100"/>
          </w:rPr>
        </w:r>
      </w:hyperlink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68" w:lineRule="exact"/>
        <w:ind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Desarrollo</w:t>
      </w:r>
      <w:r>
        <w:rPr>
          <w:rFonts w:ascii="PT Sans" w:hAnsi="PT Sans" w:cs="PT Sans" w:eastAsia="PT Sans"/>
          <w:sz w:val="21"/>
          <w:szCs w:val="21"/>
          <w:spacing w:val="2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y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Administración</w:t>
      </w:r>
      <w:r>
        <w:rPr>
          <w:rFonts w:ascii="PT Sans" w:hAnsi="PT Sans" w:cs="PT Sans" w:eastAsia="PT Sans"/>
          <w:sz w:val="21"/>
          <w:szCs w:val="21"/>
          <w:spacing w:val="2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del</w:t>
      </w:r>
      <w:r>
        <w:rPr>
          <w:rFonts w:ascii="PT Sans" w:hAnsi="PT Sans" w:cs="PT Sans" w:eastAsia="PT Sans"/>
          <w:sz w:val="21"/>
          <w:szCs w:val="21"/>
          <w:spacing w:val="1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sitio</w:t>
      </w:r>
      <w:r>
        <w:rPr>
          <w:rFonts w:ascii="PT Sans" w:hAnsi="PT Sans" w:cs="PT Sans" w:eastAsia="PT Sans"/>
          <w:sz w:val="21"/>
          <w:szCs w:val="21"/>
          <w:spacing w:val="9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del</w:t>
      </w:r>
      <w:r>
        <w:rPr>
          <w:rFonts w:ascii="PT Sans" w:hAnsi="PT Sans" w:cs="PT Sans" w:eastAsia="PT Sans"/>
          <w:sz w:val="21"/>
          <w:szCs w:val="21"/>
          <w:spacing w:val="1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grupo</w:t>
      </w:r>
      <w:r>
        <w:rPr>
          <w:rFonts w:ascii="PT Sans" w:hAnsi="PT Sans" w:cs="PT Sans" w:eastAsia="PT Sans"/>
          <w:sz w:val="21"/>
          <w:szCs w:val="21"/>
          <w:spacing w:val="2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parlamentario</w:t>
      </w:r>
      <w:r>
        <w:rPr>
          <w:rFonts w:ascii="PT Sans" w:hAnsi="PT Sans" w:cs="PT Sans" w:eastAsia="PT Sans"/>
          <w:sz w:val="21"/>
          <w:szCs w:val="21"/>
          <w:spacing w:val="14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del</w:t>
      </w:r>
      <w:r>
        <w:rPr>
          <w:rFonts w:ascii="PT Sans" w:hAnsi="PT Sans" w:cs="PT Sans" w:eastAsia="PT Sans"/>
          <w:sz w:val="21"/>
          <w:szCs w:val="21"/>
          <w:spacing w:val="1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PAN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en</w:t>
      </w:r>
      <w:r>
        <w:rPr>
          <w:rFonts w:ascii="PT Sans" w:hAnsi="PT Sans" w:cs="PT Sans" w:eastAsia="PT Sans"/>
          <w:sz w:val="21"/>
          <w:szCs w:val="21"/>
          <w:spacing w:val="1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la</w:t>
      </w:r>
      <w:r>
        <w:rPr>
          <w:rFonts w:ascii="PT Sans" w:hAnsi="PT Sans" w:cs="PT Sans" w:eastAsia="PT Sans"/>
          <w:sz w:val="21"/>
          <w:szCs w:val="21"/>
          <w:spacing w:val="2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camara</w:t>
      </w:r>
      <w:r>
        <w:rPr>
          <w:rFonts w:ascii="PT Sans" w:hAnsi="PT Sans" w:cs="PT Sans" w:eastAsia="PT Sans"/>
          <w:sz w:val="21"/>
          <w:szCs w:val="21"/>
          <w:spacing w:val="2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diputados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</w:r>
    </w:p>
    <w:p>
      <w:pPr>
        <w:spacing w:before="0" w:after="0" w:line="214" w:lineRule="exact"/>
        <w:ind w:right="-20"/>
        <w:jc w:val="left"/>
        <w:rPr>
          <w:rFonts w:ascii="PT Sans" w:hAnsi="PT Sans" w:cs="PT Sans" w:eastAsia="PT Sans"/>
          <w:sz w:val="21"/>
          <w:szCs w:val="21"/>
        </w:rPr>
      </w:pPr>
      <w:rPr/>
      <w:hyperlink r:id="rId9">
        <w:r>
          <w:rPr>
            <w:rFonts w:ascii="PT Sans" w:hAnsi="PT Sans" w:cs="PT Sans" w:eastAsia="PT Sans"/>
            <w:sz w:val="21"/>
            <w:szCs w:val="21"/>
            <w:spacing w:val="0"/>
            <w:w w:val="100"/>
            <w:b/>
            <w:bCs/>
            <w:position w:val="2"/>
          </w:rPr>
          <w:t>(http://www.diputadospan.mx/)</w:t>
        </w:r>
        <w:r>
          <w:rPr>
            <w:rFonts w:ascii="PT Sans" w:hAnsi="PT Sans" w:cs="PT Sans" w:eastAsia="PT Sans"/>
            <w:sz w:val="21"/>
            <w:szCs w:val="21"/>
            <w:spacing w:val="0"/>
            <w:w w:val="100"/>
            <w:position w:val="0"/>
          </w:rPr>
        </w:r>
      </w:hyperlink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Desarrollo</w:t>
      </w:r>
      <w:r>
        <w:rPr>
          <w:rFonts w:ascii="PT Sans" w:hAnsi="PT Sans" w:cs="PT Sans" w:eastAsia="PT Sans"/>
          <w:sz w:val="21"/>
          <w:szCs w:val="21"/>
          <w:spacing w:val="2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sitio</w:t>
      </w:r>
      <w:r>
        <w:rPr>
          <w:rFonts w:ascii="PT Sans" w:hAnsi="PT Sans" w:cs="PT Sans" w:eastAsia="PT Sans"/>
          <w:sz w:val="21"/>
          <w:szCs w:val="21"/>
          <w:spacing w:val="9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Fundación</w:t>
      </w:r>
      <w:r>
        <w:rPr>
          <w:rFonts w:ascii="PT Sans" w:hAnsi="PT Sans" w:cs="PT Sans" w:eastAsia="PT Sans"/>
          <w:sz w:val="21"/>
          <w:szCs w:val="21"/>
          <w:spacing w:val="1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México</w:t>
      </w:r>
      <w:r>
        <w:rPr>
          <w:rFonts w:ascii="PT Sans" w:hAnsi="PT Sans" w:cs="PT Sans" w:eastAsia="PT Sans"/>
          <w:sz w:val="21"/>
          <w:szCs w:val="21"/>
          <w:spacing w:val="2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Azul</w:t>
      </w:r>
      <w:r>
        <w:rPr>
          <w:rFonts w:ascii="PT Sans" w:hAnsi="PT Sans" w:cs="PT Sans" w:eastAsia="PT Sans"/>
          <w:sz w:val="21"/>
          <w:szCs w:val="21"/>
          <w:spacing w:val="14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(www.mexicoazul.com.mx)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Desarrollo</w:t>
      </w:r>
      <w:r>
        <w:rPr>
          <w:rFonts w:ascii="PT Sans" w:hAnsi="PT Sans" w:cs="PT Sans" w:eastAsia="PT Sans"/>
          <w:sz w:val="21"/>
          <w:szCs w:val="21"/>
          <w:spacing w:val="2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aplicación</w:t>
      </w:r>
      <w:r>
        <w:rPr>
          <w:rFonts w:ascii="PT Sans" w:hAnsi="PT Sans" w:cs="PT Sans" w:eastAsia="PT Sans"/>
          <w:sz w:val="21"/>
          <w:szCs w:val="21"/>
          <w:spacing w:val="16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para</w:t>
      </w:r>
      <w:r>
        <w:rPr>
          <w:rFonts w:ascii="PT Sans" w:hAnsi="PT Sans" w:cs="PT Sans" w:eastAsia="PT Sans"/>
          <w:sz w:val="21"/>
          <w:szCs w:val="21"/>
          <w:spacing w:val="17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iPhone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SocialMonitor</w:t>
      </w:r>
      <w:r>
        <w:rPr>
          <w:rFonts w:ascii="PT Sans" w:hAnsi="PT Sans" w:cs="PT Sans" w:eastAsia="PT Sans"/>
          <w:sz w:val="21"/>
          <w:szCs w:val="21"/>
          <w:spacing w:val="18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(monitoreo</w:t>
      </w:r>
      <w:r>
        <w:rPr>
          <w:rFonts w:ascii="PT Sans" w:hAnsi="PT Sans" w:cs="PT Sans" w:eastAsia="PT Sans"/>
          <w:sz w:val="21"/>
          <w:szCs w:val="21"/>
          <w:spacing w:val="11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redes</w:t>
      </w:r>
      <w:r>
        <w:rPr>
          <w:rFonts w:ascii="PT Sans" w:hAnsi="PT Sans" w:cs="PT Sans" w:eastAsia="PT Sans"/>
          <w:sz w:val="21"/>
          <w:szCs w:val="21"/>
          <w:spacing w:val="13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sociales)</w:t>
      </w:r>
      <w:r>
        <w:rPr>
          <w:rFonts w:ascii="PT Sans" w:hAnsi="PT Sans" w:cs="PT Sans" w:eastAsia="PT Sans"/>
          <w:sz w:val="21"/>
          <w:szCs w:val="21"/>
          <w:spacing w:val="8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para</w:t>
      </w:r>
      <w:r>
        <w:rPr>
          <w:rFonts w:ascii="PT Sans" w:hAnsi="PT Sans" w:cs="PT Sans" w:eastAsia="PT Sans"/>
          <w:sz w:val="21"/>
          <w:szCs w:val="21"/>
          <w:spacing w:val="17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NEXTEL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</w:r>
    </w:p>
    <w:p>
      <w:pPr>
        <w:spacing w:before="28" w:after="0" w:line="240" w:lineRule="auto"/>
        <w:ind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Herramientas</w:t>
      </w:r>
      <w:r>
        <w:rPr>
          <w:rFonts w:ascii="PT Sans" w:hAnsi="PT Sans" w:cs="PT Sans" w:eastAsia="PT Sans"/>
          <w:sz w:val="21"/>
          <w:szCs w:val="21"/>
          <w:spacing w:val="12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utilizadas</w:t>
      </w:r>
    </w:p>
    <w:p>
      <w:pPr>
        <w:spacing w:before="58" w:after="0" w:line="240" w:lineRule="auto"/>
        <w:ind w:left="36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Xcode</w:t>
      </w:r>
      <w:r>
        <w:rPr>
          <w:rFonts w:ascii="PT Sans" w:hAnsi="PT Sans" w:cs="PT Sans" w:eastAsia="PT Sans"/>
          <w:sz w:val="21"/>
          <w:szCs w:val="21"/>
          <w:spacing w:val="1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5.0</w:t>
      </w:r>
    </w:p>
    <w:p>
      <w:pPr>
        <w:spacing w:before="0" w:after="0" w:line="255" w:lineRule="exact"/>
        <w:ind w:left="36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NetBeans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0"/>
        </w:rPr>
      </w:r>
    </w:p>
    <w:p>
      <w:pPr>
        <w:spacing w:before="0" w:after="0" w:line="255" w:lineRule="exact"/>
        <w:ind w:left="36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Sublimetext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0"/>
        </w:rPr>
      </w:r>
    </w:p>
    <w:p>
      <w:pPr>
        <w:spacing w:before="0" w:after="0" w:line="255" w:lineRule="exact"/>
        <w:ind w:left="36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WordPress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0"/>
        </w:rPr>
      </w:r>
    </w:p>
    <w:p>
      <w:pPr>
        <w:spacing w:before="0" w:after="0" w:line="255" w:lineRule="exact"/>
        <w:ind w:left="36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Frameworks</w:t>
      </w:r>
      <w:r>
        <w:rPr>
          <w:rFonts w:ascii="PT Sans" w:hAnsi="PT Sans" w:cs="PT Sans" w:eastAsia="PT Sans"/>
          <w:sz w:val="21"/>
          <w:szCs w:val="21"/>
          <w:spacing w:val="10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-</w:t>
      </w:r>
      <w:r>
        <w:rPr>
          <w:rFonts w:ascii="PT Sans" w:hAnsi="PT Sans" w:cs="PT Sans" w:eastAsia="PT Sans"/>
          <w:sz w:val="21"/>
          <w:szCs w:val="21"/>
          <w:spacing w:val="18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CodeIgniter</w:t>
      </w:r>
      <w:r>
        <w:rPr>
          <w:rFonts w:ascii="PT Sans" w:hAnsi="PT Sans" w:cs="PT Sans" w:eastAsia="PT Sans"/>
          <w:sz w:val="21"/>
          <w:szCs w:val="21"/>
          <w:spacing w:val="8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para</w:t>
      </w:r>
      <w:r>
        <w:rPr>
          <w:rFonts w:ascii="PT Sans" w:hAnsi="PT Sans" w:cs="PT Sans" w:eastAsia="PT Sans"/>
          <w:sz w:val="21"/>
          <w:szCs w:val="21"/>
          <w:spacing w:val="16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PHP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0"/>
        </w:rPr>
      </w:r>
    </w:p>
    <w:p>
      <w:pPr>
        <w:spacing w:before="0" w:after="0" w:line="255" w:lineRule="exact"/>
        <w:ind w:left="36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Activecollab</w:t>
      </w:r>
      <w:r>
        <w:rPr>
          <w:rFonts w:ascii="PT Sans" w:hAnsi="PT Sans" w:cs="PT Sans" w:eastAsia="PT Sans"/>
          <w:sz w:val="21"/>
          <w:szCs w:val="21"/>
          <w:spacing w:val="14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-</w:t>
      </w:r>
      <w:r>
        <w:rPr>
          <w:rFonts w:ascii="PT Sans" w:hAnsi="PT Sans" w:cs="PT Sans" w:eastAsia="PT Sans"/>
          <w:sz w:val="21"/>
          <w:szCs w:val="21"/>
          <w:spacing w:val="18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Administrador</w:t>
      </w:r>
      <w:r>
        <w:rPr>
          <w:rFonts w:ascii="PT Sans" w:hAnsi="PT Sans" w:cs="PT Sans" w:eastAsia="PT Sans"/>
          <w:sz w:val="21"/>
          <w:szCs w:val="21"/>
          <w:spacing w:val="13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proyectos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0"/>
        </w:rPr>
      </w:r>
    </w:p>
    <w:p>
      <w:pPr>
        <w:spacing w:before="0" w:after="0" w:line="255" w:lineRule="exact"/>
        <w:ind w:left="36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Mysql</w:t>
      </w:r>
      <w:r>
        <w:rPr>
          <w:rFonts w:ascii="PT Sans" w:hAnsi="PT Sans" w:cs="PT Sans" w:eastAsia="PT Sans"/>
          <w:sz w:val="21"/>
          <w:szCs w:val="21"/>
          <w:spacing w:val="17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y</w:t>
      </w:r>
      <w:r>
        <w:rPr>
          <w:rFonts w:ascii="PT Sans" w:hAnsi="PT Sans" w:cs="PT Sans" w:eastAsia="PT Sans"/>
          <w:sz w:val="21"/>
          <w:szCs w:val="21"/>
          <w:spacing w:val="11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Oracle</w:t>
      </w:r>
      <w:r>
        <w:rPr>
          <w:rFonts w:ascii="PT Sans" w:hAnsi="PT Sans" w:cs="PT Sans" w:eastAsia="PT Sans"/>
          <w:sz w:val="21"/>
          <w:szCs w:val="21"/>
          <w:spacing w:val="7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Database</w:t>
      </w:r>
      <w:r>
        <w:rPr>
          <w:rFonts w:ascii="PT Sans" w:hAnsi="PT Sans" w:cs="PT Sans" w:eastAsia="PT Sans"/>
          <w:sz w:val="21"/>
          <w:szCs w:val="21"/>
          <w:spacing w:val="14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11</w:t>
      </w:r>
      <w:r>
        <w:rPr>
          <w:rFonts w:ascii="PT Sans" w:hAnsi="PT Sans" w:cs="PT Sans" w:eastAsia="PT Sans"/>
          <w:sz w:val="21"/>
          <w:szCs w:val="21"/>
          <w:spacing w:val="15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-</w:t>
      </w:r>
      <w:r>
        <w:rPr>
          <w:rFonts w:ascii="PT Sans" w:hAnsi="PT Sans" w:cs="PT Sans" w:eastAsia="PT Sans"/>
          <w:sz w:val="21"/>
          <w:szCs w:val="21"/>
          <w:spacing w:val="18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Bases</w:t>
      </w:r>
      <w:r>
        <w:rPr>
          <w:rFonts w:ascii="PT Sans" w:hAnsi="PT Sans" w:cs="PT Sans" w:eastAsia="PT Sans"/>
          <w:sz w:val="21"/>
          <w:szCs w:val="21"/>
          <w:spacing w:val="19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datos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0"/>
        </w:rPr>
      </w:r>
    </w:p>
    <w:p>
      <w:pPr>
        <w:spacing w:before="0" w:after="0" w:line="246" w:lineRule="exact"/>
        <w:ind w:left="36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JSON</w:t>
      </w:r>
      <w:r>
        <w:rPr>
          <w:rFonts w:ascii="PT Sans" w:hAnsi="PT Sans" w:cs="PT Sans" w:eastAsia="PT Sans"/>
          <w:sz w:val="21"/>
          <w:szCs w:val="21"/>
          <w:spacing w:val="11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-</w:t>
      </w:r>
      <w:r>
        <w:rPr>
          <w:rFonts w:ascii="PT Sans" w:hAnsi="PT Sans" w:cs="PT Sans" w:eastAsia="PT Sans"/>
          <w:sz w:val="21"/>
          <w:szCs w:val="21"/>
          <w:spacing w:val="1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Para</w:t>
      </w:r>
      <w:r>
        <w:rPr>
          <w:rFonts w:ascii="PT Sans" w:hAnsi="PT Sans" w:cs="PT Sans" w:eastAsia="PT Sans"/>
          <w:sz w:val="21"/>
          <w:szCs w:val="21"/>
          <w:spacing w:val="12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interacción</w:t>
      </w:r>
      <w:r>
        <w:rPr>
          <w:rFonts w:ascii="PT Sans" w:hAnsi="PT Sans" w:cs="PT Sans" w:eastAsia="PT Sans"/>
          <w:sz w:val="21"/>
          <w:szCs w:val="21"/>
          <w:spacing w:val="11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con</w:t>
      </w:r>
      <w:r>
        <w:rPr>
          <w:rFonts w:ascii="PT Sans" w:hAnsi="PT Sans" w:cs="PT Sans" w:eastAsia="PT Sans"/>
          <w:sz w:val="21"/>
          <w:szCs w:val="21"/>
          <w:spacing w:val="12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APIs</w:t>
      </w:r>
    </w:p>
    <w:p>
      <w:pPr>
        <w:jc w:val="left"/>
        <w:spacing w:after="0"/>
        <w:sectPr>
          <w:type w:val="continuous"/>
          <w:pgSz w:w="12240" w:h="15840"/>
          <w:pgMar w:top="680" w:bottom="280" w:left="340" w:right="300"/>
          <w:cols w:num="2" w:equalWidth="0">
            <w:col w:w="1103" w:space="422"/>
            <w:col w:w="10075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80" w:bottom="280" w:left="340" w:right="300"/>
        </w:sectPr>
      </w:pPr>
      <w:rPr/>
    </w:p>
    <w:p>
      <w:pPr>
        <w:spacing w:before="62" w:after="0" w:line="240" w:lineRule="auto"/>
        <w:ind w:left="308" w:right="-52"/>
        <w:jc w:val="center"/>
        <w:rPr>
          <w:rFonts w:ascii="PT Sans" w:hAnsi="PT Sans" w:cs="PT Sans" w:eastAsia="PT Sans"/>
          <w:sz w:val="16"/>
          <w:szCs w:val="16"/>
        </w:rPr>
      </w:pPr>
      <w:rPr/>
      <w:r>
        <w:rPr/>
        <w:pict>
          <v:group style="position:absolute;margin-left:9.5pt;margin-top:25.75pt;width:592.75pt;height:730.75pt;mso-position-horizontal-relative:page;mso-position-vertical-relative:page;z-index:-323" coordorigin="190,515" coordsize="11855,14615">
            <v:group style="position:absolute;left:200;top:525;width:11835;height:14595" coordorigin="200,525" coordsize="11835,14595">
              <v:shape style="position:absolute;left:200;top:525;width:11835;height:14595" coordorigin="200,525" coordsize="11835,14595" path="m200,15120l12035,15120,12035,525,200,525,200,15120e" filled="t" fillcolor="#FCFCFC" stroked="f">
                <v:path arrowok="t"/>
                <v:fill/>
              </v:shape>
            </v:group>
            <v:group style="position:absolute;left:350;top:1530;width:11535;height:390" coordorigin="350,1530" coordsize="11535,390">
              <v:shape style="position:absolute;left:350;top:1530;width:11535;height:390" coordorigin="350,1530" coordsize="11535,390" path="m11810,1530l425,1530,403,1533,356,1576,350,1605,350,1845,378,1903,425,1920,11810,1920,11868,1892,11885,1845,11885,1605,11857,1547,11810,1530e" filled="t" fillcolor="#9A9A9A" stroked="f">
                <v:path arrowok="t"/>
                <v:fill/>
              </v:shape>
            </v:group>
            <v:group style="position:absolute;left:2593;top:2115;width:2;height:225" coordorigin="2593,2115" coordsize="2,225">
              <v:shape style="position:absolute;left:2593;top:2115;width:2;height:225" coordorigin="2593,2115" coordsize="0,225" path="m2593,2115l2593,2340e" filled="f" stroked="t" strokeweight=".85pt" strokecolor="#CDCDCD">
                <v:path arrowok="t"/>
              </v:shape>
            </v:group>
            <v:group style="position:absolute;left:4843;top:2115;width:2;height:225" coordorigin="4843,2115" coordsize="2,225">
              <v:shape style="position:absolute;left:4843;top:2115;width:2;height:225" coordorigin="4843,2115" coordsize="0,225" path="m4843,2115l4843,2340e" filled="f" stroked="t" strokeweight=".85pt" strokecolor="#CDCDCD">
                <v:path arrowok="t"/>
              </v:shape>
            </v:group>
            <v:group style="position:absolute;left:7093;top:2115;width:2;height:225" coordorigin="7093,2115" coordsize="2,225">
              <v:shape style="position:absolute;left:7093;top:2115;width:2;height:225" coordorigin="7093,2115" coordsize="0,225" path="m7093,2115l7093,2340e" filled="f" stroked="t" strokeweight=".85pt" strokecolor="#CDCDCD">
                <v:path arrowok="t"/>
              </v:shape>
            </v:group>
            <v:group style="position:absolute;left:4850;top:2295;width:2235;height:2" coordorigin="4850,2295" coordsize="2235,2">
              <v:shape style="position:absolute;left:4850;top:2295;width:2235;height:2" coordorigin="4850,2295" coordsize="2235,0" path="m4850,2295l7085,2295e" filled="f" stroked="t" strokeweight=".75pt" strokecolor="#000000">
                <v:path arrowok="t"/>
              </v:shape>
            </v:group>
            <v:group style="position:absolute;left:11833;top:2115;width:2;height:390" coordorigin="11833,2115" coordsize="2,390">
              <v:shape style="position:absolute;left:11833;top:2115;width:2;height:390" coordorigin="11833,2115" coordsize="0,390" path="m11833,2115l11833,2505e" filled="f" stroked="t" strokeweight=".851pt" strokecolor="#CDCDCD">
                <v:path arrowok="t"/>
              </v:shape>
            </v:group>
            <v:group style="position:absolute;left:365;top:2910;width:2;height:270" coordorigin="365,2910" coordsize="2,270">
              <v:shape style="position:absolute;left:365;top:2910;width:2;height:270" coordorigin="365,2910" coordsize="0,270" path="m365,2910l365,3180e" filled="f" stroked="t" strokeweight="1.6pt" strokecolor="#DEDEDE">
                <v:path arrowok="t"/>
              </v:shape>
            </v:group>
            <v:group style="position:absolute;left:365;top:5055;width:2;height:270" coordorigin="365,5055" coordsize="2,270">
              <v:shape style="position:absolute;left:365;top:5055;width:2;height:270" coordorigin="365,5055" coordsize="0,270" path="m365,5055l365,5325e" filled="f" stroked="t" strokeweight="1.6pt" strokecolor="#DEDEDE">
                <v:path arrowok="t"/>
              </v:shape>
            </v:group>
            <v:group style="position:absolute;left:635;top:5805;width:495;height:300" coordorigin="635,5805" coordsize="495,300">
              <v:shape style="position:absolute;left:635;top:5805;width:495;height:300" coordorigin="635,5805" coordsize="495,300" path="m1055,5805l710,5805,688,5808,641,5851,635,5880,635,6030,663,6088,710,6105,1055,6105,1113,6077,1130,6030,1130,5880,1102,5822,1055,5805e" filled="t" fillcolor="#E0E0E0" stroked="f">
                <v:path arrowok="t"/>
                <v:fill/>
              </v:shape>
            </v:group>
            <v:group style="position:absolute;left:1250;top:5805;width:375;height:300" coordorigin="1250,5805" coordsize="375,300">
              <v:shape style="position:absolute;left:1250;top:5805;width:375;height:300" coordorigin="1250,5805" coordsize="375,300" path="m1550,5805l1325,5805,1303,5808,1256,5851,1250,5880,1250,6030,1278,6088,1325,6105,1550,6105,1608,6077,1625,6030,1625,5880,1597,5822,1550,5805e" filled="t" fillcolor="#E0E0E0" stroked="f">
                <v:path arrowok="t"/>
                <v:fill/>
              </v:shape>
            </v:group>
            <v:group style="position:absolute;left:1745;top:5805;width:450;height:300" coordorigin="1745,5805" coordsize="450,300">
              <v:shape style="position:absolute;left:1745;top:5805;width:450;height:300" coordorigin="1745,5805" coordsize="450,300" path="m2120,5805l1820,5805,1798,5808,1751,5851,1745,5880,1745,6030,1773,6088,1820,6105,2120,6105,2178,6077,2195,6030,2195,5880,2167,5822,2120,5805e" filled="t" fillcolor="#E0E0E0" stroked="f">
                <v:path arrowok="t"/>
                <v:fill/>
              </v:shape>
            </v:group>
            <v:group style="position:absolute;left:2315;top:5805;width:1035;height:300" coordorigin="2315,5805" coordsize="1035,300">
              <v:shape style="position:absolute;left:2315;top:5805;width:1035;height:300" coordorigin="2315,5805" coordsize="1035,300" path="m3275,5805l2390,5805,2368,5808,2321,5851,2315,5880,2315,6030,2343,6088,2390,6105,3275,6105,3333,6077,3350,6030,3350,5880,3322,5822,3275,5805e" filled="t" fillcolor="#E0E0E0" stroked="f">
                <v:path arrowok="t"/>
                <v:fill/>
              </v:shape>
            </v:group>
            <v:group style="position:absolute;left:3470;top:5805;width:885;height:300" coordorigin="3470,5805" coordsize="885,300">
              <v:shape style="position:absolute;left:3470;top:5805;width:885;height:300" coordorigin="3470,5805" coordsize="885,300" path="m4280,5805l3545,5805,3523,5808,3476,5851,3470,5880,3470,6030,3498,6088,3545,6105,4280,6105,4338,6077,4355,6030,4355,5880,4327,5822,4280,5805e" filled="t" fillcolor="#E0E0E0" stroked="f">
                <v:path arrowok="t"/>
                <v:fill/>
              </v:shape>
            </v:group>
            <v:group style="position:absolute;left:4475;top:5805;width:660;height:300" coordorigin="4475,5805" coordsize="660,300">
              <v:shape style="position:absolute;left:4475;top:5805;width:660;height:300" coordorigin="4475,5805" coordsize="660,300" path="m5060,5805l4550,5805,4528,5808,4481,5851,4475,5880,4475,6030,4503,6088,4550,6105,5060,6105,5118,6077,5135,6030,5135,5880,5107,5822,5060,5805e" filled="t" fillcolor="#E0E0E0" stroked="f">
                <v:path arrowok="t"/>
                <v:fill/>
              </v:shape>
            </v:group>
            <v:group style="position:absolute;left:5255;top:5805;width:1095;height:300" coordorigin="5255,5805" coordsize="1095,300">
              <v:shape style="position:absolute;left:5255;top:5805;width:1095;height:300" coordorigin="5255,5805" coordsize="1095,300" path="m6275,5805l5330,5805,5308,5808,5261,5851,5255,5880,5255,6030,5283,6088,5330,6105,6275,6105,6333,6077,6350,6030,6350,5880,6322,5822,6275,5805e" filled="t" fillcolor="#E0E0E0" stroked="f">
                <v:path arrowok="t"/>
                <v:fill/>
              </v:shape>
            </v:group>
            <v:group style="position:absolute;left:635;top:6555;width:675;height:300" coordorigin="635,6555" coordsize="675,300">
              <v:shape style="position:absolute;left:635;top:6555;width:675;height:300" coordorigin="635,6555" coordsize="675,300" path="m1235,6555l710,6555,688,6558,641,6601,635,6630,635,6780,663,6838,710,6855,1235,6855,1293,6827,1310,6780,1310,6630,1282,6572,1235,6555e" filled="t" fillcolor="#E0E0E0" stroked="f">
                <v:path arrowok="t"/>
                <v:fill/>
              </v:shape>
            </v:group>
            <v:group style="position:absolute;left:1430;top:6555;width:525;height:300" coordorigin="1430,6555" coordsize="525,300">
              <v:shape style="position:absolute;left:1430;top:6555;width:525;height:300" coordorigin="1430,6555" coordsize="525,300" path="m1880,6555l1505,6555,1483,6558,1436,6601,1430,6630,1430,6780,1458,6838,1505,6855,1880,6855,1938,6827,1955,6780,1955,6630,1927,6572,1880,6555e" filled="t" fillcolor="#E0E0E0" stroked="f">
                <v:path arrowok="t"/>
                <v:fill/>
              </v:shape>
            </v:group>
            <v:group style="position:absolute;left:2075;top:6555;width:630;height:300" coordorigin="2075,6555" coordsize="630,300">
              <v:shape style="position:absolute;left:2075;top:6555;width:630;height:300" coordorigin="2075,6555" coordsize="630,300" path="m2630,6555l2150,6555,2128,6558,2081,6601,2075,6630,2075,6780,2103,6838,2150,6855,2630,6855,2688,6827,2705,6780,2705,6630,2677,6572,2630,6555e" filled="t" fillcolor="#E0E0E0" stroked="f">
                <v:path arrowok="t"/>
                <v:fill/>
              </v:shape>
            </v:group>
            <v:group style="position:absolute;left:2825;top:6555;width:840;height:300" coordorigin="2825,6555" coordsize="840,300">
              <v:shape style="position:absolute;left:2825;top:6555;width:840;height:300" coordorigin="2825,6555" coordsize="840,300" path="m3590,6555l2900,6555,2878,6558,2831,6601,2825,6630,2825,6780,2853,6838,2900,6855,3590,6855,3648,6827,3665,6780,3665,6630,3637,6572,3590,6555e" filled="t" fillcolor="#E0E0E0" stroked="f">
                <v:path arrowok="t"/>
                <v:fill/>
              </v:shape>
            </v:group>
            <v:group style="position:absolute;left:3785;top:6555;width:690;height:300" coordorigin="3785,6555" coordsize="690,300">
              <v:shape style="position:absolute;left:3785;top:6555;width:690;height:300" coordorigin="3785,6555" coordsize="690,300" path="m4400,6555l3860,6555,3838,6558,3791,6601,3785,6630,3785,6780,3813,6838,3860,6855,4400,6855,4458,6827,4475,6780,4475,6630,4447,6572,4400,6555e" filled="t" fillcolor="#E0E0E0" stroked="f">
                <v:path arrowok="t"/>
                <v:fill/>
              </v:shape>
            </v:group>
            <v:group style="position:absolute;left:4595;top:6555;width:1530;height:300" coordorigin="4595,6555" coordsize="1530,300">
              <v:shape style="position:absolute;left:4595;top:6555;width:1530;height:300" coordorigin="4595,6555" coordsize="1530,300" path="m6050,6555l4670,6555,4648,6558,4601,6601,4595,6630,4595,6780,4623,6838,4670,6855,6050,6855,6108,6827,6125,6780,6125,6630,6097,6572,6050,6555e" filled="t" fillcolor="#E0E0E0" stroked="f">
                <v:path arrowok="t"/>
                <v:fill/>
              </v:shape>
            </v:group>
            <v:group style="position:absolute;left:635;top:7305;width:855;height:300" coordorigin="635,7305" coordsize="855,300">
              <v:shape style="position:absolute;left:635;top:7305;width:855;height:300" coordorigin="635,7305" coordsize="855,300" path="m1415,7305l710,7305,688,7308,641,7351,635,7380,635,7530,663,7588,710,7605,1415,7605,1473,7577,1490,7530,1490,7380,1462,7322,1415,7305e" filled="t" fillcolor="#E0E0E0" stroked="f">
                <v:path arrowok="t"/>
                <v:fill/>
              </v:shape>
            </v:group>
            <v:group style="position:absolute;left:1610;top:7305;width:675;height:300" coordorigin="1610,7305" coordsize="675,300">
              <v:shape style="position:absolute;left:1610;top:7305;width:675;height:300" coordorigin="1610,7305" coordsize="675,300" path="m2210,7305l1685,7305,1663,7308,1616,7351,1610,7380,1610,7530,1638,7588,1685,7605,2210,7605,2268,7577,2285,7530,2285,7380,2257,7322,2210,7305e" filled="t" fillcolor="#E0E0E0" stroked="f">
                <v:path arrowok="t"/>
                <v:fill/>
              </v:shape>
            </v:group>
            <v:group style="position:absolute;left:2405;top:7305;width:945;height:300" coordorigin="2405,7305" coordsize="945,300">
              <v:shape style="position:absolute;left:2405;top:7305;width:945;height:300" coordorigin="2405,7305" coordsize="945,300" path="m3275,7305l2480,7305,2458,7308,2411,7351,2405,7380,2405,7530,2433,7588,2480,7605,3275,7605,3333,7577,3350,7530,3350,7380,3322,7322,3275,7305e" filled="t" fillcolor="#E0E0E0" stroked="f">
                <v:path arrowok="t"/>
                <v:fill/>
              </v:shape>
            </v:group>
            <v:group style="position:absolute;left:3470;top:7305;width:885;height:300" coordorigin="3470,7305" coordsize="885,300">
              <v:shape style="position:absolute;left:3470;top:7305;width:885;height:300" coordorigin="3470,7305" coordsize="885,300" path="m4280,7305l3545,7305,3523,7308,3476,7351,3470,7380,3470,7530,3498,7588,3545,7605,4280,7605,4338,7577,4355,7530,4355,7380,4327,7322,4280,7305e" filled="t" fillcolor="#E0E0E0" stroked="f">
                <v:path arrowok="t"/>
                <v:fill/>
              </v:shape>
            </v:group>
            <v:group style="position:absolute;left:4475;top:7305;width:840;height:300" coordorigin="4475,7305" coordsize="840,300">
              <v:shape style="position:absolute;left:4475;top:7305;width:840;height:300" coordorigin="4475,7305" coordsize="840,300" path="m5240,7305l4550,7305,4528,7308,4481,7351,4475,7380,4475,7530,4503,7588,4550,7605,5240,7605,5298,7577,5315,7530,5315,7380,5287,7322,5240,7305e" filled="t" fillcolor="#E0E0E0" stroked="f">
                <v:path arrowok="t"/>
                <v:fill/>
              </v:shape>
            </v:group>
            <v:group style="position:absolute;left:5435;top:7305;width:600;height:300" coordorigin="5435,7305" coordsize="600,300">
              <v:shape style="position:absolute;left:5435;top:7305;width:600;height:300" coordorigin="5435,7305" coordsize="600,300" path="m5960,7305l5510,7305,5488,7308,5441,7351,5435,7380,5435,7530,5463,7588,5510,7605,5960,7605,6018,7577,6035,7530,6035,7380,6007,7322,5960,7305e" filled="t" fillcolor="#E0E0E0" stroked="f">
                <v:path arrowok="t"/>
                <v:fill/>
              </v:shape>
            </v:group>
            <v:group style="position:absolute;left:6155;top:7305;width:930;height:300" coordorigin="6155,7305" coordsize="930,300">
              <v:shape style="position:absolute;left:6155;top:7305;width:930;height:300" coordorigin="6155,7305" coordsize="930,300" path="m7010,7305l6230,7305,6208,7308,6161,7351,6155,7380,6155,7530,6183,7588,6230,7605,7010,7605,7068,7577,7085,7530,7085,7380,7057,7322,7010,7305e" filled="t" fillcolor="#E0E0E0" stroked="f">
                <v:path arrowok="t"/>
                <v:fill/>
              </v:shape>
            </v:group>
            <v:group style="position:absolute;left:7205;top:7305;width:645;height:300" coordorigin="7205,7305" coordsize="645,300">
              <v:shape style="position:absolute;left:7205;top:7305;width:645;height:300" coordorigin="7205,7305" coordsize="645,300" path="m7775,7305l7280,7305,7258,7308,7211,7351,7205,7380,7205,7530,7233,7588,7280,7605,7775,7605,7833,7577,7850,7530,7850,7380,7822,7322,7775,7305e" filled="t" fillcolor="#E0E0E0" stroked="f">
                <v:path arrowok="t"/>
                <v:fill/>
              </v:shape>
            </v:group>
            <v:group style="position:absolute;left:7970;top:7305;width:555;height:300" coordorigin="7970,7305" coordsize="555,300">
              <v:shape style="position:absolute;left:7970;top:7305;width:555;height:300" coordorigin="7970,7305" coordsize="555,300" path="m8450,7305l8045,7305,8023,7308,7976,7351,7970,7380,7970,7530,7998,7588,8045,7605,8450,7605,8508,7577,8525,7530,8525,7380,8497,7322,8450,7305e" filled="t" fillcolor="#E0E0E0" stroked="f">
                <v:path arrowok="t"/>
                <v:fill/>
              </v:shape>
            </v:group>
            <v:group style="position:absolute;left:8645;top:7305;width:705;height:300" coordorigin="8645,7305" coordsize="705,300">
              <v:shape style="position:absolute;left:8645;top:7305;width:705;height:300" coordorigin="8645,7305" coordsize="705,300" path="m9275,7305l8720,7305,8698,7308,8651,7351,8645,7380,8645,7530,8673,7588,8720,7605,9275,7605,9333,7577,9350,7530,9350,7380,9322,7322,9275,7305e" filled="t" fillcolor="#E0E0E0" stroked="f">
                <v:path arrowok="t"/>
                <v:fill/>
              </v:shape>
            </v:group>
            <v:group style="position:absolute;left:9470;top:7305;width:825;height:300" coordorigin="9470,7305" coordsize="825,300">
              <v:shape style="position:absolute;left:9470;top:7305;width:825;height:300" coordorigin="9470,7305" coordsize="825,300" path="m10220,7305l9545,7305,9523,7308,9476,7351,9470,7380,9470,7530,9498,7588,9545,7605,10220,7605,10278,7577,10295,7530,10295,7380,10267,7322,10220,7305e" filled="t" fillcolor="#E0E0E0" stroked="f">
                <v:path arrowok="t"/>
                <v:fill/>
              </v:shape>
            </v:group>
            <v:group style="position:absolute;left:365;top:7875;width:2;height:270" coordorigin="365,7875" coordsize="2,270">
              <v:shape style="position:absolute;left:365;top:7875;width:2;height:270" coordorigin="365,7875" coordsize="0,270" path="m365,7875l365,8145e" filled="f" stroked="t" strokeweight="1.6pt" strokecolor="#DEDEDE">
                <v:path arrowok="t"/>
              </v:shape>
            </v:group>
            <v:group style="position:absolute;left:1775;top:8378;width:10110;height:2" coordorigin="1775,8378" coordsize="10110,2">
              <v:shape style="position:absolute;left:1775;top:8378;width:10110;height:2" coordorigin="1775,8378" coordsize="10110,0" path="m1775,8378l11885,8378e" filled="f" stroked="t" strokeweight=".85pt" strokecolor="#FCFCFC">
                <v:path arrowok="t"/>
              </v:shape>
            </v:group>
            <v:group style="position:absolute;left:1775;top:13778;width:10110;height:2" coordorigin="1775,13778" coordsize="10110,2">
              <v:shape style="position:absolute;left:1775;top:13778;width:10110;height:2" coordorigin="1775,13778" coordsize="10110,0" path="m1775,13778l11885,13778e" filled="f" stroked="t" strokeweight=".85pt" strokecolor="#FCFCFC">
                <v:path arrowok="t"/>
              </v:shape>
            </v:group>
            <v:group style="position:absolute;left:1783;top:8370;width:2;height:5415" coordorigin="1783,8370" coordsize="2,5415">
              <v:shape style="position:absolute;left:1783;top:8370;width:2;height:5415" coordorigin="1783,8370" coordsize="0,5415" path="m1783,8370l1783,13785e" filled="f" stroked="t" strokeweight=".85pt" strokecolor="#FCFCFC">
                <v:path arrowok="t"/>
              </v:shape>
            </v:group>
            <v:group style="position:absolute;left:11878;top:8370;width:2;height:5415" coordorigin="11878,8370" coordsize="2,5415">
              <v:shape style="position:absolute;left:11878;top:8370;width:2;height:5415" coordorigin="11878,8370" coordsize="0,5415" path="m11878,8370l11878,13785e" filled="f" stroked="t" strokeweight=".851pt" strokecolor="#FCFCFC">
                <v:path arrowok="t"/>
              </v:shape>
            </v:group>
            <v:group style="position:absolute;left:1865;top:8760;width:4740;height:285" coordorigin="1865,8760" coordsize="4740,285">
              <v:shape style="position:absolute;left:1865;top:8760;width:4740;height:285" coordorigin="1865,8760" coordsize="4740,285" path="m1865,8760l6605,8760,6605,9045,1865,9045,1865,8760e" filled="t" fillcolor="#EEEEEE" stroked="f">
                <v:path arrowok="t"/>
                <v:fill/>
              </v:shape>
            </v:group>
            <v:group style="position:absolute;left:2000;top:11536;width:60;height:58" coordorigin="2000,11536" coordsize="60,58">
              <v:shape style="position:absolute;left:2000;top:11536;width:60;height:58" coordorigin="2000,11536" coordsize="60,58" path="m2060,11565l2054,11546,2039,11536,2021,11536,2006,11546,2000,11565,2006,11584,2021,11594,2039,11594,2054,11584,2060,11565xe" filled="f" stroked="t" strokeweight=".75pt" strokecolor="#000000">
                <v:path arrowok="t"/>
              </v:shape>
            </v:group>
            <v:group style="position:absolute;left:2000;top:11791;width:60;height:58" coordorigin="2000,11791" coordsize="60,58">
              <v:shape style="position:absolute;left:2000;top:11791;width:60;height:58" coordorigin="2000,11791" coordsize="60,58" path="m2060,11820l2054,11801,2039,11791,2021,11791,2006,11801,2000,11820,2006,11839,2021,11849,2039,11849,2054,11839,2060,11820xe" filled="f" stroked="t" strokeweight=".75pt" strokecolor="#000000">
                <v:path arrowok="t"/>
              </v:shape>
            </v:group>
            <v:group style="position:absolute;left:2000;top:12046;width:60;height:58" coordorigin="2000,12046" coordsize="60,58">
              <v:shape style="position:absolute;left:2000;top:12046;width:60;height:58" coordorigin="2000,12046" coordsize="60,58" path="m2060,12075l2054,12056,2039,12046,2021,12046,2006,12056,2000,12075,2006,12094,2021,12104,2039,12104,2054,12094,2060,12075xe" filled="f" stroked="t" strokeweight=".75pt" strokecolor="#000000">
                <v:path arrowok="t"/>
              </v:shape>
            </v:group>
            <v:group style="position:absolute;left:2000;top:12301;width:60;height:58" coordorigin="2000,12301" coordsize="60,58">
              <v:shape style="position:absolute;left:2000;top:12301;width:60;height:58" coordorigin="2000,12301" coordsize="60,58" path="m2060,12330l2054,12311,2039,12301,2021,12301,2006,12311,2000,12330,2006,12349,2021,12359,2039,12359,2054,12349,2060,12330xe" filled="f" stroked="t" strokeweight=".75pt" strokecolor="#000000">
                <v:path arrowok="t"/>
              </v:shape>
            </v:group>
            <v:group style="position:absolute;left:2000;top:12556;width:60;height:58" coordorigin="2000,12556" coordsize="60,58">
              <v:shape style="position:absolute;left:2000;top:12556;width:60;height:58" coordorigin="2000,12556" coordsize="60,58" path="m2060,12585l2054,12566,2039,12556,2021,12556,2006,12566,2000,12585,2006,12604,2021,12614,2039,12614,2054,12604,2060,12585xe" filled="f" stroked="t" strokeweight=".75pt" strokecolor="#000000">
                <v:path arrowok="t"/>
              </v:shape>
            </v:group>
            <v:group style="position:absolute;left:2000;top:12811;width:60;height:58" coordorigin="2000,12811" coordsize="60,58">
              <v:shape style="position:absolute;left:2000;top:12811;width:60;height:58" coordorigin="2000,12811" coordsize="60,58" path="m2060,12840l2054,12821,2039,12811,2021,12811,2006,12821,2000,12840,2006,12859,2021,12869,2039,12869,2054,12859,2060,12840xe" filled="f" stroked="t" strokeweight=".75pt" strokecolor="#000000">
                <v:path arrowok="t"/>
              </v:shape>
            </v:group>
            <v:group style="position:absolute;left:2000;top:13066;width:60;height:58" coordorigin="2000,13066" coordsize="60,58">
              <v:shape style="position:absolute;left:2000;top:13066;width:60;height:58" coordorigin="2000,13066" coordsize="60,58" path="m2060,13095l2054,13076,2039,13066,2021,13066,2006,13076,2000,13095,2006,13114,2021,13124,2039,13124,2054,13114,2060,13095xe" filled="f" stroked="t" strokeweight=".75pt" strokecolor="#000000">
                <v:path arrowok="t"/>
              </v:shape>
            </v:group>
            <v:group style="position:absolute;left:2000;top:13321;width:60;height:58" coordorigin="2000,13321" coordsize="60,58">
              <v:shape style="position:absolute;left:2000;top:13321;width:60;height:58" coordorigin="2000,13321" coordsize="60,58" path="m2060,13350l2054,13331,2039,13321,2021,13321,2006,13331,2000,13350,2006,13369,2021,13379,2039,13379,2054,13369,2060,13350xe" filled="f" stroked="t" strokeweight=".75pt" strokecolor="#000000">
                <v:path arrowok="t"/>
              </v:shape>
            </v:group>
            <v:group style="position:absolute;left:590;top:8670;width:900;height:465" coordorigin="590,8670" coordsize="900,465">
              <v:shape style="position:absolute;left:590;top:8670;width:900;height:465" coordorigin="590,8670" coordsize="900,465" path="m590,8670l1490,8670,1490,9135,590,9135,590,8670e" filled="t" fillcolor="#FFFFFF" stroked="f">
                <v:path arrowok="t"/>
                <v:fill/>
              </v:shape>
            </v:group>
            <v:group style="position:absolute;left:590;top:8678;width:900;height:2" coordorigin="590,8678" coordsize="900,2">
              <v:shape style="position:absolute;left:590;top:8678;width:900;height:2" coordorigin="590,8678" coordsize="900,0" path="m590,8678l1490,8678e" filled="f" stroked="t" strokeweight=".85pt" strokecolor="#DEDEDE">
                <v:path arrowok="t"/>
              </v:shape>
            </v:group>
            <v:group style="position:absolute;left:590;top:8385;width:900;height:285" coordorigin="590,8385" coordsize="900,285">
              <v:shape style="position:absolute;left:590;top:8385;width:900;height:285" coordorigin="590,8385" coordsize="900,285" path="m590,8385l1490,8385,1490,8670,590,8670,590,8385e" filled="t" fillcolor="#FFFFFF" stroked="f">
                <v:path arrowok="t"/>
                <v:fill/>
              </v:shape>
            </v:group>
            <v:group style="position:absolute;left:1775;top:14242;width:10110;height:2" coordorigin="1775,14242" coordsize="10110,2">
              <v:shape style="position:absolute;left:1775;top:14242;width:10110;height:2" coordorigin="1775,14242" coordsize="10110,0" path="m1775,14242l11885,14242e" filled="f" stroked="t" strokeweight=".851pt" strokecolor="#FCFCFC">
                <v:path arrowok="t"/>
              </v:shape>
            </v:group>
            <v:group style="position:absolute;left:1783;top:14235;width:2;height:885" coordorigin="1783,14235" coordsize="2,885">
              <v:shape style="position:absolute;left:1783;top:14235;width:2;height:885" coordorigin="1783,14235" coordsize="0,885" path="m1783,14235l1783,15120e" filled="f" stroked="t" strokeweight=".85pt" strokecolor="#FCFCFC">
                <v:path arrowok="t"/>
              </v:shape>
            </v:group>
            <v:group style="position:absolute;left:11878;top:14235;width:2;height:885" coordorigin="11878,14235" coordsize="2,885">
              <v:shape style="position:absolute;left:11878;top:14235;width:2;height:885" coordorigin="11878,14235" coordsize="0,885" path="m11878,14235l11878,15120e" filled="f" stroked="t" strokeweight=".851pt" strokecolor="#FCFCFC">
                <v:path arrowok="t"/>
              </v:shape>
            </v:group>
            <v:group style="position:absolute;left:1865;top:14625;width:6405;height:285" coordorigin="1865,14625" coordsize="6405,285">
              <v:shape style="position:absolute;left:1865;top:14625;width:6405;height:285" coordorigin="1865,14625" coordsize="6405,285" path="m1865,14625l8270,14625,8270,14910,1865,14910,1865,14625e" filled="t" fillcolor="#EEEEEE" stroked="f">
                <v:path arrowok="t"/>
                <v:fill/>
              </v:shape>
            </v:group>
            <v:group style="position:absolute;left:590;top:14535;width:900;height:465" coordorigin="590,14535" coordsize="900,465">
              <v:shape style="position:absolute;left:590;top:14535;width:900;height:465" coordorigin="590,14535" coordsize="900,465" path="m590,14535l1490,14535,1490,15000,590,15000,590,14535e" filled="t" fillcolor="#FFFFFF" stroked="f">
                <v:path arrowok="t"/>
                <v:fill/>
              </v:shape>
            </v:group>
            <v:group style="position:absolute;left:590;top:14543;width:900;height:2" coordorigin="590,14543" coordsize="900,2">
              <v:shape style="position:absolute;left:590;top:14543;width:900;height:2" coordorigin="590,14543" coordsize="900,0" path="m590,14543l1490,14543e" filled="f" stroked="t" strokeweight=".85pt" strokecolor="#DEDEDE">
                <v:path arrowok="t"/>
              </v:shape>
            </v:group>
            <v:group style="position:absolute;left:590;top:14250;width:900;height:285" coordorigin="590,14250" coordsize="900,285">
              <v:shape style="position:absolute;left:590;top:14250;width:900;height:285" coordorigin="590,14250" coordsize="900,285" path="m590,14250l1490,14250,1490,14535,590,14535,590,14250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  <w:t>Nov.</w:t>
      </w:r>
      <w:r>
        <w:rPr>
          <w:rFonts w:ascii="PT Sans" w:hAnsi="PT Sans" w:cs="PT Sans" w:eastAsia="PT Sans"/>
          <w:sz w:val="16"/>
          <w:szCs w:val="16"/>
          <w:spacing w:val="12"/>
          <w:w w:val="100"/>
        </w:rPr>
        <w:t> </w:t>
      </w:r>
      <w:r>
        <w:rPr>
          <w:rFonts w:ascii="PT Sans" w:hAnsi="PT Sans" w:cs="PT Sans" w:eastAsia="PT Sans"/>
          <w:sz w:val="16"/>
          <w:szCs w:val="16"/>
          <w:spacing w:val="0"/>
          <w:w w:val="103"/>
        </w:rPr>
        <w:t>2012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</w:r>
    </w:p>
    <w:p>
      <w:pPr>
        <w:spacing w:before="93" w:after="0" w:line="204" w:lineRule="exact"/>
        <w:ind w:left="308" w:right="-50"/>
        <w:jc w:val="center"/>
        <w:rPr>
          <w:rFonts w:ascii="PT Sans" w:hAnsi="PT Sans" w:cs="PT Sans" w:eastAsia="PT Sans"/>
          <w:sz w:val="16"/>
          <w:szCs w:val="16"/>
        </w:rPr>
      </w:pPr>
      <w:rPr/>
      <w:r>
        <w:rPr>
          <w:rFonts w:ascii="PT Sans" w:hAnsi="PT Sans" w:cs="PT Sans" w:eastAsia="PT Sans"/>
          <w:sz w:val="16"/>
          <w:szCs w:val="16"/>
          <w:spacing w:val="0"/>
          <w:w w:val="103"/>
        </w:rPr>
        <w:t>Diciembre</w:t>
      </w:r>
      <w:r>
        <w:rPr>
          <w:rFonts w:ascii="PT Sans" w:hAnsi="PT Sans" w:cs="PT Sans" w:eastAsia="PT Sans"/>
          <w:sz w:val="16"/>
          <w:szCs w:val="16"/>
          <w:spacing w:val="0"/>
          <w:w w:val="100"/>
        </w:rPr>
      </w:r>
    </w:p>
    <w:p>
      <w:pPr>
        <w:spacing w:before="0" w:after="0" w:line="168" w:lineRule="exact"/>
        <w:ind w:left="488" w:right="128"/>
        <w:jc w:val="center"/>
        <w:rPr>
          <w:rFonts w:ascii="PT Sans" w:hAnsi="PT Sans" w:cs="PT Sans" w:eastAsia="PT Sans"/>
          <w:sz w:val="16"/>
          <w:szCs w:val="16"/>
        </w:rPr>
      </w:pPr>
      <w:rPr/>
      <w:r>
        <w:rPr>
          <w:rFonts w:ascii="PT Sans" w:hAnsi="PT Sans" w:cs="PT Sans" w:eastAsia="PT Sans"/>
          <w:sz w:val="16"/>
          <w:szCs w:val="16"/>
          <w:spacing w:val="0"/>
          <w:w w:val="103"/>
          <w:position w:val="1"/>
        </w:rPr>
        <w:t>2006</w:t>
      </w:r>
      <w:r>
        <w:rPr>
          <w:rFonts w:ascii="PT Sans" w:hAnsi="PT Sans" w:cs="PT Sans" w:eastAsia="PT Sans"/>
          <w:sz w:val="16"/>
          <w:szCs w:val="16"/>
          <w:spacing w:val="0"/>
          <w:w w:val="100"/>
          <w:position w:val="0"/>
        </w:rPr>
      </w:r>
    </w:p>
    <w:p>
      <w:pPr>
        <w:spacing w:before="0" w:after="0" w:line="240" w:lineRule="auto"/>
        <w:ind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/>
        <w:br w:type="column"/>
      </w:r>
      <w:hyperlink r:id="rId10"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Sistema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17"/>
            <w:w w:val="100"/>
            <w:b/>
            <w:bCs/>
            <w:i/>
          </w:rPr>
          <w:t> 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Internet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13"/>
            <w:w w:val="100"/>
            <w:b/>
            <w:bCs/>
            <w:i/>
          </w:rPr>
          <w:t> 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de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9"/>
            <w:w w:val="100"/>
            <w:b/>
            <w:bCs/>
            <w:i/>
          </w:rPr>
          <w:t> 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la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13"/>
            <w:w w:val="100"/>
            <w:b/>
            <w:bCs/>
            <w:i/>
          </w:rPr>
          <w:t> 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Presidencia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27"/>
            <w:w w:val="100"/>
            <w:b/>
            <w:bCs/>
            <w:i/>
          </w:rPr>
          <w:t> 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de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9"/>
            <w:w w:val="100"/>
            <w:b/>
            <w:bCs/>
            <w:i/>
          </w:rPr>
          <w:t> 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la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13"/>
            <w:w w:val="100"/>
            <w:b/>
            <w:bCs/>
            <w:i/>
          </w:rPr>
          <w:t> 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0"/>
            <w:w w:val="100"/>
            <w:b/>
            <w:bCs/>
            <w:i/>
          </w:rPr>
          <w:t>República</w:t>
        </w:r>
        <w:r>
          <w:rPr>
            <w:rFonts w:ascii="PT Sans" w:hAnsi="PT Sans" w:cs="PT Sans" w:eastAsia="PT Sans"/>
            <w:sz w:val="25"/>
            <w:szCs w:val="25"/>
            <w:color w:val="303030"/>
            <w:spacing w:val="27"/>
            <w:w w:val="100"/>
            <w:b/>
            <w:bCs/>
            <w:i/>
          </w:rPr>
          <w:t> </w:t>
        </w:r>
      </w:hyperlink>
      <w:r>
        <w:rPr>
          <w:rFonts w:ascii="PT Sans" w:hAnsi="PT Sans" w:cs="PT Sans" w:eastAsia="PT Sans"/>
          <w:sz w:val="21"/>
          <w:szCs w:val="21"/>
          <w:color w:val="787878"/>
          <w:spacing w:val="0"/>
          <w:w w:val="100"/>
          <w:i/>
        </w:rPr>
        <w:t>México</w:t>
      </w:r>
      <w:r>
        <w:rPr>
          <w:rFonts w:ascii="PT Sans" w:hAnsi="PT Sans" w:cs="PT Sans" w:eastAsia="PT Sans"/>
          <w:sz w:val="21"/>
          <w:szCs w:val="21"/>
          <w:color w:val="787878"/>
          <w:spacing w:val="15"/>
          <w:w w:val="100"/>
          <w:i/>
        </w:rPr>
        <w:t> </w:t>
      </w:r>
      <w:r>
        <w:rPr>
          <w:rFonts w:ascii="PT Sans" w:hAnsi="PT Sans" w:cs="PT Sans" w:eastAsia="PT Sans"/>
          <w:sz w:val="21"/>
          <w:szCs w:val="21"/>
          <w:color w:val="787878"/>
          <w:spacing w:val="0"/>
          <w:w w:val="100"/>
          <w:i/>
        </w:rPr>
        <w:t>D.F.</w:t>
      </w:r>
      <w:r>
        <w:rPr>
          <w:rFonts w:ascii="PT Sans" w:hAnsi="PT Sans" w:cs="PT Sans" w:eastAsia="PT Sans"/>
          <w:sz w:val="21"/>
          <w:szCs w:val="21"/>
          <w:color w:val="000000"/>
          <w:spacing w:val="0"/>
          <w:w w:val="100"/>
        </w:rPr>
      </w:r>
    </w:p>
    <w:p>
      <w:pPr>
        <w:spacing w:before="97" w:after="0" w:line="240" w:lineRule="auto"/>
        <w:ind w:left="45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Puesto</w:t>
      </w:r>
      <w:r>
        <w:rPr>
          <w:rFonts w:ascii="PT Sans" w:hAnsi="PT Sans" w:cs="PT Sans" w:eastAsia="PT Sans"/>
          <w:sz w:val="19"/>
          <w:szCs w:val="19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desempeñado.</w:t>
      </w:r>
      <w:r>
        <w:rPr>
          <w:rFonts w:ascii="PT Sans" w:hAnsi="PT Sans" w:cs="PT Sans" w:eastAsia="PT Sans"/>
          <w:sz w:val="19"/>
          <w:szCs w:val="19"/>
          <w:spacing w:val="3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Subdirector</w:t>
      </w:r>
      <w:r>
        <w:rPr>
          <w:rFonts w:ascii="PT Sans" w:hAnsi="PT Sans" w:cs="PT Sans" w:eastAsia="PT Sans"/>
          <w:sz w:val="19"/>
          <w:szCs w:val="19"/>
          <w:spacing w:val="2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Investigación</w:t>
      </w:r>
      <w:r>
        <w:rPr>
          <w:rFonts w:ascii="PT Sans" w:hAnsi="PT Sans" w:cs="PT Sans" w:eastAsia="PT Sans"/>
          <w:sz w:val="19"/>
          <w:szCs w:val="19"/>
          <w:spacing w:val="1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Estrategia</w:t>
      </w:r>
      <w:r>
        <w:rPr>
          <w:rFonts w:ascii="PT Sans" w:hAnsi="PT Sans" w:cs="PT Sans" w:eastAsia="PT Sans"/>
          <w:sz w:val="19"/>
          <w:szCs w:val="19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y</w:t>
      </w:r>
      <w:r>
        <w:rPr>
          <w:rFonts w:ascii="PT Sans" w:hAnsi="PT Sans" w:cs="PT Sans" w:eastAsia="PT Sans"/>
          <w:sz w:val="19"/>
          <w:szCs w:val="19"/>
          <w:spacing w:val="1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Vinculación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280" w:left="340" w:right="300"/>
          <w:cols w:num="2" w:equalWidth="0">
            <w:col w:w="1060" w:space="465"/>
            <w:col w:w="10075"/>
          </w:cols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100pt;margin-top:48.810001pt;width:3pt;height:2.88pt;mso-position-horizontal-relative:page;mso-position-vertical-relative:page;z-index:-322" coordorigin="2000,976" coordsize="60,58">
            <v:shape style="position:absolute;left:2000;top:976;width:60;height:58" coordorigin="2000,976" coordsize="60,58" path="m2060,1005l2054,986,2039,976,2021,976,2006,986,2000,1005,2006,1024,2021,1034,2039,1034,2054,1024,2060,100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72.059998pt;width:3pt;height:2.88pt;mso-position-horizontal-relative:page;mso-position-vertical-relative:page;z-index:-321" coordorigin="2000,1441" coordsize="60,58">
            <v:shape style="position:absolute;left:2000;top:1441;width:60;height:58" coordorigin="2000,1441" coordsize="60,58" path="m2060,1470l2054,1451,2039,1441,2021,1441,2006,1451,2000,1470,2006,1489,2021,1499,2039,1499,2054,1489,2060,147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95.309998pt;width:3pt;height:2.88pt;mso-position-horizontal-relative:page;mso-position-vertical-relative:page;z-index:-320" coordorigin="2000,1906" coordsize="60,58">
            <v:shape style="position:absolute;left:2000;top:1906;width:60;height:58" coordorigin="2000,1906" coordsize="60,58" path="m2060,1935l2054,1916,2039,1906,2021,1906,2006,1916,2000,1935,2006,1954,2021,1964,2039,1964,2054,1954,2060,193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118.559998pt;width:3pt;height:2.88pt;mso-position-horizontal-relative:page;mso-position-vertical-relative:page;z-index:-319" coordorigin="2000,2371" coordsize="60,58">
            <v:shape style="position:absolute;left:2000;top:2371;width:60;height:58" coordorigin="2000,2371" coordsize="60,58" path="m2060,2400l2054,2381,2039,2371,2021,2371,2006,2381,2000,2400,2006,2419,2021,2429,2039,2429,2054,2419,2060,240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131.309998pt;width:3pt;height:2.88pt;mso-position-horizontal-relative:page;mso-position-vertical-relative:page;z-index:-318" coordorigin="2000,2626" coordsize="60,58">
            <v:shape style="position:absolute;left:2000;top:2626;width:60;height:58" coordorigin="2000,2626" coordsize="60,58" path="m2060,2655l2054,2636,2039,2626,2021,2626,2006,2636,2000,2655,2006,2674,2021,2684,2039,2684,2054,2674,2060,265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144.059998pt;width:3pt;height:2.88pt;mso-position-horizontal-relative:page;mso-position-vertical-relative:page;z-index:-317" coordorigin="2000,2881" coordsize="60,58">
            <v:shape style="position:absolute;left:2000;top:2881;width:60;height:58" coordorigin="2000,2881" coordsize="60,58" path="m2060,2910l2054,2891,2039,2881,2021,2881,2006,2891,2000,2910,2006,2929,2021,2939,2039,2939,2054,2929,2060,291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211.559998pt;width:3pt;height:2.88pt;mso-position-horizontal-relative:page;mso-position-vertical-relative:page;z-index:-316" coordorigin="2000,4231" coordsize="60,58">
            <v:shape style="position:absolute;left:2000;top:4231;width:60;height:58" coordorigin="2000,4231" coordsize="60,58" path="m2060,4260l2054,4241,2039,4231,2021,4231,2006,4241,2000,4260,2006,4279,2021,4289,2039,4289,2054,4279,2060,426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224.309998pt;width:3pt;height:2.88pt;mso-position-horizontal-relative:page;mso-position-vertical-relative:page;z-index:-315" coordorigin="2000,4486" coordsize="60,58">
            <v:shape style="position:absolute;left:2000;top:4486;width:60;height:58" coordorigin="2000,4486" coordsize="60,58" path="m2060,4515l2054,4496,2039,4486,2021,4486,2006,4496,2000,4515,2006,4534,2021,4544,2039,4544,2054,4534,2060,451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237.059998pt;width:3pt;height:2.88pt;mso-position-horizontal-relative:page;mso-position-vertical-relative:page;z-index:-314" coordorigin="2000,4741" coordsize="60,58">
            <v:shape style="position:absolute;left:2000;top:4741;width:60;height:58" coordorigin="2000,4741" coordsize="60,58" path="m2060,4770l2054,4751,2039,4741,2021,4741,2006,4751,2000,4770,2006,4789,2021,4799,2039,4799,2054,4789,2060,477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249.809998pt;width:3pt;height:2.88pt;mso-position-horizontal-relative:page;mso-position-vertical-relative:page;z-index:-313" coordorigin="2000,4996" coordsize="60,58">
            <v:shape style="position:absolute;left:2000;top:4996;width:60;height:58" coordorigin="2000,4996" coordsize="60,58" path="m2060,5025l2054,5006,2039,4996,2021,4996,2006,5006,2000,5025,2006,5044,2021,5054,2039,5054,2054,5044,2060,502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262.559998pt;width:3pt;height:2.88pt;mso-position-horizontal-relative:page;mso-position-vertical-relative:page;z-index:-312" coordorigin="2000,5251" coordsize="60,58">
            <v:shape style="position:absolute;left:2000;top:5251;width:60;height:58" coordorigin="2000,5251" coordsize="60,58" path="m2060,5280l2054,5261,2039,5251,2021,5251,2006,5261,2000,5280,2006,5299,2021,5309,2039,5309,2054,5299,2060,528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275.309998pt;width:3pt;height:2.88pt;mso-position-horizontal-relative:page;mso-position-vertical-relative:page;z-index:-311" coordorigin="2000,5506" coordsize="60,58">
            <v:shape style="position:absolute;left:2000;top:5506;width:60;height:58" coordorigin="2000,5506" coordsize="60,58" path="m2060,5535l2054,5516,2039,5506,2021,5506,2006,5516,2000,5535,2006,5554,2021,5564,2039,5564,2054,5554,2060,553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288.059998pt;width:3pt;height:2.88pt;mso-position-horizontal-relative:page;mso-position-vertical-relative:page;z-index:-310" coordorigin="2000,5761" coordsize="60,58">
            <v:shape style="position:absolute;left:2000;top:5761;width:60;height:58" coordorigin="2000,5761" coordsize="60,58" path="m2060,5790l2054,5771,2039,5761,2021,5761,2006,5771,2000,5790,2006,5809,2021,5819,2039,5819,2054,5809,2060,579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311.309998pt;width:3pt;height:2.88pt;mso-position-horizontal-relative:page;mso-position-vertical-relative:page;z-index:-309" coordorigin="2000,6226" coordsize="60,58">
            <v:shape style="position:absolute;left:2000;top:6226;width:60;height:58" coordorigin="2000,6226" coordsize="60,58" path="m2060,6255l2054,6236,2039,6226,2021,6226,2006,6236,2000,6255,2006,6274,2021,6284,2039,6284,2054,6274,2060,625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324.059998pt;width:3pt;height:2.88pt;mso-position-horizontal-relative:page;mso-position-vertical-relative:page;z-index:-308" coordorigin="2000,6481" coordsize="60,58">
            <v:shape style="position:absolute;left:2000;top:6481;width:60;height:58" coordorigin="2000,6481" coordsize="60,58" path="m2060,6510l2054,6491,2039,6481,2021,6481,2006,6491,2000,6510,2006,6529,2021,6539,2039,6539,2054,6529,2060,651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336.809998pt;width:3pt;height:2.88pt;mso-position-horizontal-relative:page;mso-position-vertical-relative:page;z-index:-307" coordorigin="2000,6736" coordsize="60,58">
            <v:shape style="position:absolute;left:2000;top:6736;width:60;height:58" coordorigin="2000,6736" coordsize="60,58" path="m2060,6765l2054,6746,2039,6736,2021,6736,2006,6746,2000,6765,2006,6784,2021,6794,2039,6794,2054,6784,2060,676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369.809998pt;width:3pt;height:2.88pt;mso-position-horizontal-relative:page;mso-position-vertical-relative:page;z-index:-306" coordorigin="2000,7396" coordsize="60,58">
            <v:shape style="position:absolute;left:2000;top:7396;width:60;height:58" coordorigin="2000,7396" coordsize="60,58" path="m2060,7425l2054,7406,2039,7396,2021,7396,2006,7406,2000,7425,2006,7444,2021,7454,2039,7454,2054,7444,2060,742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382.559998pt;width:3pt;height:2.88pt;mso-position-horizontal-relative:page;mso-position-vertical-relative:page;z-index:-305" coordorigin="2000,7651" coordsize="60,58">
            <v:shape style="position:absolute;left:2000;top:7651;width:60;height:58" coordorigin="2000,7651" coordsize="60,58" path="m2060,7680l2054,7661,2039,7651,2021,7651,2006,7661,2000,7680,2006,7699,2021,7709,2039,7709,2054,7699,2060,768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395.309998pt;width:3pt;height:2.88pt;mso-position-horizontal-relative:page;mso-position-vertical-relative:page;z-index:-304" coordorigin="2000,7906" coordsize="60,58">
            <v:shape style="position:absolute;left:2000;top:7906;width:60;height:58" coordorigin="2000,7906" coordsize="60,58" path="m2060,7935l2054,7916,2039,7906,2021,7906,2006,7916,2000,7935,2006,7954,2021,7964,2039,7964,2054,7954,2060,793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408.059998pt;width:3pt;height:2.88pt;mso-position-horizontal-relative:page;mso-position-vertical-relative:page;z-index:-303" coordorigin="2000,8161" coordsize="60,58">
            <v:shape style="position:absolute;left:2000;top:8161;width:60;height:58" coordorigin="2000,8161" coordsize="60,58" path="m2060,8190l2054,8171,2039,8161,2021,8161,2006,8171,2000,8190,2006,8209,2021,8219,2039,8219,2054,8209,2060,819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420.809998pt;width:3pt;height:2.88pt;mso-position-horizontal-relative:page;mso-position-vertical-relative:page;z-index:-302" coordorigin="2000,8416" coordsize="60,58">
            <v:shape style="position:absolute;left:2000;top:8416;width:60;height:58" coordorigin="2000,8416" coordsize="60,58" path="m2060,8445l2054,8426,2039,8416,2021,8416,2006,8426,2000,8445,2006,8464,2021,8474,2039,8474,2054,8464,2060,844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433.559998pt;width:3pt;height:2.88pt;mso-position-horizontal-relative:page;mso-position-vertical-relative:page;z-index:-301" coordorigin="2000,8671" coordsize="60,58">
            <v:shape style="position:absolute;left:2000;top:8671;width:60;height:58" coordorigin="2000,8671" coordsize="60,58" path="m2060,8700l2054,8681,2039,8671,2021,8671,2006,8681,2000,8700,2006,8719,2021,8729,2039,8729,2054,8719,2060,870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446.309998pt;width:3pt;height:2.88pt;mso-position-horizontal-relative:page;mso-position-vertical-relative:page;z-index:-300" coordorigin="2000,8926" coordsize="60,58">
            <v:shape style="position:absolute;left:2000;top:8926;width:60;height:58" coordorigin="2000,8926" coordsize="60,58" path="m2060,8955l2054,8936,2039,8926,2021,8926,2006,8936,2000,8955,2006,8974,2021,8984,2039,8984,2054,8974,2060,895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459.059998pt;width:3pt;height:2.88pt;mso-position-horizontal-relative:page;mso-position-vertical-relative:page;z-index:-299" coordorigin="2000,9181" coordsize="60,58">
            <v:shape style="position:absolute;left:2000;top:9181;width:60;height:58" coordorigin="2000,9181" coordsize="60,58" path="m2060,9210l2054,9191,2039,9181,2021,9181,2006,9191,2000,9210,2006,9229,2021,9239,2039,9239,2054,9229,2060,921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471.809998pt;width:3pt;height:2.88pt;mso-position-horizontal-relative:page;mso-position-vertical-relative:page;z-index:-298" coordorigin="2000,9436" coordsize="60,58">
            <v:shape style="position:absolute;left:2000;top:9436;width:60;height:58" coordorigin="2000,9436" coordsize="60,58" path="m2060,9465l2054,9446,2039,9436,2021,9436,2006,9446,2000,9465,2006,9484,2021,9494,2039,9494,2054,9484,2060,946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00pt;margin-top:484.559998pt;width:3pt;height:2.88pt;mso-position-horizontal-relative:page;mso-position-vertical-relative:page;z-index:-297" coordorigin="2000,9691" coordsize="60,58">
            <v:shape style="position:absolute;left:2000;top:9691;width:60;height:58" coordorigin="2000,9691" coordsize="60,58" path="m2060,9720l2054,9701,2039,9691,2021,9691,2006,9701,2000,9720,2006,9739,2021,9749,2039,9749,2054,9739,2060,972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88.324997pt;margin-top:519.324524pt;width:506.35pt;height:145.601pt;mso-position-horizontal-relative:page;mso-position-vertical-relative:page;z-index:-296" coordorigin="1766,10386" coordsize="10127,2912">
            <v:group style="position:absolute;left:1775;top:10403;width:10110;height:2" coordorigin="1775,10403" coordsize="10110,2">
              <v:shape style="position:absolute;left:1775;top:10403;width:10110;height:2" coordorigin="1775,10403" coordsize="10110,0" path="m1775,10403l11885,10403e" filled="f" stroked="t" strokeweight=".85pt" strokecolor="#FCFCFC">
                <v:path arrowok="t"/>
              </v:shape>
            </v:group>
            <v:group style="position:absolute;left:1775;top:13283;width:10110;height:2" coordorigin="1775,13283" coordsize="10110,2">
              <v:shape style="position:absolute;left:1775;top:13283;width:10110;height:2" coordorigin="1775,13283" coordsize="10110,0" path="m1775,13283l11885,13283e" filled="f" stroked="t" strokeweight=".85pt" strokecolor="#FCFCFC">
                <v:path arrowok="t"/>
              </v:shape>
            </v:group>
            <v:group style="position:absolute;left:1782;top:10395;width:2;height:2895" coordorigin="1782,10395" coordsize="2,2895">
              <v:shape style="position:absolute;left:1782;top:10395;width:2;height:2895" coordorigin="1782,10395" coordsize="0,2895" path="m1782,10395l1782,13290e" filled="f" stroked="t" strokeweight=".85pt" strokecolor="#FCFCFC">
                <v:path arrowok="t"/>
              </v:shape>
            </v:group>
            <v:group style="position:absolute;left:11878;top:10395;width:2;height:2895" coordorigin="11878,10395" coordsize="2,2895">
              <v:shape style="position:absolute;left:11878;top:10395;width:2;height:2895" coordorigin="11878,10395" coordsize="0,2895" path="m11878,10395l11878,13290e" filled="f" stroked="t" strokeweight=".851pt" strokecolor="#FCFCFC">
                <v:path arrowok="t"/>
              </v:shape>
            </v:group>
            <v:group style="position:absolute;left:1865;top:10785;width:6975;height:285" coordorigin="1865,10785" coordsize="6975,285">
              <v:shape style="position:absolute;left:1865;top:10785;width:6975;height:285" coordorigin="1865,10785" coordsize="6975,285" path="m1865,10785l8840,10785,8840,11070,1865,11070,1865,10785e" filled="t" fillcolor="#EEEEEE" stroked="f">
                <v:path arrowok="t"/>
                <v:fill/>
              </v:shape>
            </v:group>
            <v:group style="position:absolute;left:2000;top:11611;width:60;height:58" coordorigin="2000,11611" coordsize="60,58">
              <v:shape style="position:absolute;left:2000;top:11611;width:60;height:58" coordorigin="2000,11611" coordsize="60,58" path="m2060,11640l2054,11621,2039,11611,2021,11611,2006,11621,2000,11640,2006,11659,2021,11669,2039,11669,2054,11659,2060,11640xe" filled="f" stroked="t" strokeweight=".75pt" strokecolor="#000000">
                <v:path arrowok="t"/>
              </v:shape>
            </v:group>
            <v:group style="position:absolute;left:2000;top:11866;width:60;height:58" coordorigin="2000,11866" coordsize="60,58">
              <v:shape style="position:absolute;left:2000;top:11866;width:60;height:58" coordorigin="2000,11866" coordsize="60,58" path="m2060,11895l2054,11876,2039,11866,2021,11866,2006,11876,2000,11895,2006,11914,2021,11924,2039,11924,2054,11914,2060,11895xe" filled="f" stroked="t" strokeweight=".75pt" strokecolor="#000000">
                <v:path arrowok="t"/>
              </v:shape>
            </v:group>
            <v:group style="position:absolute;left:2000;top:12526;width:60;height:58" coordorigin="2000,12526" coordsize="60,58">
              <v:shape style="position:absolute;left:2000;top:12526;width:60;height:58" coordorigin="2000,12526" coordsize="60,58" path="m2060,12555l2054,12536,2039,12526,2021,12526,2006,12536,2000,12555,2006,12574,2021,12584,2039,12584,2054,12574,2060,12555xe" filled="f" stroked="t" strokeweight=".75pt" strokecolor="#000000">
                <v:path arrowok="t"/>
              </v:shape>
            </v:group>
            <v:group style="position:absolute;left:2000;top:12781;width:60;height:58" coordorigin="2000,12781" coordsize="60,58">
              <v:shape style="position:absolute;left:2000;top:12781;width:60;height:58" coordorigin="2000,12781" coordsize="60,58" path="m2060,12810l2054,12791,2039,12781,2021,12781,2006,12791,2000,12810,2006,12829,2021,12839,2039,12839,2054,12829,2060,12810xe" filled="f" stroked="t" strokeweight=".75pt" strokecolor="#000000">
                <v:path arrowok="t"/>
              </v:shape>
            </v:group>
            <v:group style="position:absolute;left:2000;top:13036;width:60;height:58" coordorigin="2000,13036" coordsize="60,58">
              <v:shape style="position:absolute;left:2000;top:13036;width:60;height:58" coordorigin="2000,13036" coordsize="60,58" path="m2060,13065l2054,13046,2039,13036,2021,13036,2006,13046,2000,13065,2006,13084,2021,13094,2039,13094,2054,13084,2060,13065xe" filled="f" stroked="t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pt;margin-top:520pt;width:46pt;height:30.25pt;mso-position-horizontal-relative:page;mso-position-vertical-relative:page;z-index:-295" coordorigin="580,10400" coordsize="920,605">
            <v:group style="position:absolute;left:590;top:10695;width:900;height:300" coordorigin="590,10695" coordsize="900,300">
              <v:shape style="position:absolute;left:590;top:10695;width:900;height:300" coordorigin="590,10695" coordsize="900,300" path="m590,10695l1490,10695,1490,10995,590,10995,590,10695e" filled="t" fillcolor="#FFFFFF" stroked="f">
                <v:path arrowok="t"/>
                <v:fill/>
              </v:shape>
            </v:group>
            <v:group style="position:absolute;left:590;top:10703;width:900;height:2" coordorigin="590,10703" coordsize="900,2">
              <v:shape style="position:absolute;left:590;top:10703;width:900;height:2" coordorigin="590,10703" coordsize="900,0" path="m590,10703l1490,10703e" filled="f" stroked="t" strokeweight=".85pt" strokecolor="#DEDEDE">
                <v:path arrowok="t"/>
              </v:shape>
            </v:group>
            <v:group style="position:absolute;left:590;top:10410;width:900;height:285" coordorigin="590,10410" coordsize="900,285">
              <v:shape style="position:absolute;left:590;top:10410;width:900;height:285" coordorigin="590,10410" coordsize="900,285" path="m590,10410l1490,10410,1490,10695,590,10695,590,10410e" filled="t" fillcolor="#FFFFFF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92.75pt;margin-top:723.25pt;width:383.5pt;height:30.25pt;mso-position-horizontal-relative:page;mso-position-vertical-relative:page;z-index:-294" coordorigin="1855,14465" coordsize="7670,605">
            <v:group style="position:absolute;left:1865;top:14475;width:7365;height:285" coordorigin="1865,14475" coordsize="7365,285">
              <v:shape style="position:absolute;left:1865;top:14475;width:7365;height:285" coordorigin="1865,14475" coordsize="7365,285" path="m1865,14475l9230,14475,9230,14760,1865,14760,1865,14475e" filled="t" fillcolor="#EEEEEE" stroked="f">
                <v:path arrowok="t"/>
                <v:fill/>
              </v:shape>
            </v:group>
            <v:group style="position:absolute;left:1865;top:14775;width:7650;height:285" coordorigin="1865,14775" coordsize="7650,285">
              <v:shape style="position:absolute;left:1865;top:14775;width:7650;height:285" coordorigin="1865,14775" coordsize="7650,285" path="m1865,14775l9515,14775,9515,15060,1865,15060,1865,14775e" filled="t" fillcolor="#EEEEEE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29pt;margin-top:687.25pt;width:46pt;height:30.25pt;mso-position-horizontal-relative:page;mso-position-vertical-relative:page;z-index:-293" coordorigin="580,13745" coordsize="920,605">
            <v:group style="position:absolute;left:590;top:14040;width:900;height:300" coordorigin="590,14040" coordsize="900,300">
              <v:shape style="position:absolute;left:590;top:14040;width:900;height:300" coordorigin="590,14040" coordsize="900,300" path="m590,14040l1490,14040,1490,14340,590,14340,590,14040e" filled="t" fillcolor="#FFFFFF" stroked="f">
                <v:path arrowok="t"/>
                <v:fill/>
              </v:shape>
            </v:group>
            <v:group style="position:absolute;left:590;top:14048;width:900;height:2" coordorigin="590,14048" coordsize="900,2">
              <v:shape style="position:absolute;left:590;top:14048;width:900;height:2" coordorigin="590,14048" coordsize="900,0" path="m590,14048l1490,14048e" filled="f" stroked="t" strokeweight=".85pt" strokecolor="#DEDEDE">
                <v:path arrowok="t"/>
              </v:shape>
            </v:group>
            <v:group style="position:absolute;left:590;top:13755;width:900;height:285" coordorigin="590,13755" coordsize="900,285">
              <v:shape style="position:absolute;left:590;top:13755;width:900;height:285" coordorigin="590,13755" coordsize="900,285" path="m590,13755l1490,13755,1490,14040,590,14040,590,13755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sz w:val="10"/>
          <w:szCs w:val="1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0" w:type="dxa"/>
      </w:tblPr>
      <w:tblGrid/>
      <w:tr>
        <w:trPr>
          <w:trHeight w:val="9413" w:hRule="exact"/>
        </w:trPr>
        <w:tc>
          <w:tcPr>
            <w:tcW w:w="15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single" w:sz="6.8" w:space="0" w:color="FCFCFC"/>
            </w:tcBorders>
            <w:shd w:val="clear" w:color="auto" w:fill="FCFCFC"/>
          </w:tcPr>
          <w:p>
            <w:pPr/>
            <w:rPr/>
          </w:p>
        </w:tc>
        <w:tc>
          <w:tcPr>
            <w:tcW w:w="10095" w:type="dxa"/>
            <w:tcBorders>
              <w:top w:val="nil" w:sz="6" w:space="0" w:color="auto"/>
              <w:bottom w:val="single" w:sz="6.8" w:space="0" w:color="FCFCFC"/>
              <w:left w:val="single" w:sz="6.8" w:space="0" w:color="FCFCFC"/>
              <w:right w:val="single" w:sz="6.808" w:space="0" w:color="FCFCFC"/>
            </w:tcBorders>
            <w:shd w:val="clear" w:color="auto" w:fill="FCFCFC"/>
          </w:tcPr>
          <w:p>
            <w:pPr>
              <w:spacing w:before="0" w:after="0" w:line="268" w:lineRule="exact"/>
              <w:ind w:left="74" w:right="-20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Proyectos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2007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a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2012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185" w:lineRule="auto"/>
              <w:ind w:left="434" w:right="95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Adecuación</w:t>
            </w:r>
            <w:r>
              <w:rPr>
                <w:rFonts w:ascii="PT Sans" w:hAnsi="PT Sans" w:cs="PT Sans" w:eastAsia="PT Sans"/>
                <w:sz w:val="21"/>
                <w:szCs w:val="21"/>
                <w:spacing w:val="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Sitio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Presidencia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República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(diseño,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código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usabilidad)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cumplir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100%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con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criterios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accesibilidad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AAA.</w:t>
            </w:r>
          </w:p>
          <w:p>
            <w:pPr>
              <w:spacing w:before="45" w:after="0" w:line="185" w:lineRule="auto"/>
              <w:ind w:left="434" w:right="1055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Responsable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desarrollo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en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el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proyecto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homologación</w:t>
            </w:r>
            <w:r>
              <w:rPr>
                <w:rFonts w:ascii="PT Sans" w:hAnsi="PT Sans" w:cs="PT Sans" w:eastAsia="PT Sans"/>
                <w:sz w:val="21"/>
                <w:szCs w:val="21"/>
                <w:spacing w:val="14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sitios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web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las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secretarías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dependencias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Gobierno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Federal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denominado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"Plantillas</w:t>
            </w:r>
            <w:r>
              <w:rPr>
                <w:rFonts w:ascii="PT Sans" w:hAnsi="PT Sans" w:cs="PT Sans" w:eastAsia="PT Sans"/>
                <w:sz w:val="21"/>
                <w:szCs w:val="21"/>
                <w:spacing w:val="21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Gobierno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Federal."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45" w:after="0" w:line="185" w:lineRule="auto"/>
              <w:ind w:left="434" w:right="-58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estructura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programación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las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Plantillas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Gobierno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Federal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consolidó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arquitectura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cada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uno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sitios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web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Gobierno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Federal.</w:t>
            </w:r>
          </w:p>
          <w:p>
            <w:pPr>
              <w:spacing w:before="0" w:after="0" w:line="268" w:lineRule="exact"/>
              <w:ind w:left="434" w:right="103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Definición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lineamientos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a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seguir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implementación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las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"Plantillas</w:t>
            </w:r>
            <w:r>
              <w:rPr>
                <w:rFonts w:ascii="PT Sans" w:hAnsi="PT Sans" w:cs="PT Sans" w:eastAsia="PT Sans"/>
                <w:sz w:val="21"/>
                <w:szCs w:val="21"/>
                <w:spacing w:val="21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Gobierno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Federal."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0" w:after="0" w:line="255" w:lineRule="exact"/>
              <w:ind w:left="434" w:right="3382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Diseño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e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impartición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talleres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complementar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el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proyecto.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1" w:lineRule="exact"/>
              <w:ind w:left="434" w:right="121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Evaluación</w:t>
            </w:r>
            <w:r>
              <w:rPr>
                <w:rFonts w:ascii="PT Sans" w:hAnsi="PT Sans" w:cs="PT Sans" w:eastAsia="PT Sans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determinar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el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nivel</w:t>
            </w:r>
            <w:r>
              <w:rPr>
                <w:rFonts w:ascii="PT Sans" w:hAnsi="PT Sans" w:cs="PT Sans" w:eastAsia="PT Sans"/>
                <w:sz w:val="21"/>
                <w:szCs w:val="21"/>
                <w:spacing w:val="14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cumplimiento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cada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una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las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secretarías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dependencias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del</w:t>
            </w:r>
          </w:p>
          <w:p>
            <w:pPr>
              <w:spacing w:before="0" w:after="0" w:line="214" w:lineRule="exact"/>
              <w:ind w:left="434" w:right="7991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2"/>
              </w:rPr>
              <w:t>Gobierno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position w:val="2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2"/>
              </w:rPr>
              <w:t>Federal.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7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185" w:lineRule="auto"/>
              <w:ind w:left="74" w:right="329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Coordinador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desarrollo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21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estructura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interacción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con</w:t>
            </w:r>
            <w:r>
              <w:rPr>
                <w:rFonts w:ascii="PT Sans" w:hAnsi="PT Sans" w:cs="PT Sans" w:eastAsia="PT Sans"/>
                <w:sz w:val="21"/>
                <w:szCs w:val="21"/>
                <w:spacing w:val="19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el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usuario,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programación,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estrategias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seguridad,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análisis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navegación,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desarrollo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gráfico</w:t>
            </w:r>
            <w:r>
              <w:rPr>
                <w:rFonts w:ascii="PT Sans" w:hAnsi="PT Sans" w:cs="PT Sans" w:eastAsia="PT Sans"/>
                <w:sz w:val="21"/>
                <w:szCs w:val="21"/>
                <w:spacing w:val="19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administración</w:t>
            </w:r>
            <w:r>
              <w:rPr>
                <w:rFonts w:ascii="PT Sans" w:hAnsi="PT Sans" w:cs="PT Sans" w:eastAsia="PT Sans"/>
                <w:sz w:val="21"/>
                <w:szCs w:val="21"/>
                <w:spacing w:val="14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módulos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4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siguientes</w:t>
            </w:r>
            <w:r>
              <w:rPr>
                <w:rFonts w:ascii="PT Sans" w:hAnsi="PT Sans" w:cs="PT Sans" w:eastAsia="PT Sans"/>
                <w:sz w:val="21"/>
                <w:szCs w:val="21"/>
                <w:spacing w:val="20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sitios,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entre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b/>
                <w:bCs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b/>
                <w:bCs/>
              </w:rPr>
              <w:t>otros: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71" w:after="0" w:line="240" w:lineRule="auto"/>
              <w:ind w:left="434" w:right="6255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Portal</w:t>
            </w:r>
            <w:r>
              <w:rPr>
                <w:rFonts w:ascii="PT Sans" w:hAnsi="PT Sans" w:cs="PT Sans" w:eastAsia="PT Sans"/>
                <w:sz w:val="21"/>
                <w:szCs w:val="21"/>
                <w:spacing w:val="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Presidencia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201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</w:rPr>
              <w:t>1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2012.</w:t>
            </w:r>
          </w:p>
          <w:p>
            <w:pPr>
              <w:spacing w:before="0" w:after="0" w:line="255" w:lineRule="exact"/>
              <w:ind w:left="434" w:right="4530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Sitios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Informes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Gobierno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(2009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2012).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2057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Sitio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Exposición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Tesoros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Palacios,</w:t>
            </w:r>
            <w:r>
              <w:rPr>
                <w:rFonts w:ascii="PT Sans" w:hAnsi="PT Sans" w:cs="PT Sans" w:eastAsia="PT Sans"/>
                <w:sz w:val="21"/>
                <w:szCs w:val="21"/>
                <w:spacing w:val="4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el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Palacio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Nacional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(2011).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2011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Sitio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Presidencia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juegos</w:t>
            </w:r>
            <w:r>
              <w:rPr>
                <w:rFonts w:ascii="PT Sans" w:hAnsi="PT Sans" w:cs="PT Sans" w:eastAsia="PT Sans"/>
                <w:sz w:val="21"/>
                <w:szCs w:val="21"/>
                <w:spacing w:val="14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Panamericanos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Parapanamericanos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(2011).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2220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Desarrollo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administrador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(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CMS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)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el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sitio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Presidencia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(201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0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2011).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1020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Administrador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página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principal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sitio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Presidencia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República.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(200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7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2010).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1" w:lineRule="exact"/>
              <w:ind w:left="434" w:right="111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Sistema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envió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correos</w:t>
            </w:r>
            <w:r>
              <w:rPr>
                <w:rFonts w:ascii="PT Sans" w:hAnsi="PT Sans" w:cs="PT Sans" w:eastAsia="PT Sans"/>
                <w:sz w:val="21"/>
                <w:szCs w:val="21"/>
                <w:spacing w:val="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a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administradores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sitios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todas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las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dependencias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Gobierno</w:t>
            </w:r>
          </w:p>
          <w:p>
            <w:pPr>
              <w:spacing w:before="0" w:after="0" w:line="214" w:lineRule="exact"/>
              <w:ind w:left="434" w:right="8876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2"/>
              </w:rPr>
              <w:t>Federal.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1997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Sistema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inscripción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a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los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eventos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administración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Pública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Federal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del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SIP.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4365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Sistema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peticiones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contacto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ciudadano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(200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7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-4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2009).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3646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Sistema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generación</w:t>
            </w:r>
            <w:r>
              <w:rPr>
                <w:rFonts w:ascii="PT Sans" w:hAnsi="PT Sans" w:cs="PT Sans" w:eastAsia="PT Sans"/>
                <w:sz w:val="21"/>
                <w:szCs w:val="21"/>
                <w:spacing w:val="14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Boletines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semanales</w:t>
            </w:r>
            <w:r>
              <w:rPr>
                <w:rFonts w:ascii="PT Sans" w:hAnsi="PT Sans" w:cs="PT Sans" w:eastAsia="PT Sans"/>
                <w:sz w:val="21"/>
                <w:szCs w:val="21"/>
                <w:spacing w:val="1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(200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7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-4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2008).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58" w:after="0" w:line="240" w:lineRule="auto"/>
              <w:ind w:left="74" w:right="-20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Herramientas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utilizadas</w:t>
            </w:r>
          </w:p>
          <w:p>
            <w:pPr>
              <w:spacing w:before="67" w:after="0" w:line="256" w:lineRule="exact"/>
              <w:ind w:left="434" w:right="6456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Eclipse</w:t>
            </w:r>
            <w:r>
              <w:rPr>
                <w:rFonts w:ascii="PT Sans" w:hAnsi="PT Sans" w:cs="PT Sans" w:eastAsia="PT Sans"/>
                <w:sz w:val="21"/>
                <w:szCs w:val="21"/>
                <w:spacing w:val="4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PHP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JSP</w:t>
            </w:r>
            <w:r>
              <w:rPr>
                <w:rFonts w:ascii="PT Sans" w:hAnsi="PT Sans" w:cs="PT Sans" w:eastAsia="PT Sans"/>
                <w:sz w:val="21"/>
                <w:szCs w:val="21"/>
                <w:spacing w:val="3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con</w:t>
            </w:r>
            <w:r>
              <w:rPr>
                <w:rFonts w:ascii="PT Sans" w:hAnsi="PT Sans" w:cs="PT Sans" w:eastAsia="PT Sans"/>
                <w:sz w:val="21"/>
                <w:szCs w:val="21"/>
                <w:spacing w:val="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SVN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Adobe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CS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Photoshop,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Illustrator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CMS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WordPress,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Drupal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Joomla</w:t>
            </w:r>
          </w:p>
          <w:p>
            <w:pPr>
              <w:spacing w:before="0" w:after="0" w:line="262" w:lineRule="exact"/>
              <w:ind w:left="434" w:right="2552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Frameworks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Zend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Framework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CodeIgniter</w:t>
            </w:r>
            <w:r>
              <w:rPr>
                <w:rFonts w:ascii="PT Sans" w:hAnsi="PT Sans" w:cs="PT Sans" w:eastAsia="PT Sans"/>
                <w:sz w:val="21"/>
                <w:szCs w:val="21"/>
                <w:spacing w:val="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PHP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Hibernate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Java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5231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Frameworks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jQuery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Mootools</w:t>
            </w:r>
            <w:r>
              <w:rPr>
                <w:rFonts w:ascii="PT Sans" w:hAnsi="PT Sans" w:cs="PT Sans" w:eastAsia="PT Sans"/>
                <w:sz w:val="21"/>
                <w:szCs w:val="21"/>
                <w:spacing w:val="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Javascript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5783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Activecollab</w:t>
            </w:r>
            <w:r>
              <w:rPr>
                <w:rFonts w:ascii="PT Sans" w:hAnsi="PT Sans" w:cs="PT Sans" w:eastAsia="PT Sans"/>
                <w:sz w:val="21"/>
                <w:szCs w:val="21"/>
                <w:spacing w:val="14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Administrador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proyectos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7053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Hype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animacion</w:t>
            </w:r>
            <w:r>
              <w:rPr>
                <w:rFonts w:ascii="PT Sans" w:hAnsi="PT Sans" w:cs="PT Sans" w:eastAsia="PT Sans"/>
                <w:sz w:val="21"/>
                <w:szCs w:val="21"/>
                <w:spacing w:val="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WEB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7483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Mysql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Bases</w:t>
            </w:r>
            <w:r>
              <w:rPr>
                <w:rFonts w:ascii="PT Sans" w:hAnsi="PT Sans" w:cs="PT Sans" w:eastAsia="PT Sans"/>
                <w:sz w:val="21"/>
                <w:szCs w:val="21"/>
                <w:spacing w:val="1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datos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8689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Xcode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4.0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434" w:right="5726"/>
              <w:jc w:val="both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Maquinas</w:t>
            </w:r>
            <w:r>
              <w:rPr>
                <w:rFonts w:ascii="PT Sans" w:hAnsi="PT Sans" w:cs="PT Sans" w:eastAsia="PT Sans"/>
                <w:sz w:val="21"/>
                <w:szCs w:val="21"/>
                <w:spacing w:val="14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virtuales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Virtualbox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Parallels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</w:tc>
        <w:tc>
          <w:tcPr>
            <w:tcW w:w="157" w:type="dxa"/>
            <w:tcBorders>
              <w:top w:val="nil" w:sz="6" w:space="0" w:color="auto"/>
              <w:bottom w:val="nil" w:sz="6" w:space="0" w:color="auto"/>
              <w:left w:val="single" w:sz="6.808" w:space="0" w:color="FCFCFC"/>
              <w:right w:val="nil" w:sz="6" w:space="0" w:color="auto"/>
            </w:tcBorders>
            <w:shd w:val="clear" w:color="auto" w:fill="FCFCFC"/>
          </w:tcPr>
          <w:p>
            <w:pPr/>
            <w:rPr/>
          </w:p>
        </w:tc>
      </w:tr>
      <w:tr>
        <w:trPr>
          <w:trHeight w:val="3810" w:hRule="exact"/>
        </w:trPr>
        <w:tc>
          <w:tcPr>
            <w:tcW w:w="11835" w:type="dxa"/>
            <w:gridSpan w:val="3"/>
            <w:tcBorders>
              <w:top w:val="single" w:sz="6.8" w:space="0" w:color="FCFCFC"/>
              <w:bottom w:val="single" w:sz="6.808" w:space="0" w:color="FCFCFC"/>
              <w:left w:val="nil" w:sz="6" w:space="0" w:color="auto"/>
              <w:right w:val="nil" w:sz="6" w:space="0" w:color="auto"/>
            </w:tcBorders>
            <w:shd w:val="clear" w:color="auto" w:fill="FCFCFC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80" w:right="-20"/>
              <w:jc w:val="left"/>
              <w:tabs>
                <w:tab w:pos="1660" w:val="left"/>
              </w:tabs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  <w:position w:val="3"/>
              </w:rPr>
              <w:t>Nov.</w:t>
            </w:r>
            <w:r>
              <w:rPr>
                <w:rFonts w:ascii="PT Sans" w:hAnsi="PT Sans" w:cs="PT Sans" w:eastAsia="PT Sans"/>
                <w:sz w:val="16"/>
                <w:szCs w:val="16"/>
                <w:spacing w:val="12"/>
                <w:w w:val="100"/>
                <w:position w:val="3"/>
              </w:rPr>
              <w:t> </w:t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  <w:position w:val="3"/>
              </w:rPr>
              <w:t>2006</w:t>
            </w:r>
            <w:r>
              <w:rPr>
                <w:rFonts w:ascii="PT Sans" w:hAnsi="PT Sans" w:cs="PT Sans" w:eastAsia="PT Sans"/>
                <w:sz w:val="16"/>
                <w:szCs w:val="16"/>
                <w:spacing w:val="-32"/>
                <w:w w:val="100"/>
                <w:position w:val="3"/>
              </w:rPr>
              <w:t> </w:t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  <w:position w:val="3"/>
              </w:rPr>
              <w:tab/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  <w:position w:val="3"/>
              </w:rPr>
            </w:r>
            <w:hyperlink r:id="rId11"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0"/>
                  <w:w w:val="100"/>
                  <w:b/>
                  <w:bCs/>
                  <w:i/>
                  <w:position w:val="0"/>
                </w:rPr>
                <w:t>JOEY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12"/>
                  <w:w w:val="100"/>
                  <w:b/>
                  <w:bCs/>
                  <w:i/>
                  <w:position w:val="0"/>
                </w:rPr>
                <w:t> 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0"/>
                  <w:w w:val="100"/>
                  <w:b/>
                  <w:bCs/>
                  <w:i/>
                  <w:position w:val="0"/>
                </w:rPr>
                <w:t>RECORDS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21"/>
                  <w:w w:val="100"/>
                  <w:b/>
                  <w:bCs/>
                  <w:i/>
                  <w:position w:val="0"/>
                </w:rPr>
                <w:t> 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0"/>
                  <w:w w:val="100"/>
                  <w:b/>
                  <w:bCs/>
                  <w:i/>
                  <w:position w:val="0"/>
                </w:rPr>
                <w:t>INTERNATIONAL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34"/>
                  <w:w w:val="100"/>
                  <w:b/>
                  <w:bCs/>
                  <w:i/>
                  <w:position w:val="0"/>
                </w:rPr>
                <w:t> </w:t>
              </w:r>
            </w:hyperlink>
            <w:r>
              <w:rPr>
                <w:rFonts w:ascii="PT Sans" w:hAnsi="PT Sans" w:cs="PT Sans" w:eastAsia="PT Sans"/>
                <w:sz w:val="21"/>
                <w:szCs w:val="21"/>
                <w:color w:val="787878"/>
                <w:spacing w:val="0"/>
                <w:w w:val="100"/>
                <w:i/>
                <w:position w:val="0"/>
              </w:rPr>
              <w:t>San</w:t>
            </w:r>
            <w:r>
              <w:rPr>
                <w:rFonts w:ascii="PT Sans" w:hAnsi="PT Sans" w:cs="PT Sans" w:eastAsia="PT Sans"/>
                <w:sz w:val="21"/>
                <w:szCs w:val="21"/>
                <w:color w:val="787878"/>
                <w:spacing w:val="16"/>
                <w:w w:val="100"/>
                <w:i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color w:val="787878"/>
                <w:spacing w:val="0"/>
                <w:w w:val="100"/>
                <w:i/>
                <w:position w:val="0"/>
              </w:rPr>
              <w:t>Antonio,</w:t>
            </w:r>
            <w:r>
              <w:rPr>
                <w:rFonts w:ascii="PT Sans" w:hAnsi="PT Sans" w:cs="PT Sans" w:eastAsia="PT Sans"/>
                <w:sz w:val="21"/>
                <w:szCs w:val="21"/>
                <w:color w:val="787878"/>
                <w:spacing w:val="4"/>
                <w:w w:val="100"/>
                <w:i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color w:val="787878"/>
                <w:spacing w:val="0"/>
                <w:w w:val="100"/>
                <w:i/>
                <w:position w:val="0"/>
              </w:rPr>
              <w:t>TX</w:t>
            </w:r>
            <w:r>
              <w:rPr>
                <w:rFonts w:ascii="PT Sans" w:hAnsi="PT Sans" w:cs="PT Sans" w:eastAsia="PT Sans"/>
                <w:sz w:val="21"/>
                <w:szCs w:val="21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8" w:after="0" w:line="240" w:lineRule="auto"/>
              <w:ind w:left="465" w:right="-20"/>
              <w:jc w:val="left"/>
              <w:tabs>
                <w:tab w:pos="1700" w:val="left"/>
              </w:tabs>
              <w:rPr>
                <w:rFonts w:ascii="PT Sans" w:hAnsi="PT Sans" w:cs="PT Sans" w:eastAsia="PT Sans"/>
                <w:sz w:val="19"/>
                <w:szCs w:val="19"/>
              </w:rPr>
            </w:pPr>
            <w:rPr/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  <w:position w:val="9"/>
              </w:rPr>
              <w:t>Abril</w:t>
            </w:r>
            <w:r>
              <w:rPr>
                <w:rFonts w:ascii="PT Sans" w:hAnsi="PT Sans" w:cs="PT Sans" w:eastAsia="PT Sans"/>
                <w:sz w:val="16"/>
                <w:szCs w:val="16"/>
                <w:spacing w:val="23"/>
                <w:w w:val="100"/>
                <w:position w:val="9"/>
              </w:rPr>
              <w:t> </w:t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  <w:position w:val="9"/>
              </w:rPr>
              <w:t>2003</w:t>
            </w:r>
            <w:r>
              <w:rPr>
                <w:rFonts w:ascii="PT Sans" w:hAnsi="PT Sans" w:cs="PT Sans" w:eastAsia="PT Sans"/>
                <w:sz w:val="16"/>
                <w:szCs w:val="16"/>
                <w:spacing w:val="-32"/>
                <w:w w:val="100"/>
                <w:position w:val="9"/>
              </w:rPr>
              <w:t> </w:t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  <w:position w:val="9"/>
              </w:rPr>
              <w:tab/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  <w:position w:val="9"/>
              </w:rPr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Puesto</w:t>
            </w:r>
            <w:r>
              <w:rPr>
                <w:rFonts w:ascii="PT Sans" w:hAnsi="PT Sans" w:cs="PT Sans" w:eastAsia="PT Sans"/>
                <w:sz w:val="19"/>
                <w:szCs w:val="19"/>
                <w:spacing w:val="9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desempeñado.</w:t>
            </w:r>
            <w:r>
              <w:rPr>
                <w:rFonts w:ascii="PT Sans" w:hAnsi="PT Sans" w:cs="PT Sans" w:eastAsia="PT Sans"/>
                <w:sz w:val="19"/>
                <w:szCs w:val="19"/>
                <w:spacing w:val="30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Gerencia</w:t>
            </w:r>
            <w:r>
              <w:rPr>
                <w:rFonts w:ascii="PT Sans" w:hAnsi="PT Sans" w:cs="PT Sans" w:eastAsia="PT Sans"/>
                <w:sz w:val="19"/>
                <w:szCs w:val="19"/>
                <w:spacing w:val="16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Técnica</w:t>
            </w:r>
            <w:r>
              <w:rPr>
                <w:rFonts w:ascii="PT Sans" w:hAnsi="PT Sans" w:cs="PT Sans" w:eastAsia="PT Sans"/>
                <w:sz w:val="19"/>
                <w:szCs w:val="19"/>
                <w:spacing w:val="13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para</w:t>
            </w:r>
            <w:r>
              <w:rPr>
                <w:rFonts w:ascii="PT Sans" w:hAnsi="PT Sans" w:cs="PT Sans" w:eastAsia="PT Sans"/>
                <w:sz w:val="19"/>
                <w:szCs w:val="19"/>
                <w:spacing w:val="11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el</w:t>
            </w:r>
            <w:r>
              <w:rPr>
                <w:rFonts w:ascii="PT Sans" w:hAnsi="PT Sans" w:cs="PT Sans" w:eastAsia="PT Sans"/>
                <w:sz w:val="19"/>
                <w:szCs w:val="19"/>
                <w:spacing w:val="6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área</w:t>
            </w:r>
            <w:r>
              <w:rPr>
                <w:rFonts w:ascii="PT Sans" w:hAnsi="PT Sans" w:cs="PT Sans" w:eastAsia="PT Sans"/>
                <w:sz w:val="19"/>
                <w:szCs w:val="19"/>
                <w:spacing w:val="2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de</w:t>
            </w:r>
            <w:r>
              <w:rPr>
                <w:rFonts w:ascii="PT Sans" w:hAnsi="PT Sans" w:cs="PT Sans" w:eastAsia="PT Sans"/>
                <w:sz w:val="19"/>
                <w:szCs w:val="19"/>
                <w:spacing w:val="4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sistemas</w:t>
            </w:r>
            <w:r>
              <w:rPr>
                <w:rFonts w:ascii="PT Sans" w:hAnsi="PT Sans" w:cs="PT Sans" w:eastAsia="PT Sans"/>
                <w:sz w:val="19"/>
                <w:szCs w:val="19"/>
                <w:spacing w:val="9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  <w:t>y</w:t>
            </w:r>
            <w:r>
              <w:rPr>
                <w:rFonts w:ascii="PT Sans" w:hAnsi="PT Sans" w:cs="PT Sans" w:eastAsia="PT Sans"/>
                <w:sz w:val="19"/>
                <w:szCs w:val="19"/>
                <w:spacing w:val="10"/>
                <w:w w:val="100"/>
                <w:position w:val="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2"/>
                <w:position w:val="0"/>
              </w:rPr>
              <w:t>comunicaciones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  <w:position w:val="0"/>
              </w:rPr>
            </w:r>
          </w:p>
          <w:p>
            <w:pPr>
              <w:spacing w:before="54" w:after="0" w:line="240" w:lineRule="auto"/>
              <w:ind w:left="1665" w:right="-20"/>
              <w:jc w:val="left"/>
              <w:rPr>
                <w:rFonts w:ascii="PT Sans" w:hAnsi="PT Sans" w:cs="PT Sans" w:eastAsia="PT Sans"/>
                <w:sz w:val="19"/>
                <w:szCs w:val="19"/>
              </w:rPr>
            </w:pPr>
            <w:rPr/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Desarrollo,</w:t>
            </w:r>
            <w:r>
              <w:rPr>
                <w:rFonts w:ascii="PT Sans" w:hAnsi="PT Sans" w:cs="PT Sans" w:eastAsia="PT Sans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administración</w:t>
            </w:r>
            <w:r>
              <w:rPr>
                <w:rFonts w:ascii="PT Sans" w:hAnsi="PT Sans" w:cs="PT Sans" w:eastAsia="PT Sans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PT Sans" w:hAnsi="PT Sans" w:cs="PT Sans" w:eastAsia="PT Sans"/>
                <w:sz w:val="19"/>
                <w:szCs w:val="19"/>
                <w:spacing w:val="2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implementación</w:t>
            </w:r>
            <w:r>
              <w:rPr>
                <w:rFonts w:ascii="PT Sans" w:hAnsi="PT Sans" w:cs="PT Sans" w:eastAsia="PT Sans"/>
                <w:sz w:val="19"/>
                <w:szCs w:val="19"/>
                <w:spacing w:val="35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los</w:t>
            </w:r>
            <w:r>
              <w:rPr>
                <w:rFonts w:ascii="PT Sans" w:hAnsi="PT Sans" w:cs="PT Sans" w:eastAsia="PT Sans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siguientes</w:t>
            </w:r>
            <w:r>
              <w:rPr>
                <w:rFonts w:ascii="PT Sans" w:hAnsi="PT Sans" w:cs="PT Sans" w:eastAsia="PT Sans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2"/>
              </w:rPr>
              <w:t>proyectos: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025" w:right="-20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Sistema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ventas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a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distribuidores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pequeños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negocios.</w:t>
            </w:r>
          </w:p>
          <w:p>
            <w:pPr>
              <w:spacing w:before="0" w:after="0" w:line="255" w:lineRule="exact"/>
              <w:ind w:left="2025" w:right="-20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Sistema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el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control</w:t>
            </w:r>
            <w:r>
              <w:rPr>
                <w:rFonts w:ascii="PT Sans" w:hAnsi="PT Sans" w:cs="PT Sans" w:eastAsia="PT Sans"/>
                <w:sz w:val="21"/>
                <w:szCs w:val="21"/>
                <w:spacing w:val="10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cuentas</w:t>
            </w:r>
            <w:r>
              <w:rPr>
                <w:rFonts w:ascii="PT Sans" w:hAnsi="PT Sans" w:cs="PT Sans" w:eastAsia="PT Sans"/>
                <w:sz w:val="21"/>
                <w:szCs w:val="21"/>
                <w:spacing w:val="16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la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generación</w:t>
            </w:r>
            <w:r>
              <w:rPr>
                <w:rFonts w:ascii="PT Sans" w:hAnsi="PT Sans" w:cs="PT Sans" w:eastAsia="PT Sans"/>
                <w:sz w:val="21"/>
                <w:szCs w:val="21"/>
                <w:spacing w:val="14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reportes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ventas.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58" w:after="0" w:line="240" w:lineRule="auto"/>
              <w:ind w:left="1665" w:right="-20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Herramientas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utilizadas</w:t>
            </w:r>
          </w:p>
          <w:p>
            <w:pPr>
              <w:spacing w:before="58" w:after="0" w:line="240" w:lineRule="auto"/>
              <w:ind w:left="2025" w:right="-20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Eclipse</w:t>
            </w:r>
            <w:r>
              <w:rPr>
                <w:rFonts w:ascii="PT Sans" w:hAnsi="PT Sans" w:cs="PT Sans" w:eastAsia="PT Sans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Para</w:t>
            </w:r>
            <w:r>
              <w:rPr>
                <w:rFonts w:ascii="PT Sans" w:hAnsi="PT Sans" w:cs="PT Sans" w:eastAsia="PT Sans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</w:rPr>
              <w:t>PHP</w:t>
            </w:r>
          </w:p>
          <w:p>
            <w:pPr>
              <w:spacing w:before="0" w:after="0" w:line="255" w:lineRule="exact"/>
              <w:ind w:left="2025" w:right="-20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Adobe</w:t>
            </w:r>
            <w:r>
              <w:rPr>
                <w:rFonts w:ascii="PT Sans" w:hAnsi="PT Sans" w:cs="PT Sans" w:eastAsia="PT Sans"/>
                <w:sz w:val="21"/>
                <w:szCs w:val="21"/>
                <w:spacing w:val="5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CS</w:t>
            </w:r>
            <w:r>
              <w:rPr>
                <w:rFonts w:ascii="PT Sans" w:hAnsi="PT Sans" w:cs="PT Sans" w:eastAsia="PT Sans"/>
                <w:sz w:val="21"/>
                <w:szCs w:val="21"/>
                <w:spacing w:val="13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Dreamweaver,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Photoshop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  <w:p>
            <w:pPr>
              <w:spacing w:before="0" w:after="0" w:line="255" w:lineRule="exact"/>
              <w:ind w:left="2025" w:right="-20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Mysql</w:t>
            </w:r>
            <w:r>
              <w:rPr>
                <w:rFonts w:ascii="PT Sans" w:hAnsi="PT Sans" w:cs="PT Sans" w:eastAsia="PT Sans"/>
                <w:sz w:val="21"/>
                <w:szCs w:val="21"/>
                <w:spacing w:val="17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y</w:t>
            </w:r>
            <w:r>
              <w:rPr>
                <w:rFonts w:ascii="PT Sans" w:hAnsi="PT Sans" w:cs="PT Sans" w:eastAsia="PT Sans"/>
                <w:sz w:val="21"/>
                <w:szCs w:val="21"/>
                <w:spacing w:val="11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Filemaker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-</w:t>
            </w:r>
            <w:r>
              <w:rPr>
                <w:rFonts w:ascii="PT Sans" w:hAnsi="PT Sans" w:cs="PT Sans" w:eastAsia="PT Sans"/>
                <w:sz w:val="21"/>
                <w:szCs w:val="21"/>
                <w:spacing w:val="18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Bases</w:t>
            </w:r>
            <w:r>
              <w:rPr>
                <w:rFonts w:ascii="PT Sans" w:hAnsi="PT Sans" w:cs="PT Sans" w:eastAsia="PT Sans"/>
                <w:sz w:val="21"/>
                <w:szCs w:val="21"/>
                <w:spacing w:val="1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de</w:t>
            </w:r>
            <w:r>
              <w:rPr>
                <w:rFonts w:ascii="PT Sans" w:hAnsi="PT Sans" w:cs="PT Sans" w:eastAsia="PT Sans"/>
                <w:sz w:val="21"/>
                <w:szCs w:val="21"/>
                <w:spacing w:val="9"/>
                <w:w w:val="100"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1"/>
              </w:rPr>
              <w:t>datos</w:t>
            </w:r>
            <w:r>
              <w:rPr>
                <w:rFonts w:ascii="PT Sans" w:hAnsi="PT Sans" w:cs="PT Sans" w:eastAsia="PT Sans"/>
                <w:sz w:val="21"/>
                <w:szCs w:val="21"/>
                <w:spacing w:val="0"/>
                <w:w w:val="100"/>
                <w:position w:val="0"/>
              </w:rPr>
            </w:r>
          </w:p>
        </w:tc>
      </w:tr>
      <w:tr>
        <w:trPr>
          <w:trHeight w:val="1373" w:hRule="exact"/>
        </w:trPr>
        <w:tc>
          <w:tcPr>
            <w:tcW w:w="15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single" w:sz="6.8" w:space="0" w:color="FCFCFC"/>
            </w:tcBorders>
            <w:shd w:val="clear" w:color="auto" w:fill="FCFCFC"/>
          </w:tcPr>
          <w:p>
            <w:pPr>
              <w:spacing w:before="39" w:after="0" w:line="240" w:lineRule="auto"/>
              <w:ind w:left="465" w:right="-20"/>
              <w:jc w:val="left"/>
              <w:rPr>
                <w:rFonts w:ascii="PT Sans" w:hAnsi="PT Sans" w:cs="PT Sans" w:eastAsia="PT Sans"/>
                <w:sz w:val="16"/>
                <w:szCs w:val="16"/>
              </w:rPr>
            </w:pPr>
            <w:rPr/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</w:rPr>
              <w:t>Abril</w:t>
            </w:r>
            <w:r>
              <w:rPr>
                <w:rFonts w:ascii="PT Sans" w:hAnsi="PT Sans" w:cs="PT Sans" w:eastAsia="PT Sans"/>
                <w:sz w:val="16"/>
                <w:szCs w:val="16"/>
                <w:spacing w:val="23"/>
                <w:w w:val="100"/>
              </w:rPr>
              <w:t> </w:t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3"/>
              </w:rPr>
              <w:t>2003</w:t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93" w:after="0" w:line="240" w:lineRule="auto"/>
              <w:ind w:left="435" w:right="-20"/>
              <w:jc w:val="left"/>
              <w:rPr>
                <w:rFonts w:ascii="PT Sans" w:hAnsi="PT Sans" w:cs="PT Sans" w:eastAsia="PT Sans"/>
                <w:sz w:val="16"/>
                <w:szCs w:val="16"/>
              </w:rPr>
            </w:pPr>
            <w:rPr/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</w:rPr>
              <w:t>Mayo</w:t>
            </w:r>
            <w:r>
              <w:rPr>
                <w:rFonts w:ascii="PT Sans" w:hAnsi="PT Sans" w:cs="PT Sans" w:eastAsia="PT Sans"/>
                <w:sz w:val="16"/>
                <w:szCs w:val="16"/>
                <w:spacing w:val="26"/>
                <w:w w:val="100"/>
              </w:rPr>
              <w:t> </w:t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3"/>
              </w:rPr>
              <w:t>1999</w:t>
            </w:r>
            <w:r>
              <w:rPr>
                <w:rFonts w:ascii="PT Sans" w:hAnsi="PT Sans" w:cs="PT Sans" w:eastAsia="PT Sans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0095" w:type="dxa"/>
            <w:tcBorders>
              <w:top w:val="single" w:sz="6.808" w:space="0" w:color="FCFCFC"/>
              <w:bottom w:val="nil" w:sz="6" w:space="0" w:color="auto"/>
              <w:left w:val="single" w:sz="6.8" w:space="0" w:color="FCFCFC"/>
              <w:right w:val="single" w:sz="6.808" w:space="0" w:color="FCFCFC"/>
            </w:tcBorders>
            <w:shd w:val="clear" w:color="auto" w:fill="FCFCFC"/>
          </w:tcPr>
          <w:p>
            <w:pPr>
              <w:spacing w:before="0" w:after="0" w:line="293" w:lineRule="exact"/>
              <w:ind w:left="74" w:right="-20"/>
              <w:jc w:val="left"/>
              <w:rPr>
                <w:rFonts w:ascii="PT Sans" w:hAnsi="PT Sans" w:cs="PT Sans" w:eastAsia="PT Sans"/>
                <w:sz w:val="21"/>
                <w:szCs w:val="21"/>
              </w:rPr>
            </w:pPr>
            <w:rPr/>
            <w:hyperlink r:id="rId12"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0"/>
                  <w:w w:val="100"/>
                  <w:b/>
                  <w:bCs/>
                  <w:i/>
                  <w:position w:val="1"/>
                </w:rPr>
                <w:t>INTEGRADORES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34"/>
                  <w:w w:val="100"/>
                  <w:b/>
                  <w:bCs/>
                  <w:i/>
                  <w:position w:val="1"/>
                </w:rPr>
                <w:t> 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0"/>
                  <w:w w:val="100"/>
                  <w:b/>
                  <w:bCs/>
                  <w:i/>
                  <w:position w:val="1"/>
                </w:rPr>
                <w:t>DE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16"/>
                  <w:w w:val="100"/>
                  <w:b/>
                  <w:bCs/>
                  <w:i/>
                  <w:position w:val="1"/>
                </w:rPr>
                <w:t> 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0"/>
                  <w:w w:val="100"/>
                  <w:b/>
                  <w:bCs/>
                  <w:i/>
                  <w:position w:val="1"/>
                </w:rPr>
                <w:t>TECNOLOGÍA</w:t>
              </w:r>
              <w:r>
                <w:rPr>
                  <w:rFonts w:ascii="PT Sans" w:hAnsi="PT Sans" w:cs="PT Sans" w:eastAsia="PT Sans"/>
                  <w:sz w:val="25"/>
                  <w:szCs w:val="25"/>
                  <w:color w:val="303030"/>
                  <w:spacing w:val="30"/>
                  <w:w w:val="100"/>
                  <w:b/>
                  <w:bCs/>
                  <w:i/>
                  <w:position w:val="1"/>
                </w:rPr>
                <w:t> </w:t>
              </w:r>
            </w:hyperlink>
            <w:r>
              <w:rPr>
                <w:rFonts w:ascii="PT Sans" w:hAnsi="PT Sans" w:cs="PT Sans" w:eastAsia="PT Sans"/>
                <w:sz w:val="21"/>
                <w:szCs w:val="21"/>
                <w:color w:val="787878"/>
                <w:spacing w:val="0"/>
                <w:w w:val="100"/>
                <w:i/>
                <w:position w:val="1"/>
              </w:rPr>
              <w:t>México</w:t>
            </w:r>
            <w:r>
              <w:rPr>
                <w:rFonts w:ascii="PT Sans" w:hAnsi="PT Sans" w:cs="PT Sans" w:eastAsia="PT Sans"/>
                <w:sz w:val="21"/>
                <w:szCs w:val="21"/>
                <w:color w:val="787878"/>
                <w:spacing w:val="15"/>
                <w:w w:val="100"/>
                <w:i/>
                <w:position w:val="1"/>
              </w:rPr>
              <w:t> </w:t>
            </w:r>
            <w:r>
              <w:rPr>
                <w:rFonts w:ascii="PT Sans" w:hAnsi="PT Sans" w:cs="PT Sans" w:eastAsia="PT Sans"/>
                <w:sz w:val="21"/>
                <w:szCs w:val="21"/>
                <w:color w:val="787878"/>
                <w:spacing w:val="0"/>
                <w:w w:val="100"/>
                <w:i/>
                <w:position w:val="1"/>
              </w:rPr>
              <w:t>D.F.</w:t>
            </w:r>
            <w:r>
              <w:rPr>
                <w:rFonts w:ascii="PT Sans" w:hAnsi="PT Sans" w:cs="PT Sans" w:eastAsia="PT Sans"/>
                <w:sz w:val="21"/>
                <w:szCs w:val="21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74" w:right="-20"/>
              <w:jc w:val="left"/>
              <w:rPr>
                <w:rFonts w:ascii="PT Sans" w:hAnsi="PT Sans" w:cs="PT Sans" w:eastAsia="PT Sans"/>
                <w:sz w:val="19"/>
                <w:szCs w:val="19"/>
              </w:rPr>
            </w:pPr>
            <w:rPr/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Puestos</w:t>
            </w:r>
            <w:r>
              <w:rPr>
                <w:rFonts w:ascii="PT Sans" w:hAnsi="PT Sans" w:cs="PT Sans" w:eastAsia="PT Sans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2"/>
              </w:rPr>
              <w:t>desempeñados: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84" w:after="0" w:line="240" w:lineRule="auto"/>
              <w:ind w:left="119" w:right="-20"/>
              <w:jc w:val="left"/>
              <w:rPr>
                <w:rFonts w:ascii="PT Sans" w:hAnsi="PT Sans" w:cs="PT Sans" w:eastAsia="PT Sans"/>
                <w:sz w:val="19"/>
                <w:szCs w:val="19"/>
              </w:rPr>
            </w:pPr>
            <w:rPr/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Administrador</w:t>
            </w:r>
            <w:r>
              <w:rPr>
                <w:rFonts w:ascii="PT Sans" w:hAnsi="PT Sans" w:cs="PT Sans" w:eastAsia="PT Sans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los</w:t>
            </w:r>
            <w:r>
              <w:rPr>
                <w:rFonts w:ascii="PT Sans" w:hAnsi="PT Sans" w:cs="PT Sans" w:eastAsia="PT Sans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servicios</w:t>
            </w:r>
            <w:r>
              <w:rPr>
                <w:rFonts w:ascii="PT Sans" w:hAnsi="PT Sans" w:cs="PT Sans" w:eastAsia="PT Sans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red,</w:t>
            </w:r>
            <w:r>
              <w:rPr>
                <w:rFonts w:ascii="PT Sans" w:hAnsi="PT Sans" w:cs="PT Sans" w:eastAsia="PT Sans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telefonía</w:t>
            </w:r>
            <w:r>
              <w:rPr>
                <w:rFonts w:ascii="PT Sans" w:hAnsi="PT Sans" w:cs="PT Sans" w:eastAsia="PT Sans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PT Sans" w:hAnsi="PT Sans" w:cs="PT Sans" w:eastAsia="PT Sans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soporte</w:t>
            </w:r>
            <w:r>
              <w:rPr>
                <w:rFonts w:ascii="PT Sans" w:hAnsi="PT Sans" w:cs="PT Sans" w:eastAsia="PT Sans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al</w:t>
            </w:r>
            <w:r>
              <w:rPr>
                <w:rFonts w:ascii="PT Sans" w:hAnsi="PT Sans" w:cs="PT Sans" w:eastAsia="PT Sans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área</w:t>
            </w:r>
            <w:r>
              <w:rPr>
                <w:rFonts w:ascii="PT Sans" w:hAnsi="PT Sans" w:cs="PT Sans" w:eastAsia="PT Sans"/>
                <w:sz w:val="19"/>
                <w:szCs w:val="19"/>
                <w:spacing w:val="2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nuevas</w:t>
            </w:r>
            <w:r>
              <w:rPr>
                <w:rFonts w:ascii="PT Sans" w:hAnsi="PT Sans" w:cs="PT Sans" w:eastAsia="PT Sans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2"/>
              </w:rPr>
              <w:t>tecnologías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19" w:right="-20"/>
              <w:jc w:val="left"/>
              <w:rPr>
                <w:rFonts w:ascii="PT Sans" w:hAnsi="PT Sans" w:cs="PT Sans" w:eastAsia="PT Sans"/>
                <w:sz w:val="19"/>
                <w:szCs w:val="19"/>
              </w:rPr>
            </w:pPr>
            <w:rPr/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Soporte</w:t>
            </w:r>
            <w:r>
              <w:rPr>
                <w:rFonts w:ascii="PT Sans" w:hAnsi="PT Sans" w:cs="PT Sans" w:eastAsia="PT Sans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al</w:t>
            </w:r>
            <w:r>
              <w:rPr>
                <w:rFonts w:ascii="PT Sans" w:hAnsi="PT Sans" w:cs="PT Sans" w:eastAsia="PT Sans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área</w:t>
            </w:r>
            <w:r>
              <w:rPr>
                <w:rFonts w:ascii="PT Sans" w:hAnsi="PT Sans" w:cs="PT Sans" w:eastAsia="PT Sans"/>
                <w:sz w:val="19"/>
                <w:szCs w:val="19"/>
                <w:spacing w:val="2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de</w:t>
            </w:r>
            <w:r>
              <w:rPr>
                <w:rFonts w:ascii="PT Sans" w:hAnsi="PT Sans" w:cs="PT Sans" w:eastAsia="PT Sans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nuevas</w:t>
            </w:r>
            <w:r>
              <w:rPr>
                <w:rFonts w:ascii="PT Sans" w:hAnsi="PT Sans" w:cs="PT Sans" w:eastAsia="PT Sans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tecnologías,</w:t>
            </w:r>
            <w:r>
              <w:rPr>
                <w:rFonts w:ascii="PT Sans" w:hAnsi="PT Sans" w:cs="PT Sans" w:eastAsia="PT Sans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soporte</w:t>
            </w:r>
            <w:r>
              <w:rPr>
                <w:rFonts w:ascii="PT Sans" w:hAnsi="PT Sans" w:cs="PT Sans" w:eastAsia="PT Sans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PT Sans" w:hAnsi="PT Sans" w:cs="PT Sans" w:eastAsia="PT Sans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2"/>
              </w:rPr>
              <w:t>pre</w:t>
            </w:r>
            <w:r>
              <w:rPr>
                <w:rFonts w:ascii="PT Sans" w:hAnsi="PT Sans" w:cs="PT Sans" w:eastAsia="PT Sans"/>
                <w:sz w:val="19"/>
                <w:szCs w:val="19"/>
                <w:spacing w:val="-36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5"/>
                <w:w w:val="100"/>
              </w:rPr>
              <w:t>-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venta</w:t>
            </w:r>
            <w:r>
              <w:rPr>
                <w:rFonts w:ascii="PT Sans" w:hAnsi="PT Sans" w:cs="PT Sans" w:eastAsia="PT Sans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PT Sans" w:hAnsi="PT Sans" w:cs="PT Sans" w:eastAsia="PT Sans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apoyo</w:t>
            </w:r>
            <w:r>
              <w:rPr>
                <w:rFonts w:ascii="PT Sans" w:hAnsi="PT Sans" w:cs="PT Sans" w:eastAsia="PT Sans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técnico</w:t>
            </w:r>
            <w:r>
              <w:rPr>
                <w:rFonts w:ascii="PT Sans" w:hAnsi="PT Sans" w:cs="PT Sans" w:eastAsia="PT Sans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  <w:t>en</w:t>
            </w:r>
            <w:r>
              <w:rPr>
                <w:rFonts w:ascii="PT Sans" w:hAnsi="PT Sans" w:cs="PT Sans" w:eastAsia="PT Sans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2"/>
              </w:rPr>
              <w:t>licitaciones.</w:t>
            </w:r>
            <w:r>
              <w:rPr>
                <w:rFonts w:ascii="PT Sans" w:hAnsi="PT Sans" w:cs="PT Sans" w:eastAsia="PT Sans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57" w:type="dxa"/>
            <w:tcBorders>
              <w:top w:val="nil" w:sz="6" w:space="0" w:color="auto"/>
              <w:bottom w:val="nil" w:sz="6" w:space="0" w:color="auto"/>
              <w:left w:val="single" w:sz="6.808" w:space="0" w:color="FCFCFC"/>
              <w:right w:val="nil" w:sz="6" w:space="0" w:color="auto"/>
            </w:tcBorders>
            <w:shd w:val="clear" w:color="auto" w:fill="FCFCFC"/>
          </w:tcPr>
          <w:p>
            <w:pPr/>
            <w:rPr/>
          </w:p>
        </w:tc>
      </w:tr>
    </w:tbl>
    <w:p>
      <w:pPr>
        <w:spacing w:after="0"/>
        <w:sectPr>
          <w:pgSz w:w="12240" w:h="15840"/>
          <w:pgMar w:top="420" w:bottom="280" w:left="100" w:right="100"/>
        </w:sectPr>
      </w:pPr>
      <w:rPr/>
    </w:p>
    <w:p>
      <w:pPr>
        <w:spacing w:before="46" w:after="0" w:line="240" w:lineRule="auto"/>
        <w:ind w:left="1525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/>
        <w:pict>
          <v:group style="position:absolute;margin-left:9.5pt;margin-top:25.75pt;width:592.75pt;height:482.5pt;mso-position-horizontal-relative:page;mso-position-vertical-relative:page;z-index:-292" coordorigin="190,515" coordsize="11855,9650">
            <v:group style="position:absolute;left:200;top:525;width:11835;height:9630" coordorigin="200,525" coordsize="11835,9630">
              <v:shape style="position:absolute;left:200;top:525;width:11835;height:9630" coordorigin="200,525" coordsize="11835,9630" path="m200,10155l12035,10155,12035,525,200,525,200,10155e" filled="t" fillcolor="#FCFCFC" stroked="f">
                <v:path arrowok="t"/>
                <v:fill/>
              </v:shape>
            </v:group>
            <v:group style="position:absolute;left:365;top:4380;width:2;height:270" coordorigin="365,4380" coordsize="2,270">
              <v:shape style="position:absolute;left:365;top:4380;width:2;height:270" coordorigin="365,4380" coordsize="0,270" path="m365,4380l365,4650e" filled="f" stroked="t" strokeweight="1.6pt" strokecolor="#DEDEDE">
                <v:path arrowok="t"/>
              </v:shape>
            </v:group>
            <v:group style="position:absolute;left:365;top:5550;width:2;height:270" coordorigin="365,5550" coordsize="2,270">
              <v:shape style="position:absolute;left:365;top:5550;width:2;height:270" coordorigin="365,5550" coordsize="0,270" path="m365,5550l365,5820e" filled="f" stroked="t" strokeweight="1.6pt" strokecolor="#DEDEDE">
                <v:path arrowok="t"/>
              </v:shape>
            </v:group>
            <v:group style="position:absolute;left:650;top:6016;width:60;height:58" coordorigin="650,6016" coordsize="60,58">
              <v:shape style="position:absolute;left:650;top:6016;width:60;height:58" coordorigin="650,6016" coordsize="60,58" path="m710,6045l704,6026,689,6016,671,6016,656,6026,650,6045,656,6064,671,6074,689,6074,704,6064,710,6045xe" filled="f" stroked="t" strokeweight=".75pt" strokecolor="#000000">
                <v:path arrowok="t"/>
              </v:shape>
            </v:group>
            <v:group style="position:absolute;left:650;top:6331;width:60;height:58" coordorigin="650,6331" coordsize="60,58">
              <v:shape style="position:absolute;left:650;top:6331;width:60;height:58" coordorigin="650,6331" coordsize="60,58" path="m710,6360l704,6341,689,6331,671,6331,656,6341,650,6360,656,6379,671,6389,689,6389,704,6379,710,6360xe" filled="f" stroked="t" strokeweight=".75pt" strokecolor="#000000">
                <v:path arrowok="t"/>
              </v:shape>
            </v:group>
            <v:group style="position:absolute;left:650;top:6646;width:60;height:58" coordorigin="650,6646" coordsize="60,58">
              <v:shape style="position:absolute;left:650;top:6646;width:60;height:58" coordorigin="650,6646" coordsize="60,58" path="m710,6675l704,6656,689,6646,671,6646,656,6656,650,6675,656,6694,671,6704,689,6704,704,6694,710,6675xe" filled="f" stroked="t" strokeweight=".75pt" strokecolor="#000000">
                <v:path arrowok="t"/>
              </v:shape>
            </v:group>
            <v:group style="position:absolute;left:650;top:6961;width:60;height:58" coordorigin="650,6961" coordsize="60,58">
              <v:shape style="position:absolute;left:650;top:6961;width:60;height:58" coordorigin="650,6961" coordsize="60,58" path="m710,6990l704,6971,689,6961,671,6961,656,6971,650,6990,656,7009,671,7019,689,7019,704,7009,710,6990xe" filled="f" stroked="t" strokeweight=".75pt" strokecolor="#000000">
                <v:path arrowok="t"/>
              </v:shape>
            </v:group>
            <v:group style="position:absolute;left:650;top:7276;width:60;height:58" coordorigin="650,7276" coordsize="60,58">
              <v:shape style="position:absolute;left:650;top:7276;width:60;height:58" coordorigin="650,7276" coordsize="60,58" path="m710,7305l704,7286,689,7276,671,7276,656,7286,650,7305,656,7324,671,7334,689,7334,704,7324,710,7305xe" filled="f" stroked="t" strokeweight=".75pt" strokecolor="#000000">
                <v:path arrowok="t"/>
              </v:shape>
            </v:group>
            <v:group style="position:absolute;left:650;top:7591;width:60;height:58" coordorigin="650,7591" coordsize="60,58">
              <v:shape style="position:absolute;left:650;top:7591;width:60;height:58" coordorigin="650,7591" coordsize="60,58" path="m710,7620l704,7601,689,7591,671,7591,656,7601,650,7620,656,7639,671,7649,689,7649,704,7639,710,7620xe" filled="f" stroked="t" strokeweight=".75pt" strokecolor="#000000">
                <v:path arrowok="t"/>
              </v:shape>
            </v:group>
            <v:group style="position:absolute;left:650;top:7906;width:60;height:58" coordorigin="650,7906" coordsize="60,58">
              <v:shape style="position:absolute;left:650;top:7906;width:60;height:58" coordorigin="650,7906" coordsize="60,58" path="m710,7935l704,7916,689,7906,671,7906,656,7916,650,7935,656,7954,671,7964,689,7964,704,7954,710,7935xe" filled="f" stroked="t" strokeweight=".75pt" strokecolor="#000000">
                <v:path arrowok="t"/>
              </v:shape>
            </v:group>
            <v:group style="position:absolute;left:650;top:8221;width:60;height:58" coordorigin="650,8221" coordsize="60,58">
              <v:shape style="position:absolute;left:650;top:8221;width:60;height:58" coordorigin="650,8221" coordsize="60,58" path="m710,8250l704,8231,689,8221,671,8221,656,8231,650,8250,656,8269,671,8279,689,8279,704,8269,710,8250xe" filled="f" stroked="t" strokeweight=".75pt" strokecolor="#000000">
                <v:path arrowok="t"/>
              </v:shape>
            </v:group>
            <v:group style="position:absolute;left:650;top:8536;width:60;height:58" coordorigin="650,8536" coordsize="60,58">
              <v:shape style="position:absolute;left:650;top:8536;width:60;height:58" coordorigin="650,8536" coordsize="60,58" path="m710,8565l704,8546,689,8536,671,8536,656,8546,650,8565,656,8584,671,8594,689,8594,704,8584,710,8565xe" filled="f" stroked="t" strokeweight=".75pt" strokecolor="#000000">
                <v:path arrowok="t"/>
              </v:shape>
            </v:group>
            <v:group style="position:absolute;left:650;top:8851;width:60;height:58" coordorigin="650,8851" coordsize="60,58">
              <v:shape style="position:absolute;left:650;top:8851;width:60;height:58" coordorigin="650,8851" coordsize="60,58" path="m710,8880l704,8861,689,8851,671,8851,656,8861,650,8880,656,8899,671,8909,689,8909,704,8899,710,8880xe" filled="f" stroked="t" strokeweight=".75pt" strokecolor="#000000">
                <v:path arrowok="t"/>
              </v:shape>
            </v:group>
            <v:group style="position:absolute;left:365;top:9270;width:2;height:270" coordorigin="365,9270" coordsize="2,270">
              <v:shape style="position:absolute;left:365;top:9270;width:2;height:270" coordorigin="365,9270" coordsize="0,270" path="m365,9270l365,9540e" filled="f" stroked="t" strokeweight="1.6pt" strokecolor="#DEDEDE">
                <v:path arrowok="t"/>
              </v:shape>
            </v:group>
            <v:group style="position:absolute;left:650;top:9736;width:60;height:58" coordorigin="650,9736" coordsize="60,58">
              <v:shape style="position:absolute;left:650;top:9736;width:60;height:58" coordorigin="650,9736" coordsize="60,58" path="m710,9765l704,9746,689,9736,671,9736,656,9746,650,9765,656,9784,671,9794,689,9794,704,9784,710,9765xe" filled="f" stroked="t" strokeweight=".75pt" strokecolor="#000000">
                <v:path arrowok="t"/>
              </v:shape>
            </v:group>
            <v:group style="position:absolute;left:1775;top:3743;width:10110;height:2" coordorigin="1775,3743" coordsize="10110,2">
              <v:shape style="position:absolute;left:1775;top:3743;width:10110;height:2" coordorigin="1775,3743" coordsize="10110,0" path="m1775,3743l11885,3743e" filled="f" stroked="t" strokeweight=".85pt" strokecolor="#FCFCFC">
                <v:path arrowok="t"/>
              </v:shape>
            </v:group>
            <v:group style="position:absolute;left:1783;top:525;width:2;height:3225" coordorigin="1783,525" coordsize="2,3225">
              <v:shape style="position:absolute;left:1783;top:525;width:2;height:3225" coordorigin="1783,525" coordsize="0,3225" path="m1783,525l1783,3750e" filled="f" stroked="t" strokeweight=".85pt" strokecolor="#FCFCFC">
                <v:path arrowok="t"/>
              </v:shape>
            </v:group>
            <v:group style="position:absolute;left:11878;top:525;width:2;height:3225" coordorigin="11878,525" coordsize="2,3225">
              <v:shape style="position:absolute;left:11878;top:525;width:2;height:3225" coordorigin="11878,525" coordsize="0,3225" path="m11878,525l11878,3750e" filled="f" stroked="t" strokeweight=".851pt" strokecolor="#FCFCFC">
                <v:path arrowok="t"/>
              </v:shape>
            </v:group>
            <v:group style="position:absolute;left:2000;top:2986;width:60;height:58" coordorigin="2000,2986" coordsize="60,58">
              <v:shape style="position:absolute;left:2000;top:2986;width:60;height:58" coordorigin="2000,2986" coordsize="60,58" path="m2060,3015l2054,2996,2039,2986,2021,2986,2006,2996,2000,3015,2006,3034,2021,3044,2039,3044,2054,3034,2060,3015xe" filled="f" stroked="t" strokeweight=".75pt" strokecolor="#000000">
                <v:path arrowok="t"/>
              </v:shape>
            </v:group>
            <v:group style="position:absolute;left:2000;top:3241;width:60;height:58" coordorigin="2000,3241" coordsize="60,58">
              <v:shape style="position:absolute;left:2000;top:3241;width:60;height:58" coordorigin="2000,3241" coordsize="60,58" path="m2060,3270l2054,3251,2039,3241,2021,3241,2006,3251,2000,3270,2006,3289,2021,3299,2039,3299,2054,3289,2060,3270xe" filled="f" stroked="t" strokeweight=".75pt" strokecolor="#000000">
                <v:path arrowok="t"/>
              </v:shape>
            </v:group>
            <v:group style="position:absolute;left:2000;top:3496;width:60;height:58" coordorigin="2000,3496" coordsize="60,58">
              <v:shape style="position:absolute;left:2000;top:3496;width:60;height:58" coordorigin="2000,3496" coordsize="60,58" path="m2060,3525l2054,3506,2039,3496,2021,3496,2006,3506,2000,3525,2006,3544,2021,3554,2039,3554,2054,3544,2060,3525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Implementación</w:t>
      </w:r>
      <w:r>
        <w:rPr>
          <w:rFonts w:ascii="PT Sans" w:hAnsi="PT Sans" w:cs="PT Sans" w:eastAsia="PT Sans"/>
          <w:sz w:val="19"/>
          <w:szCs w:val="19"/>
          <w:spacing w:val="3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sistemas</w:t>
      </w:r>
      <w:r>
        <w:rPr>
          <w:rFonts w:ascii="PT Sans" w:hAnsi="PT Sans" w:cs="PT Sans" w:eastAsia="PT Sans"/>
          <w:sz w:val="19"/>
          <w:szCs w:val="19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compras</w:t>
      </w:r>
      <w:r>
        <w:rPr>
          <w:rFonts w:ascii="PT Sans" w:hAnsi="PT Sans" w:cs="PT Sans" w:eastAsia="PT Sans"/>
          <w:sz w:val="19"/>
          <w:szCs w:val="19"/>
          <w:spacing w:val="1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electrónicas</w:t>
      </w:r>
      <w:r>
        <w:rPr>
          <w:rFonts w:ascii="PT Sans" w:hAnsi="PT Sans" w:cs="PT Sans" w:eastAsia="PT Sans"/>
          <w:sz w:val="19"/>
          <w:szCs w:val="19"/>
          <w:spacing w:val="2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Ariba</w:t>
      </w:r>
      <w:r>
        <w:rPr>
          <w:rFonts w:ascii="PT Sans" w:hAnsi="PT Sans" w:cs="PT Sans" w:eastAsia="PT Sans"/>
          <w:sz w:val="19"/>
          <w:szCs w:val="19"/>
          <w:spacing w:val="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Buyer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</w:r>
    </w:p>
    <w:p>
      <w:pPr>
        <w:spacing w:before="84" w:after="0" w:line="321" w:lineRule="auto"/>
        <w:ind w:left="1525" w:right="53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Desarrollo</w:t>
      </w:r>
      <w:r>
        <w:rPr>
          <w:rFonts w:ascii="PT Sans" w:hAnsi="PT Sans" w:cs="PT Sans" w:eastAsia="PT Sans"/>
          <w:sz w:val="19"/>
          <w:szCs w:val="19"/>
          <w:spacing w:val="2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del</w:t>
      </w:r>
      <w:r>
        <w:rPr>
          <w:rFonts w:ascii="PT Sans" w:hAnsi="PT Sans" w:cs="PT Sans" w:eastAsia="PT Sans"/>
          <w:sz w:val="19"/>
          <w:szCs w:val="19"/>
          <w:spacing w:val="8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sistema</w:t>
      </w:r>
      <w:r>
        <w:rPr>
          <w:rFonts w:ascii="PT Sans" w:hAnsi="PT Sans" w:cs="PT Sans" w:eastAsia="PT Sans"/>
          <w:sz w:val="19"/>
          <w:szCs w:val="19"/>
          <w:spacing w:val="15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administración</w:t>
      </w:r>
      <w:r>
        <w:rPr>
          <w:rFonts w:ascii="PT Sans" w:hAnsi="PT Sans" w:cs="PT Sans" w:eastAsia="PT Sans"/>
          <w:sz w:val="19"/>
          <w:szCs w:val="19"/>
          <w:spacing w:val="3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activos</w:t>
      </w:r>
      <w:r>
        <w:rPr>
          <w:rFonts w:ascii="PT Sans" w:hAnsi="PT Sans" w:cs="PT Sans" w:eastAsia="PT Sans"/>
          <w:sz w:val="19"/>
          <w:szCs w:val="19"/>
          <w:spacing w:val="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digitales</w:t>
      </w:r>
      <w:r>
        <w:rPr>
          <w:rFonts w:ascii="PT Sans" w:hAnsi="PT Sans" w:cs="PT Sans" w:eastAsia="PT Sans"/>
          <w:sz w:val="19"/>
          <w:szCs w:val="19"/>
          <w:spacing w:val="1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Collage</w:t>
      </w:r>
      <w:r>
        <w:rPr>
          <w:rFonts w:ascii="PT Sans" w:hAnsi="PT Sans" w:cs="PT Sans" w:eastAsia="PT Sans"/>
          <w:sz w:val="19"/>
          <w:szCs w:val="19"/>
          <w:spacing w:val="2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Merant</w:t>
      </w:r>
      <w:r>
        <w:rPr>
          <w:rFonts w:ascii="PT Sans" w:hAnsi="PT Sans" w:cs="PT Sans" w:eastAsia="PT Sans"/>
          <w:sz w:val="19"/>
          <w:szCs w:val="19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en</w:t>
      </w:r>
      <w:r>
        <w:rPr>
          <w:rFonts w:ascii="PT Sans" w:hAnsi="PT Sans" w:cs="PT Sans" w:eastAsia="PT Sans"/>
          <w:sz w:val="19"/>
          <w:szCs w:val="19"/>
          <w:spacing w:val="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con</w:t>
      </w:r>
      <w:r>
        <w:rPr>
          <w:rFonts w:ascii="PT Sans" w:hAnsi="PT Sans" w:cs="PT Sans" w:eastAsia="PT Sans"/>
          <w:sz w:val="19"/>
          <w:szCs w:val="19"/>
          <w:spacing w:val="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curso</w:t>
      </w:r>
      <w:r>
        <w:rPr>
          <w:rFonts w:ascii="PT Sans" w:hAnsi="PT Sans" w:cs="PT Sans" w:eastAsia="PT Sans"/>
          <w:sz w:val="19"/>
          <w:szCs w:val="19"/>
          <w:spacing w:val="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capacitación.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Desarrollo</w:t>
      </w:r>
      <w:r>
        <w:rPr>
          <w:rFonts w:ascii="PT Sans" w:hAnsi="PT Sans" w:cs="PT Sans" w:eastAsia="PT Sans"/>
          <w:sz w:val="19"/>
          <w:szCs w:val="19"/>
          <w:spacing w:val="2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los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sistemas</w:t>
      </w:r>
      <w:r>
        <w:rPr>
          <w:rFonts w:ascii="PT Sans" w:hAnsi="PT Sans" w:cs="PT Sans" w:eastAsia="PT Sans"/>
          <w:sz w:val="19"/>
          <w:szCs w:val="19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Intranet</w:t>
      </w:r>
      <w:r>
        <w:rPr>
          <w:rFonts w:ascii="PT Sans" w:hAnsi="PT Sans" w:cs="PT Sans" w:eastAsia="PT Sans"/>
          <w:sz w:val="19"/>
          <w:szCs w:val="19"/>
          <w:spacing w:val="18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(Administración</w:t>
      </w:r>
      <w:r>
        <w:rPr>
          <w:rFonts w:ascii="PT Sans" w:hAnsi="PT Sans" w:cs="PT Sans" w:eastAsia="PT Sans"/>
          <w:sz w:val="19"/>
          <w:szCs w:val="19"/>
          <w:spacing w:val="3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y</w:t>
      </w:r>
      <w:r>
        <w:rPr>
          <w:rFonts w:ascii="PT Sans" w:hAnsi="PT Sans" w:cs="PT Sans" w:eastAsia="PT Sans"/>
          <w:sz w:val="19"/>
          <w:szCs w:val="19"/>
          <w:spacing w:val="1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control</w:t>
      </w:r>
      <w:r>
        <w:rPr>
          <w:rFonts w:ascii="PT Sans" w:hAnsi="PT Sans" w:cs="PT Sans" w:eastAsia="PT Sans"/>
          <w:sz w:val="19"/>
          <w:szCs w:val="19"/>
          <w:spacing w:val="1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cuentas,</w:t>
      </w:r>
      <w:r>
        <w:rPr>
          <w:rFonts w:ascii="PT Sans" w:hAnsi="PT Sans" w:cs="PT Sans" w:eastAsia="PT Sans"/>
          <w:sz w:val="19"/>
          <w:szCs w:val="19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Administración</w:t>
      </w:r>
      <w:r>
        <w:rPr>
          <w:rFonts w:ascii="PT Sans" w:hAnsi="PT Sans" w:cs="PT Sans" w:eastAsia="PT Sans"/>
          <w:sz w:val="19"/>
          <w:szCs w:val="19"/>
          <w:spacing w:val="2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y</w:t>
      </w:r>
      <w:r>
        <w:rPr>
          <w:rFonts w:ascii="PT Sans" w:hAnsi="PT Sans" w:cs="PT Sans" w:eastAsia="PT Sans"/>
          <w:sz w:val="19"/>
          <w:szCs w:val="19"/>
          <w:spacing w:val="1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control</w:t>
      </w:r>
      <w:r>
        <w:rPr>
          <w:rFonts w:ascii="PT Sans" w:hAnsi="PT Sans" w:cs="PT Sans" w:eastAsia="PT Sans"/>
          <w:sz w:val="19"/>
          <w:szCs w:val="19"/>
          <w:spacing w:val="1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proyectos</w:t>
      </w:r>
      <w:r>
        <w:rPr>
          <w:rFonts w:ascii="PT Sans" w:hAnsi="PT Sans" w:cs="PT Sans" w:eastAsia="PT Sans"/>
          <w:sz w:val="19"/>
          <w:szCs w:val="19"/>
          <w:spacing w:val="1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)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y</w:t>
      </w:r>
      <w:r>
        <w:rPr>
          <w:rFonts w:ascii="PT Sans" w:hAnsi="PT Sans" w:cs="PT Sans" w:eastAsia="PT Sans"/>
          <w:sz w:val="19"/>
          <w:szCs w:val="19"/>
          <w:spacing w:val="8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Helpdesk</w:t>
      </w:r>
      <w:r>
        <w:rPr>
          <w:rFonts w:ascii="PT Sans" w:hAnsi="PT Sans" w:cs="PT Sans" w:eastAsia="PT Sans"/>
          <w:sz w:val="19"/>
          <w:szCs w:val="19"/>
          <w:spacing w:val="1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(</w:t>
      </w:r>
      <w:r>
        <w:rPr>
          <w:rFonts w:ascii="PT Sans" w:hAnsi="PT Sans" w:cs="PT Sans" w:eastAsia="PT Sans"/>
          <w:sz w:val="19"/>
          <w:szCs w:val="19"/>
          <w:spacing w:val="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interno</w:t>
      </w:r>
      <w:r>
        <w:rPr>
          <w:rFonts w:ascii="PT Sans" w:hAnsi="PT Sans" w:cs="PT Sans" w:eastAsia="PT Sans"/>
          <w:sz w:val="19"/>
          <w:szCs w:val="19"/>
          <w:spacing w:val="2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y</w:t>
      </w:r>
      <w:r>
        <w:rPr>
          <w:rFonts w:ascii="PT Sans" w:hAnsi="PT Sans" w:cs="PT Sans" w:eastAsia="PT Sans"/>
          <w:sz w:val="19"/>
          <w:szCs w:val="19"/>
          <w:spacing w:val="1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para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clientes</w:t>
      </w:r>
      <w:r>
        <w:rPr>
          <w:rFonts w:ascii="PT Sans" w:hAnsi="PT Sans" w:cs="PT Sans" w:eastAsia="PT Sans"/>
          <w:sz w:val="19"/>
          <w:szCs w:val="19"/>
          <w:spacing w:val="1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)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</w:r>
    </w:p>
    <w:p>
      <w:pPr>
        <w:spacing w:before="7" w:after="0" w:line="240" w:lineRule="auto"/>
        <w:ind w:left="1525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Implementación</w:t>
      </w:r>
      <w:r>
        <w:rPr>
          <w:rFonts w:ascii="PT Sans" w:hAnsi="PT Sans" w:cs="PT Sans" w:eastAsia="PT Sans"/>
          <w:sz w:val="19"/>
          <w:szCs w:val="19"/>
          <w:spacing w:val="3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sistemas</w:t>
      </w:r>
      <w:r>
        <w:rPr>
          <w:rFonts w:ascii="PT Sans" w:hAnsi="PT Sans" w:cs="PT Sans" w:eastAsia="PT Sans"/>
          <w:sz w:val="19"/>
          <w:szCs w:val="19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para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administración</w:t>
      </w:r>
      <w:r>
        <w:rPr>
          <w:rFonts w:ascii="PT Sans" w:hAnsi="PT Sans" w:cs="PT Sans" w:eastAsia="PT Sans"/>
          <w:sz w:val="19"/>
          <w:szCs w:val="19"/>
          <w:spacing w:val="3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proyectos</w:t>
      </w:r>
      <w:r>
        <w:rPr>
          <w:rFonts w:ascii="PT Sans" w:hAnsi="PT Sans" w:cs="PT Sans" w:eastAsia="PT Sans"/>
          <w:sz w:val="19"/>
          <w:szCs w:val="19"/>
          <w:spacing w:val="1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con</w:t>
      </w:r>
      <w:r>
        <w:rPr>
          <w:rFonts w:ascii="PT Sans" w:hAnsi="PT Sans" w:cs="PT Sans" w:eastAsia="PT Sans"/>
          <w:sz w:val="19"/>
          <w:szCs w:val="19"/>
          <w:spacing w:val="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Project</w:t>
      </w:r>
      <w:r>
        <w:rPr>
          <w:rFonts w:ascii="PT Sans" w:hAnsi="PT Sans" w:cs="PT Sans" w:eastAsia="PT Sans"/>
          <w:sz w:val="19"/>
          <w:szCs w:val="19"/>
          <w:spacing w:val="5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Server,</w:t>
      </w:r>
      <w:r>
        <w:rPr>
          <w:rFonts w:ascii="PT Sans" w:hAnsi="PT Sans" w:cs="PT Sans" w:eastAsia="PT Sans"/>
          <w:sz w:val="19"/>
          <w:szCs w:val="19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Share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Point,</w:t>
      </w:r>
      <w:r>
        <w:rPr>
          <w:rFonts w:ascii="PT Sans" w:hAnsi="PT Sans" w:cs="PT Sans" w:eastAsia="PT Sans"/>
          <w:sz w:val="19"/>
          <w:szCs w:val="19"/>
          <w:spacing w:val="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Collage</w:t>
      </w:r>
      <w:r>
        <w:rPr>
          <w:rFonts w:ascii="PT Sans" w:hAnsi="PT Sans" w:cs="PT Sans" w:eastAsia="PT Sans"/>
          <w:sz w:val="19"/>
          <w:szCs w:val="19"/>
          <w:spacing w:val="2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Merant</w:t>
      </w:r>
      <w:r>
        <w:rPr>
          <w:rFonts w:ascii="PT Sans" w:hAnsi="PT Sans" w:cs="PT Sans" w:eastAsia="PT Sans"/>
          <w:sz w:val="19"/>
          <w:szCs w:val="19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y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</w:r>
    </w:p>
    <w:p>
      <w:pPr>
        <w:spacing w:before="84" w:after="0" w:line="240" w:lineRule="auto"/>
        <w:ind w:left="1525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Vignette</w:t>
      </w:r>
      <w:r>
        <w:rPr>
          <w:rFonts w:ascii="PT Sans" w:hAnsi="PT Sans" w:cs="PT Sans" w:eastAsia="PT Sans"/>
          <w:sz w:val="19"/>
          <w:szCs w:val="19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Content</w:t>
      </w:r>
      <w:r>
        <w:rPr>
          <w:rFonts w:ascii="PT Sans" w:hAnsi="PT Sans" w:cs="PT Sans" w:eastAsia="PT Sans"/>
          <w:sz w:val="19"/>
          <w:szCs w:val="19"/>
          <w:spacing w:val="2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2"/>
        </w:rPr>
        <w:t>Management.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525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Herramientas</w:t>
      </w:r>
      <w:r>
        <w:rPr>
          <w:rFonts w:ascii="PT Sans" w:hAnsi="PT Sans" w:cs="PT Sans" w:eastAsia="PT Sans"/>
          <w:sz w:val="21"/>
          <w:szCs w:val="21"/>
          <w:spacing w:val="12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utilizadas</w:t>
      </w:r>
    </w:p>
    <w:p>
      <w:pPr>
        <w:spacing w:before="58" w:after="0" w:line="240" w:lineRule="auto"/>
        <w:ind w:left="1885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Eclipse</w:t>
      </w:r>
      <w:r>
        <w:rPr>
          <w:rFonts w:ascii="PT Sans" w:hAnsi="PT Sans" w:cs="PT Sans" w:eastAsia="PT Sans"/>
          <w:sz w:val="21"/>
          <w:szCs w:val="21"/>
          <w:spacing w:val="15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-</w:t>
      </w:r>
      <w:r>
        <w:rPr>
          <w:rFonts w:ascii="PT Sans" w:hAnsi="PT Sans" w:cs="PT Sans" w:eastAsia="PT Sans"/>
          <w:sz w:val="21"/>
          <w:szCs w:val="21"/>
          <w:spacing w:val="1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Para</w:t>
      </w:r>
      <w:r>
        <w:rPr>
          <w:rFonts w:ascii="PT Sans" w:hAnsi="PT Sans" w:cs="PT Sans" w:eastAsia="PT Sans"/>
          <w:sz w:val="21"/>
          <w:szCs w:val="21"/>
          <w:spacing w:val="12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PHP</w:t>
      </w:r>
    </w:p>
    <w:p>
      <w:pPr>
        <w:spacing w:before="0" w:after="0" w:line="255" w:lineRule="exact"/>
        <w:ind w:left="1885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Adobe</w:t>
      </w:r>
      <w:r>
        <w:rPr>
          <w:rFonts w:ascii="PT Sans" w:hAnsi="PT Sans" w:cs="PT Sans" w:eastAsia="PT Sans"/>
          <w:sz w:val="21"/>
          <w:szCs w:val="21"/>
          <w:spacing w:val="5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CS</w:t>
      </w:r>
      <w:r>
        <w:rPr>
          <w:rFonts w:ascii="PT Sans" w:hAnsi="PT Sans" w:cs="PT Sans" w:eastAsia="PT Sans"/>
          <w:sz w:val="21"/>
          <w:szCs w:val="21"/>
          <w:spacing w:val="13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-</w:t>
      </w:r>
      <w:r>
        <w:rPr>
          <w:rFonts w:ascii="PT Sans" w:hAnsi="PT Sans" w:cs="PT Sans" w:eastAsia="PT Sans"/>
          <w:sz w:val="21"/>
          <w:szCs w:val="21"/>
          <w:spacing w:val="18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Dreamweaver,</w:t>
      </w:r>
      <w:r>
        <w:rPr>
          <w:rFonts w:ascii="PT Sans" w:hAnsi="PT Sans" w:cs="PT Sans" w:eastAsia="PT Sans"/>
          <w:sz w:val="21"/>
          <w:szCs w:val="21"/>
          <w:spacing w:val="18"/>
          <w:w w:val="100"/>
          <w:position w:val="1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1"/>
        </w:rPr>
        <w:t>Photoshop</w:t>
      </w:r>
      <w:r>
        <w:rPr>
          <w:rFonts w:ascii="PT Sans" w:hAnsi="PT Sans" w:cs="PT Sans" w:eastAsia="PT Sans"/>
          <w:sz w:val="21"/>
          <w:szCs w:val="21"/>
          <w:spacing w:val="0"/>
          <w:w w:val="100"/>
          <w:position w:val="0"/>
        </w:rPr>
      </w:r>
    </w:p>
    <w:p>
      <w:pPr>
        <w:spacing w:before="0" w:after="0" w:line="246" w:lineRule="exact"/>
        <w:ind w:left="1885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Mysql</w:t>
      </w:r>
      <w:r>
        <w:rPr>
          <w:rFonts w:ascii="PT Sans" w:hAnsi="PT Sans" w:cs="PT Sans" w:eastAsia="PT Sans"/>
          <w:sz w:val="21"/>
          <w:szCs w:val="21"/>
          <w:spacing w:val="1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y</w:t>
      </w:r>
      <w:r>
        <w:rPr>
          <w:rFonts w:ascii="PT Sans" w:hAnsi="PT Sans" w:cs="PT Sans" w:eastAsia="PT Sans"/>
          <w:sz w:val="21"/>
          <w:szCs w:val="21"/>
          <w:spacing w:val="11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Oracle</w:t>
      </w:r>
      <w:r>
        <w:rPr>
          <w:rFonts w:ascii="PT Sans" w:hAnsi="PT Sans" w:cs="PT Sans" w:eastAsia="PT Sans"/>
          <w:sz w:val="21"/>
          <w:szCs w:val="21"/>
          <w:spacing w:val="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Database</w:t>
      </w:r>
      <w:r>
        <w:rPr>
          <w:rFonts w:ascii="PT Sans" w:hAnsi="PT Sans" w:cs="PT Sans" w:eastAsia="PT Sans"/>
          <w:sz w:val="21"/>
          <w:szCs w:val="21"/>
          <w:spacing w:val="14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-</w:t>
      </w:r>
      <w:r>
        <w:rPr>
          <w:rFonts w:ascii="PT Sans" w:hAnsi="PT Sans" w:cs="PT Sans" w:eastAsia="PT Sans"/>
          <w:sz w:val="21"/>
          <w:szCs w:val="21"/>
          <w:spacing w:val="1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Bases</w:t>
      </w:r>
      <w:r>
        <w:rPr>
          <w:rFonts w:ascii="PT Sans" w:hAnsi="PT Sans" w:cs="PT Sans" w:eastAsia="PT Sans"/>
          <w:sz w:val="21"/>
          <w:szCs w:val="21"/>
          <w:spacing w:val="1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datos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41" w:lineRule="exact"/>
        <w:ind w:left="115" w:right="-20"/>
        <w:jc w:val="left"/>
        <w:rPr>
          <w:rFonts w:ascii="PT Sans" w:hAnsi="PT Sans" w:cs="PT Sans" w:eastAsia="PT Sans"/>
          <w:sz w:val="27"/>
          <w:szCs w:val="27"/>
        </w:rPr>
      </w:pPr>
      <w:rPr/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  <w:position w:val="1"/>
        </w:rPr>
        <w:t>ESTUDIOS</w:t>
      </w:r>
      <w:r>
        <w:rPr>
          <w:rFonts w:ascii="PT Sans" w:hAnsi="PT Sans" w:cs="PT Sans" w:eastAsia="PT Sans"/>
          <w:sz w:val="27"/>
          <w:szCs w:val="27"/>
          <w:spacing w:val="9"/>
          <w:w w:val="100"/>
          <w:b/>
          <w:bCs/>
          <w:position w:val="1"/>
        </w:rPr>
        <w:t> </w:t>
      </w:r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  <w:position w:val="1"/>
        </w:rPr>
        <w:t>PROFESIONALES</w:t>
      </w:r>
      <w:r>
        <w:rPr>
          <w:rFonts w:ascii="PT Sans" w:hAnsi="PT Sans" w:cs="PT Sans" w:eastAsia="PT Sans"/>
          <w:sz w:val="27"/>
          <w:szCs w:val="27"/>
          <w:spacing w:val="0"/>
          <w:w w:val="100"/>
          <w:position w:val="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31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</w:rPr>
        <w:t>Licenciatura</w:t>
      </w:r>
      <w:r>
        <w:rPr>
          <w:rFonts w:ascii="PT Sans" w:hAnsi="PT Sans" w:cs="PT Sans" w:eastAsia="PT Sans"/>
          <w:sz w:val="21"/>
          <w:szCs w:val="21"/>
          <w:spacing w:val="1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en</w:t>
      </w:r>
      <w:r>
        <w:rPr>
          <w:rFonts w:ascii="PT Sans" w:hAnsi="PT Sans" w:cs="PT Sans" w:eastAsia="PT Sans"/>
          <w:sz w:val="21"/>
          <w:szCs w:val="21"/>
          <w:spacing w:val="7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Física.</w:t>
      </w:r>
      <w:r>
        <w:rPr>
          <w:rFonts w:ascii="PT Sans" w:hAnsi="PT Sans" w:cs="PT Sans" w:eastAsia="PT Sans"/>
          <w:sz w:val="21"/>
          <w:szCs w:val="21"/>
          <w:spacing w:val="6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Facultad</w:t>
      </w:r>
      <w:r>
        <w:rPr>
          <w:rFonts w:ascii="PT Sans" w:hAnsi="PT Sans" w:cs="PT Sans" w:eastAsia="PT Sans"/>
          <w:sz w:val="21"/>
          <w:szCs w:val="21"/>
          <w:spacing w:val="14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de</w:t>
      </w:r>
      <w:r>
        <w:rPr>
          <w:rFonts w:ascii="PT Sans" w:hAnsi="PT Sans" w:cs="PT Sans" w:eastAsia="PT Sans"/>
          <w:sz w:val="21"/>
          <w:szCs w:val="21"/>
          <w:spacing w:val="9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Ciencias.</w:t>
      </w:r>
      <w:r>
        <w:rPr>
          <w:rFonts w:ascii="PT Sans" w:hAnsi="PT Sans" w:cs="PT Sans" w:eastAsia="PT Sans"/>
          <w:sz w:val="21"/>
          <w:szCs w:val="21"/>
          <w:spacing w:val="13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Ciudad</w:t>
      </w:r>
      <w:r>
        <w:rPr>
          <w:rFonts w:ascii="PT Sans" w:hAnsi="PT Sans" w:cs="PT Sans" w:eastAsia="PT Sans"/>
          <w:sz w:val="21"/>
          <w:szCs w:val="21"/>
          <w:spacing w:val="14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Universitaria.</w:t>
      </w:r>
      <w:r>
        <w:rPr>
          <w:rFonts w:ascii="PT Sans" w:hAnsi="PT Sans" w:cs="PT Sans" w:eastAsia="PT Sans"/>
          <w:sz w:val="21"/>
          <w:szCs w:val="21"/>
          <w:spacing w:val="5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1994</w:t>
      </w:r>
      <w:r>
        <w:rPr>
          <w:rFonts w:ascii="PT Sans" w:hAnsi="PT Sans" w:cs="PT Sans" w:eastAsia="PT Sans"/>
          <w:sz w:val="21"/>
          <w:szCs w:val="21"/>
          <w:spacing w:val="11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-</w:t>
      </w:r>
      <w:r>
        <w:rPr>
          <w:rFonts w:ascii="PT Sans" w:hAnsi="PT Sans" w:cs="PT Sans" w:eastAsia="PT Sans"/>
          <w:sz w:val="21"/>
          <w:szCs w:val="21"/>
          <w:spacing w:val="18"/>
          <w:w w:val="100"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  <w:t>2000</w:t>
      </w:r>
    </w:p>
    <w:p>
      <w:pPr>
        <w:spacing w:before="0" w:after="0" w:line="270" w:lineRule="exact"/>
        <w:ind w:left="310" w:right="-20"/>
        <w:jc w:val="left"/>
        <w:rPr>
          <w:rFonts w:ascii="PT Sans" w:hAnsi="PT Sans" w:cs="PT Sans" w:eastAsia="PT Sans"/>
          <w:sz w:val="21"/>
          <w:szCs w:val="21"/>
        </w:rPr>
      </w:pPr>
      <w:rPr/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Universidad</w:t>
      </w:r>
      <w:r>
        <w:rPr>
          <w:rFonts w:ascii="PT Sans" w:hAnsi="PT Sans" w:cs="PT Sans" w:eastAsia="PT Sans"/>
          <w:sz w:val="21"/>
          <w:szCs w:val="21"/>
          <w:spacing w:val="13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Nacional</w:t>
      </w:r>
      <w:r>
        <w:rPr>
          <w:rFonts w:ascii="PT Sans" w:hAnsi="PT Sans" w:cs="PT Sans" w:eastAsia="PT Sans"/>
          <w:sz w:val="21"/>
          <w:szCs w:val="21"/>
          <w:spacing w:val="19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Autónoma</w:t>
      </w:r>
      <w:r>
        <w:rPr>
          <w:rFonts w:ascii="PT Sans" w:hAnsi="PT Sans" w:cs="PT Sans" w:eastAsia="PT Sans"/>
          <w:sz w:val="21"/>
          <w:szCs w:val="21"/>
          <w:spacing w:val="10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de</w:t>
      </w:r>
      <w:r>
        <w:rPr>
          <w:rFonts w:ascii="PT Sans" w:hAnsi="PT Sans" w:cs="PT Sans" w:eastAsia="PT Sans"/>
          <w:sz w:val="21"/>
          <w:szCs w:val="21"/>
          <w:spacing w:val="12"/>
          <w:w w:val="100"/>
          <w:b/>
          <w:bCs/>
        </w:rPr>
        <w:t> </w:t>
      </w:r>
      <w:r>
        <w:rPr>
          <w:rFonts w:ascii="PT Sans" w:hAnsi="PT Sans" w:cs="PT Sans" w:eastAsia="PT Sans"/>
          <w:sz w:val="21"/>
          <w:szCs w:val="21"/>
          <w:spacing w:val="0"/>
          <w:w w:val="100"/>
          <w:b/>
          <w:bCs/>
        </w:rPr>
        <w:t>México</w:t>
      </w:r>
      <w:r>
        <w:rPr>
          <w:rFonts w:ascii="PT Sans" w:hAnsi="PT Sans" w:cs="PT Sans" w:eastAsia="PT Sans"/>
          <w:sz w:val="21"/>
          <w:szCs w:val="21"/>
          <w:spacing w:val="0"/>
          <w:w w:val="10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15" w:right="-20"/>
        <w:jc w:val="left"/>
        <w:rPr>
          <w:rFonts w:ascii="PT Sans" w:hAnsi="PT Sans" w:cs="PT Sans" w:eastAsia="PT Sans"/>
          <w:sz w:val="27"/>
          <w:szCs w:val="27"/>
        </w:rPr>
      </w:pPr>
      <w:rPr/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</w:rPr>
        <w:t>CURSOS</w:t>
      </w:r>
      <w:r>
        <w:rPr>
          <w:rFonts w:ascii="PT Sans" w:hAnsi="PT Sans" w:cs="PT Sans" w:eastAsia="PT Sans"/>
          <w:sz w:val="27"/>
          <w:szCs w:val="27"/>
          <w:spacing w:val="17"/>
          <w:w w:val="100"/>
          <w:b/>
          <w:bCs/>
        </w:rPr>
        <w:t> </w:t>
      </w:r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</w:rPr>
        <w:t>RELEVANTES</w:t>
      </w:r>
      <w:r>
        <w:rPr>
          <w:rFonts w:ascii="PT Sans" w:hAnsi="PT Sans" w:cs="PT Sans" w:eastAsia="PT Sans"/>
          <w:sz w:val="27"/>
          <w:szCs w:val="27"/>
          <w:spacing w:val="0"/>
          <w:w w:val="100"/>
        </w:rPr>
      </w:r>
    </w:p>
    <w:p>
      <w:pPr>
        <w:spacing w:before="62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Diplomado</w:t>
      </w:r>
      <w:r>
        <w:rPr>
          <w:rFonts w:ascii="PT Sans" w:hAnsi="PT Sans" w:cs="PT Sans" w:eastAsia="PT Sans"/>
          <w:sz w:val="19"/>
          <w:szCs w:val="19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Programación</w:t>
      </w:r>
      <w:r>
        <w:rPr>
          <w:rFonts w:ascii="PT Sans" w:hAnsi="PT Sans" w:cs="PT Sans" w:eastAsia="PT Sans"/>
          <w:sz w:val="19"/>
          <w:szCs w:val="19"/>
          <w:spacing w:val="1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Java</w:t>
      </w:r>
      <w:r>
        <w:rPr>
          <w:rFonts w:ascii="PT Sans" w:hAnsi="PT Sans" w:cs="PT Sans" w:eastAsia="PT Sans"/>
          <w:sz w:val="19"/>
          <w:szCs w:val="19"/>
          <w:spacing w:val="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(JSE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7</w:t>
      </w:r>
      <w:r>
        <w:rPr>
          <w:rFonts w:ascii="PT Sans" w:hAnsi="PT Sans" w:cs="PT Sans" w:eastAsia="PT Sans"/>
          <w:sz w:val="19"/>
          <w:szCs w:val="19"/>
          <w:spacing w:val="1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,</w:t>
      </w:r>
      <w:r>
        <w:rPr>
          <w:rFonts w:ascii="PT Sans" w:hAnsi="PT Sans" w:cs="PT Sans" w:eastAsia="PT Sans"/>
          <w:sz w:val="19"/>
          <w:szCs w:val="19"/>
          <w:spacing w:val="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JSP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&amp;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Servlets)</w:t>
      </w:r>
      <w:r>
        <w:rPr>
          <w:rFonts w:ascii="PT Sans" w:hAnsi="PT Sans" w:cs="PT Sans" w:eastAsia="PT Sans"/>
          <w:sz w:val="19"/>
          <w:szCs w:val="19"/>
          <w:spacing w:val="2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con</w:t>
      </w:r>
      <w:r>
        <w:rPr>
          <w:rFonts w:ascii="PT Sans" w:hAnsi="PT Sans" w:cs="PT Sans" w:eastAsia="PT Sans"/>
          <w:sz w:val="19"/>
          <w:szCs w:val="19"/>
          <w:spacing w:val="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el</w:t>
      </w:r>
      <w:r>
        <w:rPr>
          <w:rFonts w:ascii="PT Sans" w:hAnsi="PT Sans" w:cs="PT Sans" w:eastAsia="PT Sans"/>
          <w:sz w:val="19"/>
          <w:szCs w:val="19"/>
          <w:spacing w:val="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MVC,</w:t>
      </w:r>
      <w:r>
        <w:rPr>
          <w:rFonts w:ascii="PT Sans" w:hAnsi="PT Sans" w:cs="PT Sans" w:eastAsia="PT Sans"/>
          <w:sz w:val="19"/>
          <w:szCs w:val="19"/>
          <w:spacing w:val="8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Oracle</w:t>
      </w:r>
      <w:r>
        <w:rPr>
          <w:rFonts w:ascii="PT Sans" w:hAnsi="PT Sans" w:cs="PT Sans" w:eastAsia="PT Sans"/>
          <w:sz w:val="19"/>
          <w:szCs w:val="19"/>
          <w:spacing w:val="2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11g,</w:t>
      </w:r>
      <w:r>
        <w:rPr>
          <w:rFonts w:ascii="PT Sans" w:hAnsi="PT Sans" w:cs="PT Sans" w:eastAsia="PT Sans"/>
          <w:sz w:val="19"/>
          <w:szCs w:val="19"/>
          <w:spacing w:val="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Eclipse</w:t>
      </w:r>
      <w:r>
        <w:rPr>
          <w:rFonts w:ascii="PT Sans" w:hAnsi="PT Sans" w:cs="PT Sans" w:eastAsia="PT Sans"/>
          <w:sz w:val="19"/>
          <w:szCs w:val="19"/>
          <w:spacing w:val="1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y</w:t>
      </w:r>
      <w:r>
        <w:rPr>
          <w:rFonts w:ascii="PT Sans" w:hAnsi="PT Sans" w:cs="PT Sans" w:eastAsia="PT Sans"/>
          <w:sz w:val="19"/>
          <w:szCs w:val="19"/>
          <w:spacing w:val="1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JBoss,</w:t>
      </w:r>
      <w:r>
        <w:rPr>
          <w:rFonts w:ascii="PT Sans" w:hAnsi="PT Sans" w:cs="PT Sans" w:eastAsia="PT Sans"/>
          <w:sz w:val="19"/>
          <w:szCs w:val="19"/>
          <w:spacing w:val="1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10"/>
          <w:w w:val="100"/>
        </w:rPr>
      </w:r>
      <w:hyperlink r:id="rId13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Dcinterne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7"/>
            <w:w w:val="100"/>
            <w:u w:val="single" w:color="545454"/>
          </w:rPr>
          <w:t>t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7"/>
            <w:w w:val="100"/>
            <w:u w:val="single" w:color="545454"/>
          </w:rPr>
        </w:r>
        <w:r>
          <w:rPr>
            <w:rFonts w:ascii="PT Sans" w:hAnsi="PT Sans" w:cs="PT Sans" w:eastAsia="PT Sans"/>
            <w:sz w:val="19"/>
            <w:szCs w:val="19"/>
            <w:color w:val="545454"/>
            <w:spacing w:val="7"/>
            <w:w w:val="100"/>
          </w:rPr>
        </w:r>
        <w:r>
          <w:rPr>
            <w:rFonts w:ascii="PT Sans" w:hAnsi="PT Sans" w:cs="PT Sans" w:eastAsia="PT Sans"/>
            <w:sz w:val="19"/>
            <w:szCs w:val="19"/>
            <w:color w:val="545454"/>
            <w:spacing w:val="7"/>
            <w:w w:val="100"/>
          </w:rPr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,</w:t>
      </w:r>
      <w:r>
        <w:rPr>
          <w:rFonts w:ascii="PT Sans" w:hAnsi="PT Sans" w:cs="PT Sans" w:eastAsia="PT Sans"/>
          <w:sz w:val="19"/>
          <w:szCs w:val="19"/>
          <w:color w:val="000000"/>
          <w:spacing w:val="1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2013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69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Diplomado</w:t>
      </w:r>
      <w:r>
        <w:rPr>
          <w:rFonts w:ascii="PT Sans" w:hAnsi="PT Sans" w:cs="PT Sans" w:eastAsia="PT Sans"/>
          <w:sz w:val="19"/>
          <w:szCs w:val="19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en</w:t>
      </w:r>
      <w:r>
        <w:rPr>
          <w:rFonts w:ascii="PT Sans" w:hAnsi="PT Sans" w:cs="PT Sans" w:eastAsia="PT Sans"/>
          <w:sz w:val="19"/>
          <w:szCs w:val="19"/>
          <w:spacing w:val="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Administración</w:t>
      </w:r>
      <w:r>
        <w:rPr>
          <w:rFonts w:ascii="PT Sans" w:hAnsi="PT Sans" w:cs="PT Sans" w:eastAsia="PT Sans"/>
          <w:sz w:val="19"/>
          <w:szCs w:val="19"/>
          <w:spacing w:val="2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Proyectos,</w:t>
      </w:r>
      <w:r>
        <w:rPr>
          <w:rFonts w:ascii="PT Sans" w:hAnsi="PT Sans" w:cs="PT Sans" w:eastAsia="PT Sans"/>
          <w:sz w:val="19"/>
          <w:szCs w:val="19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-49"/>
          <w:w w:val="100"/>
        </w:rPr>
        <w:t> </w:t>
      </w:r>
      <w:hyperlink r:id="rId14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Circulo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6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Te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5"/>
            <w:w w:val="100"/>
            <w:u w:val="single" w:color="545454"/>
          </w:rPr>
          <w:t>c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5"/>
            <w:w w:val="100"/>
            <w:u w:val="single" w:color="545454"/>
          </w:rPr>
        </w:r>
        <w:r>
          <w:rPr>
            <w:rFonts w:ascii="PT Sans" w:hAnsi="PT Sans" w:cs="PT Sans" w:eastAsia="PT Sans"/>
            <w:sz w:val="19"/>
            <w:szCs w:val="19"/>
            <w:color w:val="545454"/>
            <w:spacing w:val="5"/>
            <w:w w:val="100"/>
          </w:rPr>
        </w:r>
        <w:r>
          <w:rPr>
            <w:rFonts w:ascii="PT Sans" w:hAnsi="PT Sans" w:cs="PT Sans" w:eastAsia="PT Sans"/>
            <w:sz w:val="19"/>
            <w:szCs w:val="19"/>
            <w:color w:val="545454"/>
            <w:spacing w:val="5"/>
            <w:w w:val="100"/>
          </w:rPr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,</w:t>
      </w:r>
      <w:r>
        <w:rPr>
          <w:rFonts w:ascii="PT Sans" w:hAnsi="PT Sans" w:cs="PT Sans" w:eastAsia="PT Sans"/>
          <w:sz w:val="19"/>
          <w:szCs w:val="19"/>
          <w:color w:val="000000"/>
          <w:spacing w:val="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En</w:t>
      </w:r>
      <w:r>
        <w:rPr>
          <w:rFonts w:ascii="PT Sans" w:hAnsi="PT Sans" w:cs="PT Sans" w:eastAsia="PT Sans"/>
          <w:sz w:val="19"/>
          <w:szCs w:val="19"/>
          <w:color w:val="000000"/>
          <w:spacing w:val="1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curso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69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Introduction</w:t>
      </w:r>
      <w:r>
        <w:rPr>
          <w:rFonts w:ascii="PT Sans" w:hAnsi="PT Sans" w:cs="PT Sans" w:eastAsia="PT Sans"/>
          <w:sz w:val="19"/>
          <w:szCs w:val="19"/>
          <w:spacing w:val="2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to</w:t>
      </w:r>
      <w:r>
        <w:rPr>
          <w:rFonts w:ascii="PT Sans" w:hAnsi="PT Sans" w:cs="PT Sans" w:eastAsia="PT Sans"/>
          <w:sz w:val="19"/>
          <w:szCs w:val="19"/>
          <w:spacing w:val="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Infographics</w:t>
      </w:r>
      <w:r>
        <w:rPr>
          <w:rFonts w:ascii="PT Sans" w:hAnsi="PT Sans" w:cs="PT Sans" w:eastAsia="PT Sans"/>
          <w:sz w:val="19"/>
          <w:szCs w:val="19"/>
          <w:spacing w:val="1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and</w:t>
      </w:r>
      <w:r>
        <w:rPr>
          <w:rFonts w:ascii="PT Sans" w:hAnsi="PT Sans" w:cs="PT Sans" w:eastAsia="PT Sans"/>
          <w:sz w:val="19"/>
          <w:szCs w:val="19"/>
          <w:spacing w:val="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Data</w:t>
      </w:r>
      <w:r>
        <w:rPr>
          <w:rFonts w:ascii="PT Sans" w:hAnsi="PT Sans" w:cs="PT Sans" w:eastAsia="PT Sans"/>
          <w:sz w:val="19"/>
          <w:szCs w:val="19"/>
          <w:spacing w:val="5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Visualization,</w:t>
      </w:r>
      <w:r>
        <w:rPr>
          <w:rFonts w:ascii="PT Sans" w:hAnsi="PT Sans" w:cs="PT Sans" w:eastAsia="PT Sans"/>
          <w:sz w:val="19"/>
          <w:szCs w:val="19"/>
          <w:spacing w:val="2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23"/>
          <w:w w:val="100"/>
        </w:rPr>
      </w:r>
      <w:hyperlink r:id="rId15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Journalism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25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in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3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the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2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America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8"/>
            <w:w w:val="100"/>
            <w:u w:val="single" w:color="545454"/>
          </w:rPr>
          <w:t>s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8"/>
            <w:w w:val="100"/>
            <w:u w:val="single" w:color="545454"/>
          </w:rPr>
        </w:r>
        <w:r>
          <w:rPr>
            <w:rFonts w:ascii="PT Sans" w:hAnsi="PT Sans" w:cs="PT Sans" w:eastAsia="PT Sans"/>
            <w:sz w:val="19"/>
            <w:szCs w:val="19"/>
            <w:color w:val="545454"/>
            <w:spacing w:val="8"/>
            <w:w w:val="100"/>
          </w:rPr>
        </w:r>
        <w:r>
          <w:rPr>
            <w:rFonts w:ascii="PT Sans" w:hAnsi="PT Sans" w:cs="PT Sans" w:eastAsia="PT Sans"/>
            <w:sz w:val="19"/>
            <w:szCs w:val="19"/>
            <w:color w:val="545454"/>
            <w:spacing w:val="8"/>
            <w:w w:val="100"/>
          </w:rPr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,</w:t>
      </w:r>
      <w:r>
        <w:rPr>
          <w:rFonts w:ascii="PT Sans" w:hAnsi="PT Sans" w:cs="PT Sans" w:eastAsia="PT Sans"/>
          <w:sz w:val="19"/>
          <w:szCs w:val="19"/>
          <w:color w:val="000000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2012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69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Huma</w:t>
      </w:r>
      <w:r>
        <w:rPr>
          <w:rFonts w:ascii="PT Sans" w:hAnsi="PT Sans" w:cs="PT Sans" w:eastAsia="PT Sans"/>
          <w:sz w:val="19"/>
          <w:szCs w:val="19"/>
          <w:spacing w:val="2"/>
          <w:w w:val="100"/>
        </w:rPr>
        <w:t>n</w:t>
      </w:r>
      <w:r>
        <w:rPr>
          <w:rFonts w:ascii="PT Sans" w:hAnsi="PT Sans" w:cs="PT Sans" w:eastAsia="PT Sans"/>
          <w:sz w:val="19"/>
          <w:szCs w:val="19"/>
          <w:spacing w:val="5"/>
          <w:w w:val="100"/>
        </w:rPr>
        <w:t>-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Computer</w:t>
      </w:r>
      <w:r>
        <w:rPr>
          <w:rFonts w:ascii="PT Sans" w:hAnsi="PT Sans" w:cs="PT Sans" w:eastAsia="PT Sans"/>
          <w:sz w:val="19"/>
          <w:szCs w:val="19"/>
          <w:spacing w:val="3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Interaction,</w:t>
      </w:r>
      <w:r>
        <w:rPr>
          <w:rFonts w:ascii="PT Sans" w:hAnsi="PT Sans" w:cs="PT Sans" w:eastAsia="PT Sans"/>
          <w:sz w:val="19"/>
          <w:szCs w:val="19"/>
          <w:spacing w:val="25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Stanford</w:t>
      </w:r>
      <w:r>
        <w:rPr>
          <w:rFonts w:ascii="PT Sans" w:hAnsi="PT Sans" w:cs="PT Sans" w:eastAsia="PT Sans"/>
          <w:sz w:val="19"/>
          <w:szCs w:val="19"/>
          <w:spacing w:val="1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University,</w:t>
      </w:r>
      <w:r>
        <w:rPr>
          <w:rFonts w:ascii="PT Sans" w:hAnsi="PT Sans" w:cs="PT Sans" w:eastAsia="PT Sans"/>
          <w:sz w:val="19"/>
          <w:szCs w:val="19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-45"/>
          <w:w w:val="100"/>
        </w:rPr>
        <w:t> </w:t>
      </w:r>
      <w:hyperlink r:id="rId16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Stanford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7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Online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</w:rPr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</w:rPr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,</w:t>
      </w:r>
      <w:r>
        <w:rPr>
          <w:rFonts w:ascii="PT Sans" w:hAnsi="PT Sans" w:cs="PT Sans" w:eastAsia="PT Sans"/>
          <w:sz w:val="19"/>
          <w:szCs w:val="19"/>
          <w:color w:val="000000"/>
          <w:spacing w:val="1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2012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69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Iphone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Development,</w:t>
      </w:r>
      <w:r>
        <w:rPr>
          <w:rFonts w:ascii="PT Sans" w:hAnsi="PT Sans" w:cs="PT Sans" w:eastAsia="PT Sans"/>
          <w:sz w:val="19"/>
          <w:szCs w:val="19"/>
          <w:spacing w:val="2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26"/>
          <w:w w:val="100"/>
        </w:rPr>
      </w:r>
      <w:hyperlink r:id="rId17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KMMX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2"/>
            <w:w w:val="100"/>
          </w:rPr>
          <w:t> </w:t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México,</w:t>
      </w:r>
      <w:r>
        <w:rPr>
          <w:rFonts w:ascii="PT Sans" w:hAnsi="PT Sans" w:cs="PT Sans" w:eastAsia="PT Sans"/>
          <w:sz w:val="19"/>
          <w:szCs w:val="19"/>
          <w:color w:val="000000"/>
          <w:spacing w:val="15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D.F.</w:t>
      </w:r>
      <w:r>
        <w:rPr>
          <w:rFonts w:ascii="PT Sans" w:hAnsi="PT Sans" w:cs="PT Sans" w:eastAsia="PT Sans"/>
          <w:sz w:val="19"/>
          <w:szCs w:val="19"/>
          <w:color w:val="000000"/>
          <w:spacing w:val="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2011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69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Implementing</w:t>
      </w:r>
      <w:r>
        <w:rPr>
          <w:rFonts w:ascii="PT Sans" w:hAnsi="PT Sans" w:cs="PT Sans" w:eastAsia="PT Sans"/>
          <w:sz w:val="19"/>
          <w:szCs w:val="19"/>
          <w:spacing w:val="3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and</w:t>
      </w:r>
      <w:r>
        <w:rPr>
          <w:rFonts w:ascii="PT Sans" w:hAnsi="PT Sans" w:cs="PT Sans" w:eastAsia="PT Sans"/>
          <w:sz w:val="19"/>
          <w:szCs w:val="19"/>
          <w:spacing w:val="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Administering</w:t>
      </w:r>
      <w:r>
        <w:rPr>
          <w:rFonts w:ascii="PT Sans" w:hAnsi="PT Sans" w:cs="PT Sans" w:eastAsia="PT Sans"/>
          <w:sz w:val="19"/>
          <w:szCs w:val="19"/>
          <w:spacing w:val="2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WorkFlows</w:t>
      </w:r>
      <w:r>
        <w:rPr>
          <w:rFonts w:ascii="PT Sans" w:hAnsi="PT Sans" w:cs="PT Sans" w:eastAsia="PT Sans"/>
          <w:sz w:val="19"/>
          <w:szCs w:val="19"/>
          <w:spacing w:val="1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(FileMaker</w:t>
      </w:r>
      <w:r>
        <w:rPr>
          <w:rFonts w:ascii="PT Sans" w:hAnsi="PT Sans" w:cs="PT Sans" w:eastAsia="PT Sans"/>
          <w:sz w:val="19"/>
          <w:szCs w:val="19"/>
          <w:spacing w:val="2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Certification)</w:t>
      </w:r>
      <w:r>
        <w:rPr>
          <w:rFonts w:ascii="PT Sans" w:hAnsi="PT Sans" w:cs="PT Sans" w:eastAsia="PT Sans"/>
          <w:sz w:val="19"/>
          <w:szCs w:val="19"/>
          <w:spacing w:val="2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23"/>
          <w:w w:val="100"/>
        </w:rPr>
      </w:r>
      <w:hyperlink r:id="rId18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FileMaker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7"/>
            <w:w w:val="100"/>
          </w:rPr>
          <w:t> </w:t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San</w:t>
      </w:r>
      <w:r>
        <w:rPr>
          <w:rFonts w:ascii="PT Sans" w:hAnsi="PT Sans" w:cs="PT Sans" w:eastAsia="PT Sans"/>
          <w:sz w:val="19"/>
          <w:szCs w:val="19"/>
          <w:color w:val="000000"/>
          <w:spacing w:val="8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Francisco,</w:t>
      </w:r>
      <w:r>
        <w:rPr>
          <w:rFonts w:ascii="PT Sans" w:hAnsi="PT Sans" w:cs="PT Sans" w:eastAsia="PT Sans"/>
          <w:sz w:val="19"/>
          <w:szCs w:val="19"/>
          <w:color w:val="000000"/>
          <w:spacing w:val="1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CA.</w:t>
      </w:r>
      <w:r>
        <w:rPr>
          <w:rFonts w:ascii="PT Sans" w:hAnsi="PT Sans" w:cs="PT Sans" w:eastAsia="PT Sans"/>
          <w:sz w:val="19"/>
          <w:szCs w:val="19"/>
          <w:color w:val="000000"/>
          <w:spacing w:val="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2006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69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Administering</w:t>
      </w:r>
      <w:r>
        <w:rPr>
          <w:rFonts w:ascii="PT Sans" w:hAnsi="PT Sans" w:cs="PT Sans" w:eastAsia="PT Sans"/>
          <w:sz w:val="19"/>
          <w:szCs w:val="19"/>
          <w:spacing w:val="2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Vignette</w:t>
      </w:r>
      <w:r>
        <w:rPr>
          <w:rFonts w:ascii="PT Sans" w:hAnsi="PT Sans" w:cs="PT Sans" w:eastAsia="PT Sans"/>
          <w:sz w:val="19"/>
          <w:szCs w:val="19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Content</w:t>
      </w:r>
      <w:r>
        <w:rPr>
          <w:rFonts w:ascii="PT Sans" w:hAnsi="PT Sans" w:cs="PT Sans" w:eastAsia="PT Sans"/>
          <w:sz w:val="19"/>
          <w:szCs w:val="19"/>
          <w:spacing w:val="22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Management</w:t>
      </w:r>
      <w:r>
        <w:rPr>
          <w:rFonts w:ascii="PT Sans" w:hAnsi="PT Sans" w:cs="PT Sans" w:eastAsia="PT Sans"/>
          <w:sz w:val="19"/>
          <w:szCs w:val="19"/>
          <w:spacing w:val="2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-49"/>
          <w:w w:val="100"/>
        </w:rPr>
        <w:t> </w:t>
      </w:r>
      <w:hyperlink r:id="rId19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Vignette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9"/>
            <w:w w:val="100"/>
          </w:rPr>
          <w:t> </w:t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Vignette</w:t>
      </w:r>
      <w:r>
        <w:rPr>
          <w:rFonts w:ascii="PT Sans" w:hAnsi="PT Sans" w:cs="PT Sans" w:eastAsia="PT Sans"/>
          <w:sz w:val="19"/>
          <w:szCs w:val="19"/>
          <w:color w:val="000000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México.</w:t>
      </w:r>
      <w:r>
        <w:rPr>
          <w:rFonts w:ascii="PT Sans" w:hAnsi="PT Sans" w:cs="PT Sans" w:eastAsia="PT Sans"/>
          <w:sz w:val="19"/>
          <w:szCs w:val="19"/>
          <w:color w:val="000000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2005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69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Installing,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Configuring</w:t>
      </w:r>
      <w:r>
        <w:rPr>
          <w:rFonts w:ascii="PT Sans" w:hAnsi="PT Sans" w:cs="PT Sans" w:eastAsia="PT Sans"/>
          <w:sz w:val="19"/>
          <w:szCs w:val="19"/>
          <w:spacing w:val="2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and</w:t>
      </w:r>
      <w:r>
        <w:rPr>
          <w:rFonts w:ascii="PT Sans" w:hAnsi="PT Sans" w:cs="PT Sans" w:eastAsia="PT Sans"/>
          <w:sz w:val="19"/>
          <w:szCs w:val="19"/>
          <w:spacing w:val="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Administering</w:t>
      </w:r>
      <w:r>
        <w:rPr>
          <w:rFonts w:ascii="PT Sans" w:hAnsi="PT Sans" w:cs="PT Sans" w:eastAsia="PT Sans"/>
          <w:sz w:val="19"/>
          <w:szCs w:val="19"/>
          <w:spacing w:val="2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24"/>
          <w:w w:val="100"/>
        </w:rPr>
      </w:r>
      <w:hyperlink r:id="rId20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MERANT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5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COLLAGE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20"/>
            <w:w w:val="100"/>
          </w:rPr>
          <w:t> </w:t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Merant</w:t>
      </w:r>
      <w:r>
        <w:rPr>
          <w:rFonts w:ascii="PT Sans" w:hAnsi="PT Sans" w:cs="PT Sans" w:eastAsia="PT Sans"/>
          <w:sz w:val="19"/>
          <w:szCs w:val="19"/>
          <w:color w:val="000000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México,</w:t>
      </w:r>
      <w:r>
        <w:rPr>
          <w:rFonts w:ascii="PT Sans" w:hAnsi="PT Sans" w:cs="PT Sans" w:eastAsia="PT Sans"/>
          <w:sz w:val="19"/>
          <w:szCs w:val="19"/>
          <w:color w:val="000000"/>
          <w:spacing w:val="15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D.F.</w:t>
      </w:r>
      <w:r>
        <w:rPr>
          <w:rFonts w:ascii="PT Sans" w:hAnsi="PT Sans" w:cs="PT Sans" w:eastAsia="PT Sans"/>
          <w:sz w:val="19"/>
          <w:szCs w:val="19"/>
          <w:color w:val="000000"/>
          <w:spacing w:val="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2003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69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Installing,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Configuring</w:t>
      </w:r>
      <w:r>
        <w:rPr>
          <w:rFonts w:ascii="PT Sans" w:hAnsi="PT Sans" w:cs="PT Sans" w:eastAsia="PT Sans"/>
          <w:sz w:val="19"/>
          <w:szCs w:val="19"/>
          <w:spacing w:val="2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and</w:t>
      </w:r>
      <w:r>
        <w:rPr>
          <w:rFonts w:ascii="PT Sans" w:hAnsi="PT Sans" w:cs="PT Sans" w:eastAsia="PT Sans"/>
          <w:sz w:val="19"/>
          <w:szCs w:val="19"/>
          <w:spacing w:val="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Administering</w:t>
      </w:r>
      <w:r>
        <w:rPr>
          <w:rFonts w:ascii="PT Sans" w:hAnsi="PT Sans" w:cs="PT Sans" w:eastAsia="PT Sans"/>
          <w:sz w:val="19"/>
          <w:szCs w:val="19"/>
          <w:spacing w:val="2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24"/>
          <w:w w:val="100"/>
        </w:rPr>
      </w:r>
      <w:hyperlink r:id="rId21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ARIBA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4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BUYER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1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-41"/>
            <w:w w:val="100"/>
          </w:rPr>
          <w:t> </w:t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Chicago</w:t>
      </w:r>
      <w:r>
        <w:rPr>
          <w:rFonts w:ascii="PT Sans" w:hAnsi="PT Sans" w:cs="PT Sans" w:eastAsia="PT Sans"/>
          <w:sz w:val="19"/>
          <w:szCs w:val="19"/>
          <w:color w:val="000000"/>
          <w:spacing w:val="18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IL,</w:t>
      </w:r>
      <w:r>
        <w:rPr>
          <w:rFonts w:ascii="PT Sans" w:hAnsi="PT Sans" w:cs="PT Sans" w:eastAsia="PT Sans"/>
          <w:sz w:val="19"/>
          <w:szCs w:val="19"/>
          <w:color w:val="000000"/>
          <w:spacing w:val="1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EU.</w:t>
      </w:r>
      <w:r>
        <w:rPr>
          <w:rFonts w:ascii="PT Sans" w:hAnsi="PT Sans" w:cs="PT Sans" w:eastAsia="PT Sans"/>
          <w:sz w:val="19"/>
          <w:szCs w:val="19"/>
          <w:color w:val="000000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2003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69" w:after="0" w:line="239" w:lineRule="exact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Administración</w:t>
      </w:r>
      <w:r>
        <w:rPr>
          <w:rFonts w:ascii="PT Sans" w:hAnsi="PT Sans" w:cs="PT Sans" w:eastAsia="PT Sans"/>
          <w:sz w:val="19"/>
          <w:szCs w:val="19"/>
          <w:spacing w:val="2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en</w:t>
      </w:r>
      <w:r>
        <w:rPr>
          <w:rFonts w:ascii="PT Sans" w:hAnsi="PT Sans" w:cs="PT Sans" w:eastAsia="PT Sans"/>
          <w:sz w:val="19"/>
          <w:szCs w:val="19"/>
          <w:spacing w:val="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Sistemas</w:t>
      </w:r>
      <w:r>
        <w:rPr>
          <w:rFonts w:ascii="PT Sans" w:hAnsi="PT Sans" w:cs="PT Sans" w:eastAsia="PT Sans"/>
          <w:sz w:val="19"/>
          <w:szCs w:val="19"/>
          <w:spacing w:val="18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UNIX,</w:t>
      </w:r>
      <w:r>
        <w:rPr>
          <w:rFonts w:ascii="PT Sans" w:hAnsi="PT Sans" w:cs="PT Sans" w:eastAsia="PT Sans"/>
          <w:sz w:val="19"/>
          <w:szCs w:val="19"/>
          <w:spacing w:val="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-50"/>
          <w:w w:val="100"/>
        </w:rPr>
        <w:t> </w:t>
      </w:r>
      <w:hyperlink r:id="rId22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DGSCA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4"/>
            <w:w w:val="100"/>
          </w:rPr>
          <w:t> </w:t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UNAM</w:t>
      </w:r>
      <w:r>
        <w:rPr>
          <w:rFonts w:ascii="PT Sans" w:hAnsi="PT Sans" w:cs="PT Sans" w:eastAsia="PT Sans"/>
          <w:sz w:val="19"/>
          <w:szCs w:val="19"/>
          <w:color w:val="000000"/>
          <w:spacing w:val="18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2001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41" w:lineRule="exact"/>
        <w:ind w:left="115" w:right="-20"/>
        <w:jc w:val="left"/>
        <w:rPr>
          <w:rFonts w:ascii="PT Sans" w:hAnsi="PT Sans" w:cs="PT Sans" w:eastAsia="PT Sans"/>
          <w:sz w:val="27"/>
          <w:szCs w:val="27"/>
        </w:rPr>
      </w:pPr>
      <w:rPr/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  <w:position w:val="1"/>
        </w:rPr>
        <w:t>CURSOS</w:t>
      </w:r>
      <w:r>
        <w:rPr>
          <w:rFonts w:ascii="PT Sans" w:hAnsi="PT Sans" w:cs="PT Sans" w:eastAsia="PT Sans"/>
          <w:sz w:val="27"/>
          <w:szCs w:val="27"/>
          <w:spacing w:val="17"/>
          <w:w w:val="100"/>
          <w:b/>
          <w:bCs/>
          <w:position w:val="1"/>
        </w:rPr>
        <w:t> </w:t>
      </w:r>
      <w:r>
        <w:rPr>
          <w:rFonts w:ascii="PT Sans" w:hAnsi="PT Sans" w:cs="PT Sans" w:eastAsia="PT Sans"/>
          <w:sz w:val="27"/>
          <w:szCs w:val="27"/>
          <w:spacing w:val="0"/>
          <w:w w:val="100"/>
          <w:b/>
          <w:bCs/>
          <w:position w:val="1"/>
        </w:rPr>
        <w:t>IMPARTIDOS</w:t>
      </w:r>
      <w:r>
        <w:rPr>
          <w:rFonts w:ascii="PT Sans" w:hAnsi="PT Sans" w:cs="PT Sans" w:eastAsia="PT Sans"/>
          <w:sz w:val="27"/>
          <w:szCs w:val="27"/>
          <w:spacing w:val="0"/>
          <w:w w:val="100"/>
          <w:position w:val="0"/>
        </w:rPr>
      </w:r>
    </w:p>
    <w:p>
      <w:pPr>
        <w:spacing w:before="62" w:after="0" w:line="240" w:lineRule="auto"/>
        <w:ind w:left="490" w:right="-20"/>
        <w:jc w:val="left"/>
        <w:rPr>
          <w:rFonts w:ascii="PT Sans" w:hAnsi="PT Sans" w:cs="PT Sans" w:eastAsia="PT Sans"/>
          <w:sz w:val="19"/>
          <w:szCs w:val="19"/>
        </w:rPr>
      </w:pPr>
      <w:rPr/>
      <w:r>
        <w:rPr>
          <w:rFonts w:ascii="PT Sans" w:hAnsi="PT Sans" w:cs="PT Sans" w:eastAsia="PT Sans"/>
          <w:sz w:val="19"/>
          <w:szCs w:val="19"/>
          <w:spacing w:val="0"/>
          <w:w w:val="100"/>
        </w:rPr>
        <w:t>Talleres</w:t>
      </w:r>
      <w:r>
        <w:rPr>
          <w:rFonts w:ascii="PT Sans" w:hAnsi="PT Sans" w:cs="PT Sans" w:eastAsia="PT Sans"/>
          <w:sz w:val="19"/>
          <w:szCs w:val="19"/>
          <w:spacing w:val="17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de</w:t>
      </w:r>
      <w:r>
        <w:rPr>
          <w:rFonts w:ascii="PT Sans" w:hAnsi="PT Sans" w:cs="PT Sans" w:eastAsia="PT Sans"/>
          <w:sz w:val="19"/>
          <w:szCs w:val="19"/>
          <w:spacing w:val="4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Accesibilidad</w:t>
      </w:r>
      <w:r>
        <w:rPr>
          <w:rFonts w:ascii="PT Sans" w:hAnsi="PT Sans" w:cs="PT Sans" w:eastAsia="PT Sans"/>
          <w:sz w:val="19"/>
          <w:szCs w:val="19"/>
          <w:spacing w:val="29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Web</w:t>
      </w:r>
      <w:r>
        <w:rPr>
          <w:rFonts w:ascii="PT Sans" w:hAnsi="PT Sans" w:cs="PT Sans" w:eastAsia="PT Sans"/>
          <w:sz w:val="19"/>
          <w:szCs w:val="19"/>
          <w:spacing w:val="10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para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el</w:t>
      </w:r>
      <w:r>
        <w:rPr>
          <w:rFonts w:ascii="PT Sans" w:hAnsi="PT Sans" w:cs="PT Sans" w:eastAsia="PT Sans"/>
          <w:sz w:val="19"/>
          <w:szCs w:val="19"/>
          <w:spacing w:val="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Gobierno</w:t>
      </w:r>
      <w:r>
        <w:rPr>
          <w:rFonts w:ascii="PT Sans" w:hAnsi="PT Sans" w:cs="PT Sans" w:eastAsia="PT Sans"/>
          <w:sz w:val="19"/>
          <w:szCs w:val="19"/>
          <w:spacing w:val="16"/>
          <w:w w:val="100"/>
        </w:rPr>
        <w:t> </w:t>
      </w:r>
      <w:r>
        <w:rPr>
          <w:rFonts w:ascii="PT Sans" w:hAnsi="PT Sans" w:cs="PT Sans" w:eastAsia="PT Sans"/>
          <w:sz w:val="19"/>
          <w:szCs w:val="19"/>
          <w:spacing w:val="0"/>
          <w:w w:val="100"/>
        </w:rPr>
        <w:t>Federal,</w:t>
      </w:r>
      <w:r>
        <w:rPr>
          <w:rFonts w:ascii="PT Sans" w:hAnsi="PT Sans" w:cs="PT Sans" w:eastAsia="PT Sans"/>
          <w:sz w:val="19"/>
          <w:szCs w:val="19"/>
          <w:spacing w:val="11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545454"/>
          <w:spacing w:val="-42"/>
          <w:w w:val="100"/>
        </w:rPr>
        <w:t> </w:t>
      </w:r>
      <w:hyperlink r:id="rId23"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Sistema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9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Internet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5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de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4"/>
            <w:w w:val="100"/>
            <w:u w:val="single" w:color="545454"/>
          </w:rPr>
          <w:t> 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0"/>
            <w:w w:val="100"/>
            <w:u w:val="single" w:color="545454"/>
          </w:rPr>
          <w:t>Presidencia</w:t>
        </w:r>
        <w:r>
          <w:rPr>
            <w:rFonts w:ascii="PT Sans" w:hAnsi="PT Sans" w:cs="PT Sans" w:eastAsia="PT Sans"/>
            <w:sz w:val="19"/>
            <w:szCs w:val="19"/>
            <w:color w:val="545454"/>
            <w:spacing w:val="17"/>
            <w:w w:val="100"/>
          </w:rPr>
          <w:t> </w:t>
        </w:r>
      </w:hyperlink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México,</w:t>
      </w:r>
      <w:r>
        <w:rPr>
          <w:rFonts w:ascii="PT Sans" w:hAnsi="PT Sans" w:cs="PT Sans" w:eastAsia="PT Sans"/>
          <w:sz w:val="19"/>
          <w:szCs w:val="19"/>
          <w:color w:val="000000"/>
          <w:spacing w:val="15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  <w:t>D.F.</w:t>
      </w:r>
      <w:r>
        <w:rPr>
          <w:rFonts w:ascii="PT Sans" w:hAnsi="PT Sans" w:cs="PT Sans" w:eastAsia="PT Sans"/>
          <w:sz w:val="19"/>
          <w:szCs w:val="19"/>
          <w:color w:val="000000"/>
          <w:spacing w:val="3"/>
          <w:w w:val="100"/>
        </w:rPr>
        <w:t> 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2"/>
        </w:rPr>
        <w:t>2012</w:t>
      </w:r>
      <w:r>
        <w:rPr>
          <w:rFonts w:ascii="PT Sans" w:hAnsi="PT Sans" w:cs="PT Sans" w:eastAsia="PT Sans"/>
          <w:sz w:val="19"/>
          <w:szCs w:val="19"/>
          <w:color w:val="000000"/>
          <w:spacing w:val="0"/>
          <w:w w:val="100"/>
        </w:rPr>
      </w:r>
    </w:p>
    <w:sectPr>
      <w:pgSz w:w="12240" w:h="15840"/>
      <w:pgMar w:top="480" w:bottom="280" w:left="3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PT Sans">
    <w:altName w:val="PT Sans"/>
    <w:charset w:val="0"/>
    <w:family w:val="auto"/>
    <w:pitch w:val="default"/>
  </w:font>
  <w:font w:name="Lucida Grande">
    <w:altName w:val="Lucida Grande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ogelio@argumedo.mx" TargetMode="External"/><Relationship Id="rId6" Type="http://schemas.openxmlformats.org/officeDocument/2006/relationships/hyperlink" Target="http://rogelio.argumedo.mx/curriculum/curriculum.pdf" TargetMode="External"/><Relationship Id="rId7" Type="http://schemas.openxmlformats.org/officeDocument/2006/relationships/hyperlink" Target="http://fore.mx/" TargetMode="External"/><Relationship Id="rId8" Type="http://schemas.openxmlformats.org/officeDocument/2006/relationships/hyperlink" Target="http://prodecon.gob.mx/)" TargetMode="External"/><Relationship Id="rId9" Type="http://schemas.openxmlformats.org/officeDocument/2006/relationships/hyperlink" Target="http://www.diputadospan.mx/)" TargetMode="External"/><Relationship Id="rId10" Type="http://schemas.openxmlformats.org/officeDocument/2006/relationships/hyperlink" Target="http://www.sip.gob.mx/" TargetMode="External"/><Relationship Id="rId11" Type="http://schemas.openxmlformats.org/officeDocument/2006/relationships/hyperlink" Target="http://www.discosjoey.com/" TargetMode="External"/><Relationship Id="rId12" Type="http://schemas.openxmlformats.org/officeDocument/2006/relationships/hyperlink" Target="http://www.integradores.com.mx/" TargetMode="External"/><Relationship Id="rId13" Type="http://schemas.openxmlformats.org/officeDocument/2006/relationships/hyperlink" Target="http://www.dcinternet.com.mx/" TargetMode="External"/><Relationship Id="rId14" Type="http://schemas.openxmlformats.org/officeDocument/2006/relationships/hyperlink" Target="http://www.circulotec.com/web/guest/diplomado-admon-proyecto" TargetMode="External"/><Relationship Id="rId15" Type="http://schemas.openxmlformats.org/officeDocument/2006/relationships/hyperlink" Target="http://open.journalismcourses.org/" TargetMode="External"/><Relationship Id="rId16" Type="http://schemas.openxmlformats.org/officeDocument/2006/relationships/hyperlink" Target="http://online.stanford.edu/hci-fa12" TargetMode="External"/><Relationship Id="rId17" Type="http://schemas.openxmlformats.org/officeDocument/2006/relationships/hyperlink" Target="http://www.kmmx.mx/" TargetMode="External"/><Relationship Id="rId18" Type="http://schemas.openxmlformats.org/officeDocument/2006/relationships/hyperlink" Target="http://www.filemaker.com/" TargetMode="External"/><Relationship Id="rId19" Type="http://schemas.openxmlformats.org/officeDocument/2006/relationships/hyperlink" Target="http://www.opentext.com/2/global.htm" TargetMode="External"/><Relationship Id="rId20" Type="http://schemas.openxmlformats.org/officeDocument/2006/relationships/hyperlink" Target="http://www.serena.com/" TargetMode="External"/><Relationship Id="rId21" Type="http://schemas.openxmlformats.org/officeDocument/2006/relationships/hyperlink" Target="http://www.ariba.com/" TargetMode="External"/><Relationship Id="rId22" Type="http://schemas.openxmlformats.org/officeDocument/2006/relationships/hyperlink" Target="http://www.tic.unam.mx/" TargetMode="External"/><Relationship Id="rId23" Type="http://schemas.openxmlformats.org/officeDocument/2006/relationships/hyperlink" Target="http://www.sip.gob.mx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2014-06-03T17:32:14Z</dcterms:created>
  <dcterms:modified xsi:type="dcterms:W3CDTF">2014-06-03T17:32:14Z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2014-06-03T00:00:00Z</vt:filetime>
  </property>
  <property fmtid="{D5CDD505-2E9C-101B-9397-08002B2CF9AE}" pid="3" name="LastSaved">
    <vt:filetime>2014-06-03T00:00:00Z</vt:filetime>
  </property>
</Properties>
</file>